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FD037" w14:textId="68198171" w:rsidR="00535022" w:rsidRDefault="00336ADE" w:rsidP="00A62E0B">
      <w:pPr>
        <w:pStyle w:val="ListParagraph"/>
        <w:numPr>
          <w:ilvl w:val="0"/>
          <w:numId w:val="3"/>
        </w:numPr>
        <w:spacing w:after="0" w:line="240" w:lineRule="auto"/>
        <w:ind w:left="-142" w:hanging="270"/>
        <w:rPr>
          <w:rFonts w:ascii="Arial" w:hAnsi="Arial" w:cs="Arial"/>
          <w:b/>
          <w:bCs/>
          <w:i/>
          <w:iCs/>
          <w:sz w:val="20"/>
        </w:rPr>
      </w:pPr>
      <w:r w:rsidRPr="00827D02">
        <w:rPr>
          <w:rFonts w:ascii="Arial" w:hAnsi="Arial" w:cs="Arial"/>
          <w:b/>
          <w:bCs/>
          <w:i/>
          <w:iCs/>
          <w:sz w:val="20"/>
        </w:rPr>
        <w:t>GENERAL INFORMATION OF APPLICANT</w:t>
      </w:r>
    </w:p>
    <w:tbl>
      <w:tblPr>
        <w:tblStyle w:val="TableGrid"/>
        <w:tblW w:w="11204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283"/>
        <w:gridCol w:w="175"/>
        <w:gridCol w:w="2517"/>
        <w:gridCol w:w="141"/>
        <w:gridCol w:w="573"/>
        <w:gridCol w:w="1275"/>
        <w:gridCol w:w="567"/>
        <w:gridCol w:w="3689"/>
      </w:tblGrid>
      <w:tr w:rsidR="00537225" w:rsidRPr="008917C9" w14:paraId="101267B5" w14:textId="77777777" w:rsidTr="0097415A">
        <w:tc>
          <w:tcPr>
            <w:tcW w:w="1985" w:type="dxa"/>
          </w:tcPr>
          <w:p w14:paraId="11B99A1D" w14:textId="77777777" w:rsidR="00537225" w:rsidRPr="008917C9" w:rsidRDefault="00537225" w:rsidP="00A4255D">
            <w:pPr>
              <w:pStyle w:val="ListParagraph"/>
              <w:spacing w:after="0" w:line="240" w:lineRule="auto"/>
              <w:ind w:left="0" w:right="-108"/>
              <w:jc w:val="both"/>
              <w:rPr>
                <w:rFonts w:ascii="Arial" w:hAnsi="Arial" w:cs="Arial"/>
                <w:sz w:val="7"/>
                <w:szCs w:val="7"/>
              </w:rPr>
            </w:pPr>
          </w:p>
        </w:tc>
        <w:tc>
          <w:tcPr>
            <w:tcW w:w="458" w:type="dxa"/>
            <w:gridSpan w:val="2"/>
          </w:tcPr>
          <w:p w14:paraId="185A14F1" w14:textId="77777777" w:rsidR="00537225" w:rsidRPr="008917C9" w:rsidRDefault="00537225" w:rsidP="00A4255D">
            <w:pPr>
              <w:pStyle w:val="ListParagraph"/>
              <w:spacing w:after="0" w:line="240" w:lineRule="auto"/>
              <w:ind w:left="0" w:right="981"/>
              <w:jc w:val="both"/>
              <w:rPr>
                <w:rFonts w:ascii="Arial" w:hAnsi="Arial" w:cs="Arial"/>
                <w:sz w:val="7"/>
                <w:szCs w:val="7"/>
              </w:rPr>
            </w:pPr>
          </w:p>
        </w:tc>
        <w:tc>
          <w:tcPr>
            <w:tcW w:w="8761" w:type="dxa"/>
            <w:gridSpan w:val="6"/>
          </w:tcPr>
          <w:p w14:paraId="52E22330" w14:textId="77777777" w:rsidR="00537225" w:rsidRPr="008917C9" w:rsidRDefault="00537225" w:rsidP="00A4255D">
            <w:pPr>
              <w:pStyle w:val="ListParagraph"/>
              <w:spacing w:after="0" w:line="240" w:lineRule="auto"/>
              <w:ind w:left="0" w:right="-20"/>
              <w:jc w:val="both"/>
              <w:rPr>
                <w:rFonts w:ascii="Arial" w:hAnsi="Arial" w:cs="Arial"/>
                <w:b/>
                <w:sz w:val="7"/>
                <w:szCs w:val="7"/>
              </w:rPr>
            </w:pPr>
          </w:p>
        </w:tc>
      </w:tr>
      <w:tr w:rsidR="00537225" w:rsidRPr="009C6D57" w14:paraId="780E9A50" w14:textId="77777777" w:rsidTr="0097415A">
        <w:tc>
          <w:tcPr>
            <w:tcW w:w="1985" w:type="dxa"/>
          </w:tcPr>
          <w:p w14:paraId="2D215310" w14:textId="77777777" w:rsidR="00537225" w:rsidRPr="009C6D57" w:rsidRDefault="00537225" w:rsidP="00A4255D">
            <w:pPr>
              <w:pStyle w:val="ListParagraph"/>
              <w:spacing w:after="0" w:line="240" w:lineRule="auto"/>
              <w:ind w:left="0" w:right="-108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Applicant</w:t>
            </w:r>
          </w:p>
        </w:tc>
        <w:tc>
          <w:tcPr>
            <w:tcW w:w="283" w:type="dxa"/>
          </w:tcPr>
          <w:p w14:paraId="727C4B26" w14:textId="77777777" w:rsidR="00537225" w:rsidRPr="009C6D57" w:rsidRDefault="00537225" w:rsidP="00A4255D">
            <w:pPr>
              <w:pStyle w:val="ListParagraph"/>
              <w:spacing w:after="0" w:line="240" w:lineRule="auto"/>
              <w:ind w:left="0" w:right="9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6D5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936" w:type="dxa"/>
            <w:gridSpan w:val="7"/>
            <w:tcBorders>
              <w:bottom w:val="single" w:sz="4" w:space="0" w:color="auto"/>
            </w:tcBorders>
          </w:tcPr>
          <w:p w14:paraId="255BF5CE" w14:textId="6D89D3C2" w:rsidR="00537225" w:rsidRPr="009C6D57" w:rsidRDefault="00537225" w:rsidP="00A4255D">
            <w:pPr>
              <w:pStyle w:val="ListParagraph"/>
              <w:spacing w:after="0" w:line="240" w:lineRule="auto"/>
              <w:ind w:left="0" w:right="-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7225" w:rsidRPr="009C6D57" w14:paraId="5F26DC01" w14:textId="77777777" w:rsidTr="0097415A">
        <w:tc>
          <w:tcPr>
            <w:tcW w:w="1985" w:type="dxa"/>
          </w:tcPr>
          <w:p w14:paraId="6342F781" w14:textId="77777777" w:rsidR="00537225" w:rsidRPr="009C6D57" w:rsidRDefault="00537225" w:rsidP="00A4255D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6D57">
              <w:rPr>
                <w:rFonts w:ascii="Arial" w:hAnsi="Arial" w:cs="Arial"/>
                <w:sz w:val="20"/>
                <w:szCs w:val="20"/>
              </w:rPr>
              <w:t>Address</w:t>
            </w:r>
          </w:p>
        </w:tc>
        <w:tc>
          <w:tcPr>
            <w:tcW w:w="283" w:type="dxa"/>
          </w:tcPr>
          <w:p w14:paraId="1B1E073A" w14:textId="77777777" w:rsidR="00537225" w:rsidRPr="009C6D57" w:rsidRDefault="00537225" w:rsidP="00A4255D">
            <w:pPr>
              <w:pStyle w:val="ListParagraph"/>
              <w:spacing w:after="0" w:line="240" w:lineRule="auto"/>
              <w:ind w:left="0" w:right="9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6D5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936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6A07FD1B" w14:textId="77777777" w:rsidR="00537225" w:rsidRPr="00975BF5" w:rsidRDefault="00537225" w:rsidP="00A4255D">
            <w:pPr>
              <w:pStyle w:val="ListParagraph"/>
              <w:spacing w:after="0" w:line="240" w:lineRule="auto"/>
              <w:ind w:left="0" w:right="-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7225" w:rsidRPr="009C6D57" w14:paraId="24A51517" w14:textId="77777777" w:rsidTr="0097415A">
        <w:tc>
          <w:tcPr>
            <w:tcW w:w="1985" w:type="dxa"/>
          </w:tcPr>
          <w:p w14:paraId="70D2FE08" w14:textId="77777777" w:rsidR="00537225" w:rsidRPr="009C6D57" w:rsidRDefault="00537225" w:rsidP="00A4255D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C6D57">
              <w:rPr>
                <w:rFonts w:ascii="Arial" w:hAnsi="Arial" w:cs="Arial"/>
                <w:i/>
                <w:sz w:val="20"/>
                <w:szCs w:val="20"/>
              </w:rPr>
              <w:t>Contact Number/s</w:t>
            </w:r>
          </w:p>
        </w:tc>
        <w:tc>
          <w:tcPr>
            <w:tcW w:w="283" w:type="dxa"/>
          </w:tcPr>
          <w:p w14:paraId="696879C8" w14:textId="77777777" w:rsidR="00537225" w:rsidRPr="009C6D57" w:rsidRDefault="00537225" w:rsidP="00A4255D">
            <w:pPr>
              <w:pStyle w:val="ListParagraph"/>
              <w:spacing w:after="0" w:line="240" w:lineRule="auto"/>
              <w:ind w:left="0" w:right="9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6D5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814D7AD" w14:textId="77777777" w:rsidR="00537225" w:rsidRPr="00975BF5" w:rsidRDefault="00537225" w:rsidP="00A4255D">
            <w:pPr>
              <w:pStyle w:val="ListParagraph"/>
              <w:spacing w:after="0" w:line="240" w:lineRule="auto"/>
              <w:ind w:left="0" w:right="-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</w:tcPr>
          <w:p w14:paraId="02A308E1" w14:textId="77777777" w:rsidR="00537225" w:rsidRPr="00D30093" w:rsidRDefault="00537225" w:rsidP="00A4255D">
            <w:pPr>
              <w:pStyle w:val="ListParagraph"/>
              <w:spacing w:after="0" w:line="240" w:lineRule="auto"/>
              <w:ind w:left="0" w:right="-20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C6D57">
              <w:rPr>
                <w:rFonts w:ascii="Arial" w:hAnsi="Arial" w:cs="Arial"/>
                <w:i/>
                <w:sz w:val="20"/>
                <w:szCs w:val="20"/>
              </w:rPr>
              <w:t>Email Address</w:t>
            </w:r>
            <w:r>
              <w:rPr>
                <w:rFonts w:ascii="Arial" w:hAnsi="Arial" w:cs="Arial"/>
                <w:i/>
                <w:sz w:val="20"/>
                <w:szCs w:val="20"/>
              </w:rPr>
              <w:t>/es</w:t>
            </w:r>
            <w:r>
              <w:rPr>
                <w:rFonts w:ascii="Arial" w:hAnsi="Arial" w:cs="Arial"/>
                <w:iCs/>
                <w:sz w:val="20"/>
                <w:szCs w:val="20"/>
              </w:rPr>
              <w:t>: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14:paraId="43984AF9" w14:textId="77777777" w:rsidR="00537225" w:rsidRPr="00975BF5" w:rsidRDefault="00537225" w:rsidP="00A4255D">
            <w:pPr>
              <w:pStyle w:val="ListParagraph"/>
              <w:spacing w:after="0" w:line="240" w:lineRule="auto"/>
              <w:ind w:left="0" w:right="-2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537225" w:rsidRPr="00FC0385" w14:paraId="6382E8A7" w14:textId="77777777" w:rsidTr="0097415A">
        <w:tc>
          <w:tcPr>
            <w:tcW w:w="1985" w:type="dxa"/>
          </w:tcPr>
          <w:p w14:paraId="6C26D5AA" w14:textId="77777777" w:rsidR="00537225" w:rsidRPr="003025AA" w:rsidRDefault="00537225" w:rsidP="00A4255D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i/>
                <w:sz w:val="2"/>
                <w:szCs w:val="2"/>
              </w:rPr>
            </w:pPr>
          </w:p>
        </w:tc>
        <w:tc>
          <w:tcPr>
            <w:tcW w:w="283" w:type="dxa"/>
          </w:tcPr>
          <w:p w14:paraId="28DFD172" w14:textId="77777777" w:rsidR="00537225" w:rsidRPr="003025AA" w:rsidRDefault="00537225" w:rsidP="00A4255D">
            <w:pPr>
              <w:pStyle w:val="ListParagraph"/>
              <w:spacing w:after="0" w:line="240" w:lineRule="auto"/>
              <w:ind w:left="0" w:right="981"/>
              <w:jc w:val="both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936" w:type="dxa"/>
            <w:gridSpan w:val="7"/>
          </w:tcPr>
          <w:p w14:paraId="2D72D177" w14:textId="77777777" w:rsidR="00537225" w:rsidRPr="00FC0385" w:rsidRDefault="00537225" w:rsidP="00A4255D">
            <w:pPr>
              <w:pStyle w:val="ListParagraph"/>
              <w:spacing w:after="0" w:line="240" w:lineRule="auto"/>
              <w:ind w:left="0" w:right="-20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  <w:tr w:rsidR="00537225" w:rsidRPr="009C6D57" w14:paraId="0B6B1452" w14:textId="77777777" w:rsidTr="0097415A">
        <w:tc>
          <w:tcPr>
            <w:tcW w:w="1985" w:type="dxa"/>
            <w:vMerge w:val="restart"/>
          </w:tcPr>
          <w:p w14:paraId="77DF21A0" w14:textId="77777777" w:rsidR="00537225" w:rsidRPr="009C6D57" w:rsidRDefault="00537225" w:rsidP="00A4255D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6D57">
              <w:rPr>
                <w:rFonts w:ascii="Arial" w:hAnsi="Arial" w:cs="Arial"/>
                <w:i/>
                <w:sz w:val="20"/>
                <w:szCs w:val="20"/>
              </w:rPr>
              <w:t>Type of Application</w:t>
            </w:r>
          </w:p>
        </w:tc>
        <w:tc>
          <w:tcPr>
            <w:tcW w:w="283" w:type="dxa"/>
            <w:vMerge w:val="restart"/>
          </w:tcPr>
          <w:p w14:paraId="6D184480" w14:textId="77777777" w:rsidR="00537225" w:rsidRPr="009C6D57" w:rsidRDefault="00537225" w:rsidP="00A4255D">
            <w:pPr>
              <w:pStyle w:val="ListParagraph"/>
              <w:spacing w:after="0" w:line="240" w:lineRule="auto"/>
              <w:ind w:left="0" w:right="9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6D5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81" w:type="dxa"/>
            <w:gridSpan w:val="5"/>
          </w:tcPr>
          <w:p w14:paraId="0702B25A" w14:textId="74D3A02F" w:rsidR="00537225" w:rsidRPr="009C6D57" w:rsidRDefault="00550BE9" w:rsidP="00A4255D">
            <w:pPr>
              <w:pStyle w:val="ListParagraph"/>
              <w:spacing w:after="0" w:line="240" w:lineRule="auto"/>
              <w:ind w:left="-104" w:right="30"/>
              <w:jc w:val="both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-2018686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7225" w:rsidRPr="00F85462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537225" w:rsidRPr="00F8546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37225" w:rsidRPr="00F85462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Certification of </w:t>
            </w:r>
            <w:r w:rsidR="00537225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Science</w:t>
            </w:r>
            <w:r w:rsidR="00537225" w:rsidRPr="00F85462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Foundation</w:t>
            </w:r>
          </w:p>
        </w:tc>
        <w:tc>
          <w:tcPr>
            <w:tcW w:w="4255" w:type="dxa"/>
            <w:gridSpan w:val="2"/>
          </w:tcPr>
          <w:p w14:paraId="2255C622" w14:textId="383377CA" w:rsidR="00537225" w:rsidRPr="009C6D57" w:rsidRDefault="00550BE9" w:rsidP="00975BF5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b/>
                <w:i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683016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53CD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537225" w:rsidRPr="009C6D5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3722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37225" w:rsidRPr="00537225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Certification of Specific R&amp;D Project</w:t>
            </w:r>
          </w:p>
        </w:tc>
      </w:tr>
      <w:tr w:rsidR="0097415A" w:rsidRPr="009C6D57" w14:paraId="76DF7734" w14:textId="77777777" w:rsidTr="0097415A">
        <w:trPr>
          <w:trHeight w:val="154"/>
        </w:trPr>
        <w:tc>
          <w:tcPr>
            <w:tcW w:w="1985" w:type="dxa"/>
            <w:vMerge/>
          </w:tcPr>
          <w:p w14:paraId="25F74A09" w14:textId="77777777" w:rsidR="0097415A" w:rsidRPr="009C6D57" w:rsidRDefault="0097415A" w:rsidP="006D48DF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14:paraId="1ADFF03F" w14:textId="77777777" w:rsidR="0097415A" w:rsidRPr="009C6D57" w:rsidRDefault="0097415A" w:rsidP="006D48DF">
            <w:pPr>
              <w:pStyle w:val="ListParagraph"/>
              <w:spacing w:after="0" w:line="240" w:lineRule="auto"/>
              <w:ind w:left="0" w:right="98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36" w:type="dxa"/>
            <w:gridSpan w:val="7"/>
          </w:tcPr>
          <w:p w14:paraId="18868BFD" w14:textId="79462183" w:rsidR="0097415A" w:rsidRPr="003025AA" w:rsidRDefault="0097415A" w:rsidP="006D48DF">
            <w:pPr>
              <w:pStyle w:val="ListParagraph"/>
              <w:spacing w:after="0" w:line="240" w:lineRule="auto"/>
              <w:ind w:left="0" w:right="-513"/>
              <w:rPr>
                <w:rFonts w:ascii="Arial" w:hAnsi="Arial" w:cs="Arial"/>
                <w:bCs/>
                <w:sz w:val="20"/>
                <w:szCs w:val="20"/>
              </w:rPr>
            </w:pPr>
            <w:r w:rsidRPr="00F85462">
              <w:rPr>
                <w:rFonts w:ascii="Arial" w:hAnsi="Arial" w:cs="Arial"/>
                <w:bCs/>
                <w:sz w:val="20"/>
                <w:szCs w:val="20"/>
              </w:rPr>
              <w:t xml:space="preserve">   </w:t>
            </w: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-1845463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85462"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Pr="00F85462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Initial Application</w:t>
            </w:r>
          </w:p>
        </w:tc>
      </w:tr>
      <w:tr w:rsidR="0097415A" w:rsidRPr="006D48DF" w14:paraId="44B15588" w14:textId="77777777" w:rsidTr="0097415A">
        <w:trPr>
          <w:trHeight w:val="140"/>
        </w:trPr>
        <w:tc>
          <w:tcPr>
            <w:tcW w:w="1985" w:type="dxa"/>
          </w:tcPr>
          <w:p w14:paraId="0469AC45" w14:textId="77777777" w:rsidR="0097415A" w:rsidRPr="006D48DF" w:rsidRDefault="0097415A" w:rsidP="006D48D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i/>
                <w:sz w:val="2"/>
                <w:szCs w:val="20"/>
              </w:rPr>
            </w:pPr>
          </w:p>
        </w:tc>
        <w:tc>
          <w:tcPr>
            <w:tcW w:w="283" w:type="dxa"/>
          </w:tcPr>
          <w:p w14:paraId="650286FD" w14:textId="77777777" w:rsidR="0097415A" w:rsidRPr="006D48DF" w:rsidRDefault="0097415A" w:rsidP="006D48DF">
            <w:pPr>
              <w:pStyle w:val="ListParagraph"/>
              <w:spacing w:after="0" w:line="240" w:lineRule="auto"/>
              <w:ind w:left="0" w:right="981"/>
              <w:rPr>
                <w:rFonts w:ascii="Arial" w:hAnsi="Arial" w:cs="Arial"/>
                <w:sz w:val="2"/>
                <w:szCs w:val="20"/>
              </w:rPr>
            </w:pPr>
          </w:p>
        </w:tc>
        <w:tc>
          <w:tcPr>
            <w:tcW w:w="8936" w:type="dxa"/>
            <w:gridSpan w:val="7"/>
          </w:tcPr>
          <w:p w14:paraId="107BE451" w14:textId="77777777" w:rsidR="0097415A" w:rsidRPr="006D48DF" w:rsidRDefault="0097415A" w:rsidP="006D48DF">
            <w:pPr>
              <w:pStyle w:val="ListParagraph"/>
              <w:spacing w:after="0" w:line="240" w:lineRule="auto"/>
              <w:ind w:left="0" w:right="-513"/>
              <w:rPr>
                <w:rFonts w:ascii="Arial" w:hAnsi="Arial" w:cs="Arial"/>
                <w:bCs/>
                <w:iCs/>
                <w:sz w:val="2"/>
                <w:szCs w:val="20"/>
              </w:rPr>
            </w:pPr>
          </w:p>
          <w:p w14:paraId="28CF635E" w14:textId="572B77A6" w:rsidR="0097415A" w:rsidRPr="0097415A" w:rsidRDefault="0097415A" w:rsidP="0097415A">
            <w:pPr>
              <w:pStyle w:val="ListParagraph"/>
              <w:spacing w:after="0" w:line="240" w:lineRule="auto"/>
              <w:ind w:left="0" w:right="-513"/>
              <w:rPr>
                <w:rFonts w:ascii="Arial" w:hAnsi="Arial" w:cs="Arial"/>
                <w:bCs/>
                <w:sz w:val="2"/>
                <w:szCs w:val="20"/>
              </w:rPr>
            </w:pPr>
            <w:r>
              <w:rPr>
                <w:rFonts w:ascii="Arial" w:eastAsia="MS Gothic" w:hAnsi="Arial" w:cs="Arial"/>
                <w:bCs/>
                <w:sz w:val="20"/>
                <w:szCs w:val="20"/>
              </w:rPr>
              <w:t xml:space="preserve">   </w:t>
            </w:r>
            <w:sdt>
              <w:sdtPr>
                <w:rPr>
                  <w:rFonts w:ascii="Arial" w:eastAsia="MS Gothic" w:hAnsi="Arial" w:cs="Arial"/>
                  <w:bCs/>
                  <w:sz w:val="20"/>
                  <w:szCs w:val="20"/>
                </w:rPr>
                <w:id w:val="477043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Pr="00F85462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Renewal 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Application</w:t>
            </w:r>
          </w:p>
          <w:p w14:paraId="30804A5B" w14:textId="4C2D6082" w:rsidR="0097415A" w:rsidRPr="006D48DF" w:rsidRDefault="0097415A" w:rsidP="006D48DF">
            <w:pPr>
              <w:pStyle w:val="ListParagraph"/>
              <w:spacing w:after="0" w:line="240" w:lineRule="auto"/>
              <w:ind w:left="0" w:right="-513"/>
              <w:rPr>
                <w:rFonts w:ascii="Arial" w:hAnsi="Arial" w:cs="Arial"/>
                <w:bCs/>
                <w:sz w:val="2"/>
                <w:szCs w:val="20"/>
              </w:rPr>
            </w:pPr>
          </w:p>
        </w:tc>
      </w:tr>
      <w:tr w:rsidR="006D48DF" w:rsidRPr="009C6D57" w14:paraId="0C4CE985" w14:textId="77777777" w:rsidTr="0097415A">
        <w:trPr>
          <w:trHeight w:val="127"/>
        </w:trPr>
        <w:tc>
          <w:tcPr>
            <w:tcW w:w="1985" w:type="dxa"/>
          </w:tcPr>
          <w:p w14:paraId="33A7B572" w14:textId="77777777" w:rsidR="006D48DF" w:rsidRPr="009C6D57" w:rsidRDefault="006D48DF" w:rsidP="006D48D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83" w:type="dxa"/>
          </w:tcPr>
          <w:p w14:paraId="43E8AC0F" w14:textId="77777777" w:rsidR="006D48DF" w:rsidRPr="009C6D57" w:rsidRDefault="006D48DF" w:rsidP="006D48DF">
            <w:pPr>
              <w:pStyle w:val="ListParagraph"/>
              <w:spacing w:after="0" w:line="240" w:lineRule="auto"/>
              <w:ind w:left="0" w:right="98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2" w:type="dxa"/>
            <w:gridSpan w:val="2"/>
          </w:tcPr>
          <w:p w14:paraId="501D8687" w14:textId="19BDA85E" w:rsidR="006D48DF" w:rsidRPr="00F85462" w:rsidRDefault="0097415A" w:rsidP="006D48DF">
            <w:pPr>
              <w:pStyle w:val="ListParagraph"/>
              <w:spacing w:after="0" w:line="240" w:lineRule="auto"/>
              <w:ind w:left="0" w:right="-513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</w:t>
            </w:r>
            <w:r w:rsidRPr="0097415A">
              <w:rPr>
                <w:rFonts w:ascii="Arial" w:hAnsi="Arial" w:cs="Arial"/>
                <w:bCs/>
                <w:sz w:val="20"/>
                <w:szCs w:val="20"/>
              </w:rPr>
              <w:t>DOST Certification No.:</w:t>
            </w:r>
          </w:p>
        </w:tc>
        <w:tc>
          <w:tcPr>
            <w:tcW w:w="2554" w:type="dxa"/>
            <w:gridSpan w:val="4"/>
            <w:tcBorders>
              <w:bottom w:val="single" w:sz="4" w:space="0" w:color="auto"/>
            </w:tcBorders>
          </w:tcPr>
          <w:p w14:paraId="26825456" w14:textId="77777777" w:rsidR="006D48DF" w:rsidRPr="00975BF5" w:rsidRDefault="006D48DF" w:rsidP="006D48DF">
            <w:pPr>
              <w:pStyle w:val="ListParagraph"/>
              <w:spacing w:after="0" w:line="240" w:lineRule="auto"/>
              <w:ind w:left="0" w:right="-5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90" w:type="dxa"/>
          </w:tcPr>
          <w:p w14:paraId="17BEC309" w14:textId="76E767B4" w:rsidR="006D48DF" w:rsidRPr="003025AA" w:rsidRDefault="006D48DF" w:rsidP="006D48DF">
            <w:pPr>
              <w:pStyle w:val="ListParagraph"/>
              <w:spacing w:after="0" w:line="240" w:lineRule="auto"/>
              <w:ind w:left="0" w:right="-5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37225" w:rsidRPr="009F1BB9" w14:paraId="1BAB2670" w14:textId="77777777" w:rsidTr="0097415A">
        <w:tc>
          <w:tcPr>
            <w:tcW w:w="1985" w:type="dxa"/>
          </w:tcPr>
          <w:p w14:paraId="75ED0B2F" w14:textId="77777777" w:rsidR="00537225" w:rsidRPr="009F1BB9" w:rsidRDefault="00537225" w:rsidP="00A4255D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58" w:type="dxa"/>
            <w:gridSpan w:val="2"/>
          </w:tcPr>
          <w:p w14:paraId="21D30FAC" w14:textId="77777777" w:rsidR="00537225" w:rsidRPr="009F1BB9" w:rsidRDefault="00537225" w:rsidP="00A4255D">
            <w:pPr>
              <w:pStyle w:val="ListParagraph"/>
              <w:spacing w:after="0" w:line="240" w:lineRule="auto"/>
              <w:ind w:left="0" w:right="981"/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58" w:type="dxa"/>
            <w:gridSpan w:val="2"/>
          </w:tcPr>
          <w:p w14:paraId="390D0E3B" w14:textId="77777777" w:rsidR="00537225" w:rsidRPr="009F1BB9" w:rsidRDefault="00537225" w:rsidP="00A4255D">
            <w:pPr>
              <w:pStyle w:val="ListParagraph"/>
              <w:spacing w:after="0" w:line="240" w:lineRule="auto"/>
              <w:ind w:left="-127" w:right="-513"/>
              <w:jc w:val="both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6103" w:type="dxa"/>
            <w:gridSpan w:val="4"/>
            <w:vAlign w:val="bottom"/>
          </w:tcPr>
          <w:p w14:paraId="44E7B19E" w14:textId="77777777" w:rsidR="00537225" w:rsidRPr="009F1BB9" w:rsidRDefault="00537225" w:rsidP="00A4255D">
            <w:pPr>
              <w:pStyle w:val="ListParagraph"/>
              <w:spacing w:after="0" w:line="240" w:lineRule="auto"/>
              <w:ind w:left="0" w:right="-513"/>
              <w:rPr>
                <w:rFonts w:ascii="Arial" w:hAnsi="Arial" w:cs="Arial"/>
                <w:bCs/>
                <w:sz w:val="8"/>
                <w:szCs w:val="8"/>
              </w:rPr>
            </w:pPr>
          </w:p>
        </w:tc>
      </w:tr>
    </w:tbl>
    <w:p w14:paraId="0AD86843" w14:textId="77777777" w:rsidR="00022B9C" w:rsidRPr="004536BD" w:rsidRDefault="00022B9C" w:rsidP="00022B9C">
      <w:pPr>
        <w:pStyle w:val="ListParagraph"/>
        <w:spacing w:after="0" w:line="240" w:lineRule="auto"/>
        <w:ind w:left="-142"/>
        <w:rPr>
          <w:rFonts w:ascii="Arial" w:hAnsi="Arial" w:cs="Arial"/>
          <w:b/>
          <w:bCs/>
          <w:iCs/>
          <w:sz w:val="16"/>
        </w:rPr>
      </w:pPr>
    </w:p>
    <w:p w14:paraId="6D4958F0" w14:textId="4D59FA10" w:rsidR="00261AFC" w:rsidRDefault="00336ADE" w:rsidP="00A62E0B">
      <w:pPr>
        <w:pStyle w:val="ListParagraph"/>
        <w:numPr>
          <w:ilvl w:val="0"/>
          <w:numId w:val="3"/>
        </w:numPr>
        <w:spacing w:after="0" w:line="240" w:lineRule="auto"/>
        <w:ind w:left="-142" w:hanging="270"/>
        <w:rPr>
          <w:rFonts w:ascii="Arial" w:hAnsi="Arial" w:cs="Arial"/>
          <w:b/>
          <w:bCs/>
          <w:i/>
          <w:iCs/>
          <w:sz w:val="20"/>
        </w:rPr>
      </w:pPr>
      <w:r w:rsidRPr="00261AFC">
        <w:rPr>
          <w:rFonts w:ascii="Arial" w:hAnsi="Arial" w:cs="Arial"/>
          <w:b/>
          <w:bCs/>
          <w:i/>
          <w:iCs/>
          <w:sz w:val="20"/>
        </w:rPr>
        <w:t xml:space="preserve">GENERAL INFORMATION OF THE PROPOSED S&amp;T PPA / </w:t>
      </w:r>
      <w:bookmarkStart w:id="1" w:name="_Hlk182212539"/>
      <w:r w:rsidRPr="00261AFC">
        <w:rPr>
          <w:rFonts w:ascii="Arial" w:hAnsi="Arial" w:cs="Arial"/>
          <w:b/>
          <w:bCs/>
          <w:i/>
          <w:iCs/>
          <w:sz w:val="20"/>
        </w:rPr>
        <w:t>SPECIFIC R&amp;D PROJECT</w:t>
      </w:r>
      <w:bookmarkEnd w:id="1"/>
    </w:p>
    <w:p w14:paraId="5ED5000A" w14:textId="77777777" w:rsidR="004B38EC" w:rsidRPr="00336ADE" w:rsidRDefault="004B38EC" w:rsidP="004B38EC">
      <w:pPr>
        <w:pStyle w:val="ListParagraph"/>
        <w:spacing w:after="0" w:line="240" w:lineRule="auto"/>
        <w:ind w:left="-142"/>
        <w:rPr>
          <w:rFonts w:ascii="Arial" w:hAnsi="Arial" w:cs="Arial"/>
          <w:b/>
          <w:bCs/>
          <w:iCs/>
          <w:sz w:val="10"/>
          <w:szCs w:val="6"/>
        </w:rPr>
      </w:pPr>
    </w:p>
    <w:tbl>
      <w:tblPr>
        <w:tblStyle w:val="TableGrid"/>
        <w:tblW w:w="11199" w:type="dxa"/>
        <w:tblInd w:w="-431" w:type="dxa"/>
        <w:tblLook w:val="04A0" w:firstRow="1" w:lastRow="0" w:firstColumn="1" w:lastColumn="0" w:noHBand="0" w:noVBand="1"/>
      </w:tblPr>
      <w:tblGrid>
        <w:gridCol w:w="289"/>
        <w:gridCol w:w="3119"/>
        <w:gridCol w:w="658"/>
        <w:gridCol w:w="1657"/>
        <w:gridCol w:w="209"/>
        <w:gridCol w:w="41"/>
        <w:gridCol w:w="270"/>
        <w:gridCol w:w="425"/>
        <w:gridCol w:w="1510"/>
        <w:gridCol w:w="1325"/>
        <w:gridCol w:w="1655"/>
        <w:gridCol w:w="27"/>
        <w:gridCol w:w="14"/>
      </w:tblGrid>
      <w:tr w:rsidR="004B38EC" w:rsidRPr="009C6D57" w14:paraId="67128036" w14:textId="4F72BDC8" w:rsidTr="00140833">
        <w:trPr>
          <w:gridAfter w:val="2"/>
          <w:wAfter w:w="41" w:type="dxa"/>
          <w:trHeight w:val="397"/>
        </w:trPr>
        <w:tc>
          <w:tcPr>
            <w:tcW w:w="406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E367D1" w14:textId="1158AE5D" w:rsidR="004B38EC" w:rsidRPr="008917C9" w:rsidRDefault="004B38EC" w:rsidP="00ED538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88" w:right="-513" w:hanging="299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2" w:name="_Hlk140567146"/>
            <w:r w:rsidRPr="008917C9">
              <w:rPr>
                <w:rFonts w:ascii="Arial" w:hAnsi="Arial" w:cs="Arial"/>
                <w:i/>
                <w:sz w:val="20"/>
                <w:szCs w:val="20"/>
              </w:rPr>
              <w:t xml:space="preserve">S&amp;T </w:t>
            </w:r>
            <w:r w:rsidRPr="008917C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PPA / Specific R&amp;D Project </w:t>
            </w:r>
            <w:r w:rsidRPr="008917C9">
              <w:rPr>
                <w:rFonts w:ascii="Arial" w:hAnsi="Arial" w:cs="Arial"/>
                <w:sz w:val="20"/>
                <w:szCs w:val="20"/>
              </w:rPr>
              <w:t>Title</w:t>
            </w:r>
            <w:bookmarkEnd w:id="2"/>
            <w:r w:rsidRPr="008917C9">
              <w:rPr>
                <w:rFonts w:ascii="Arial" w:hAnsi="Arial" w:cs="Arial"/>
                <w:i/>
                <w:sz w:val="20"/>
                <w:szCs w:val="20"/>
              </w:rPr>
              <w:t>:</w:t>
            </w:r>
            <w:r w:rsidRPr="008917C9">
              <w:rPr>
                <w:rFonts w:ascii="Arial" w:hAnsi="Arial" w:cs="Arial"/>
                <w:sz w:val="20"/>
                <w:szCs w:val="20"/>
                <w:lang w:val="id-ID"/>
              </w:rPr>
              <w:t xml:space="preserve"> </w:t>
            </w:r>
          </w:p>
        </w:tc>
        <w:tc>
          <w:tcPr>
            <w:tcW w:w="7092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14:paraId="51ADE695" w14:textId="77777777" w:rsidR="004B38EC" w:rsidRDefault="004B38EC" w:rsidP="004B38EC">
            <w:pPr>
              <w:ind w:right="-513"/>
              <w:jc w:val="both"/>
              <w:rPr>
                <w:b/>
                <w:sz w:val="20"/>
                <w:szCs w:val="20"/>
              </w:rPr>
            </w:pPr>
          </w:p>
          <w:p w14:paraId="7FE78FCC" w14:textId="36576441" w:rsidR="00140833" w:rsidRPr="004B38EC" w:rsidRDefault="00140833" w:rsidP="004B38EC">
            <w:pPr>
              <w:ind w:right="-513"/>
              <w:jc w:val="both"/>
              <w:rPr>
                <w:b/>
                <w:sz w:val="20"/>
                <w:szCs w:val="20"/>
              </w:rPr>
            </w:pPr>
          </w:p>
        </w:tc>
      </w:tr>
      <w:tr w:rsidR="00022B9C" w:rsidRPr="00BF154B" w14:paraId="108D06A6" w14:textId="77777777" w:rsidTr="009725C3">
        <w:trPr>
          <w:gridAfter w:val="2"/>
          <w:wAfter w:w="41" w:type="dxa"/>
          <w:trHeight w:val="264"/>
        </w:trPr>
        <w:tc>
          <w:tcPr>
            <w:tcW w:w="1115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250065" w14:textId="1C25D8AA" w:rsidR="00022B9C" w:rsidRPr="006D48DF" w:rsidRDefault="006D48DF" w:rsidP="009725C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88" w:right="132" w:hanging="299"/>
              <w:rPr>
                <w:rFonts w:ascii="Arial" w:hAnsi="Arial" w:cs="Arial"/>
                <w:sz w:val="20"/>
                <w:szCs w:val="20"/>
              </w:rPr>
            </w:pPr>
            <w:r w:rsidRPr="006D48DF">
              <w:rPr>
                <w:rFonts w:ascii="Arial" w:hAnsi="Arial" w:cs="Arial"/>
                <w:sz w:val="20"/>
                <w:szCs w:val="20"/>
              </w:rPr>
              <w:t xml:space="preserve">Science </w:t>
            </w:r>
            <w:r w:rsidR="00537225" w:rsidRPr="006D48DF">
              <w:rPr>
                <w:rFonts w:ascii="Arial" w:hAnsi="Arial" w:cs="Arial"/>
                <w:sz w:val="20"/>
                <w:szCs w:val="20"/>
              </w:rPr>
              <w:t>Sector</w:t>
            </w:r>
            <w:r w:rsidR="00022B9C" w:rsidRPr="006D48DF">
              <w:rPr>
                <w:rFonts w:ascii="Arial" w:hAnsi="Arial" w:cs="Arial"/>
                <w:sz w:val="20"/>
                <w:szCs w:val="20"/>
                <w:lang w:val="id-ID"/>
              </w:rPr>
              <w:t>:</w:t>
            </w:r>
          </w:p>
        </w:tc>
      </w:tr>
      <w:tr w:rsidR="00ED5385" w:rsidRPr="00022B9C" w14:paraId="610581C1" w14:textId="77777777" w:rsidTr="003C3FEA">
        <w:trPr>
          <w:gridAfter w:val="2"/>
          <w:wAfter w:w="41" w:type="dxa"/>
          <w:trHeight w:val="1109"/>
        </w:trPr>
        <w:tc>
          <w:tcPr>
            <w:tcW w:w="59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D44CDC6" w14:textId="77777777" w:rsidR="00022B9C" w:rsidRPr="00022B9C" w:rsidRDefault="00550BE9" w:rsidP="00022B9C">
            <w:pPr>
              <w:pStyle w:val="ListParagraph"/>
              <w:spacing w:after="0" w:line="240" w:lineRule="auto"/>
              <w:ind w:left="31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  <w:lang w:val="id-ID"/>
                </w:rPr>
                <w:id w:val="-542433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2B9C" w:rsidRPr="00022B9C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id-ID"/>
                  </w:rPr>
                  <w:t>☐</w:t>
                </w:r>
              </w:sdtContent>
            </w:sdt>
            <w:r w:rsidR="00022B9C" w:rsidRPr="00022B9C">
              <w:rPr>
                <w:rFonts w:ascii="Arial" w:hAnsi="Arial" w:cs="Arial"/>
                <w:sz w:val="20"/>
                <w:szCs w:val="20"/>
                <w:lang w:val="en-PH"/>
              </w:rPr>
              <w:t xml:space="preserve"> </w:t>
            </w:r>
            <w:r w:rsidR="00022B9C" w:rsidRPr="00022B9C">
              <w:rPr>
                <w:rFonts w:ascii="Arial" w:hAnsi="Arial" w:cs="Arial"/>
                <w:i/>
                <w:sz w:val="20"/>
                <w:szCs w:val="20"/>
              </w:rPr>
              <w:t xml:space="preserve">Natural </w:t>
            </w:r>
            <w:r w:rsidR="00022B9C" w:rsidRPr="00022B9C">
              <w:rPr>
                <w:rFonts w:ascii="Arial" w:hAnsi="Arial" w:cs="Arial"/>
                <w:sz w:val="20"/>
                <w:szCs w:val="20"/>
              </w:rPr>
              <w:t xml:space="preserve">Sciences </w:t>
            </w:r>
          </w:p>
          <w:p w14:paraId="2396D2A3" w14:textId="77777777" w:rsidR="00022B9C" w:rsidRPr="00022B9C" w:rsidRDefault="00550BE9" w:rsidP="00022B9C">
            <w:pPr>
              <w:pStyle w:val="ListParagraph"/>
              <w:spacing w:after="0" w:line="240" w:lineRule="auto"/>
              <w:ind w:left="315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MS Gothic" w:eastAsia="MS Gothic" w:hAnsi="MS Gothic" w:cs="Arial"/>
                  <w:b/>
                  <w:sz w:val="20"/>
                  <w:szCs w:val="20"/>
                  <w:lang w:val="en-PH"/>
                </w:rPr>
                <w:id w:val="330023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2B9C" w:rsidRPr="00022B9C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PH"/>
                  </w:rPr>
                  <w:t>☐</w:t>
                </w:r>
              </w:sdtContent>
            </w:sdt>
            <w:r w:rsidR="00022B9C" w:rsidRPr="00022B9C">
              <w:rPr>
                <w:rFonts w:ascii="Arial" w:hAnsi="Arial" w:cs="Arial"/>
                <w:sz w:val="20"/>
                <w:szCs w:val="20"/>
                <w:lang w:val="en-PH"/>
              </w:rPr>
              <w:t xml:space="preserve"> </w:t>
            </w:r>
            <w:r w:rsidR="00022B9C" w:rsidRPr="00022B9C">
              <w:rPr>
                <w:rFonts w:ascii="Arial" w:hAnsi="Arial" w:cs="Arial"/>
                <w:i/>
                <w:sz w:val="20"/>
                <w:szCs w:val="20"/>
              </w:rPr>
              <w:t>Health Research and Development</w:t>
            </w:r>
          </w:p>
          <w:p w14:paraId="6C1B8969" w14:textId="77777777" w:rsidR="00022B9C" w:rsidRPr="00022B9C" w:rsidRDefault="00550BE9" w:rsidP="00022B9C">
            <w:pPr>
              <w:pStyle w:val="ListParagraph"/>
              <w:spacing w:after="0" w:line="240" w:lineRule="auto"/>
              <w:ind w:left="315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  <w:lang w:val="en-PH"/>
                </w:rPr>
                <w:id w:val="1485051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2B9C" w:rsidRPr="00022B9C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  <w:lang w:val="en-PH"/>
                  </w:rPr>
                  <w:t>☐</w:t>
                </w:r>
              </w:sdtContent>
            </w:sdt>
            <w:r w:rsidR="00022B9C" w:rsidRPr="00022B9C">
              <w:rPr>
                <w:rFonts w:ascii="Arial" w:hAnsi="Arial" w:cs="Arial"/>
                <w:b/>
                <w:sz w:val="20"/>
                <w:szCs w:val="20"/>
                <w:lang w:val="en-PH"/>
              </w:rPr>
              <w:t xml:space="preserve"> </w:t>
            </w:r>
            <w:r w:rsidR="00022B9C" w:rsidRPr="00022B9C">
              <w:rPr>
                <w:rFonts w:ascii="Arial" w:hAnsi="Arial" w:cs="Arial"/>
                <w:bCs/>
                <w:i/>
                <w:sz w:val="20"/>
                <w:szCs w:val="20"/>
              </w:rPr>
              <w:t>Agriculture, Aquatic, and Natural Resources (AANR)</w:t>
            </w:r>
          </w:p>
          <w:p w14:paraId="20F49605" w14:textId="06BCFA0C" w:rsidR="00022B9C" w:rsidRPr="00022B9C" w:rsidRDefault="00550BE9" w:rsidP="00022B9C">
            <w:pPr>
              <w:ind w:left="315"/>
              <w:rPr>
                <w:i/>
                <w:color w:val="auto"/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b/>
                  <w:color w:val="auto"/>
                  <w:sz w:val="20"/>
                  <w:szCs w:val="20"/>
                </w:rPr>
                <w:id w:val="-1171244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2B9C" w:rsidRPr="00022B9C">
                  <w:rPr>
                    <w:rFonts w:ascii="MS Gothic" w:eastAsia="MS Gothic" w:hAnsi="MS Gothic" w:hint="eastAsia"/>
                    <w:b/>
                    <w:color w:val="auto"/>
                    <w:sz w:val="20"/>
                    <w:szCs w:val="20"/>
                  </w:rPr>
                  <w:t>☐</w:t>
                </w:r>
              </w:sdtContent>
            </w:sdt>
            <w:r w:rsidR="00022B9C">
              <w:rPr>
                <w:rFonts w:ascii="MS Gothic" w:eastAsia="MS Gothic" w:hAnsi="MS Gothic"/>
                <w:b/>
                <w:color w:val="auto"/>
                <w:sz w:val="20"/>
                <w:szCs w:val="20"/>
              </w:rPr>
              <w:t xml:space="preserve"> </w:t>
            </w:r>
            <w:r w:rsidR="00022B9C" w:rsidRPr="00022B9C">
              <w:rPr>
                <w:rFonts w:eastAsia="Calibri"/>
                <w:i/>
                <w:color w:val="auto"/>
                <w:sz w:val="20"/>
                <w:szCs w:val="20"/>
                <w:lang w:val="en-PH"/>
              </w:rPr>
              <w:t xml:space="preserve">Disaster Risk Reduction and Climate Change </w:t>
            </w:r>
            <w:r w:rsidR="00022B9C" w:rsidRPr="00022B9C">
              <w:rPr>
                <w:i/>
                <w:color w:val="auto"/>
                <w:sz w:val="20"/>
                <w:szCs w:val="20"/>
                <w:lang w:val="en-PH"/>
              </w:rPr>
              <w:t>Adaptation</w:t>
            </w:r>
            <w:r w:rsidR="00022B9C" w:rsidRPr="00022B9C">
              <w:rPr>
                <w:i/>
                <w:color w:val="auto"/>
                <w:sz w:val="20"/>
                <w:szCs w:val="20"/>
              </w:rPr>
              <w:t xml:space="preserve">  </w:t>
            </w:r>
          </w:p>
        </w:tc>
        <w:tc>
          <w:tcPr>
            <w:tcW w:w="522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22C0C44" w14:textId="08BA9DA6" w:rsidR="00022B9C" w:rsidRPr="00022B9C" w:rsidRDefault="00550BE9" w:rsidP="00A4255D">
            <w:pPr>
              <w:ind w:left="-22" w:right="-10"/>
              <w:rPr>
                <w:i/>
                <w:color w:val="auto"/>
                <w:sz w:val="20"/>
                <w:szCs w:val="20"/>
              </w:rPr>
            </w:pPr>
            <w:sdt>
              <w:sdtPr>
                <w:rPr>
                  <w:b/>
                  <w:color w:val="auto"/>
                  <w:sz w:val="20"/>
                  <w:szCs w:val="20"/>
                  <w:lang w:val="en-PH"/>
                </w:rPr>
                <w:id w:val="-133942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2B9C" w:rsidRPr="00022B9C">
                  <w:rPr>
                    <w:rFonts w:ascii="MS Gothic" w:eastAsia="MS Gothic" w:hAnsi="MS Gothic" w:hint="eastAsia"/>
                    <w:b/>
                    <w:color w:val="auto"/>
                    <w:sz w:val="20"/>
                    <w:szCs w:val="20"/>
                    <w:lang w:val="en-PH"/>
                  </w:rPr>
                  <w:t>☐</w:t>
                </w:r>
              </w:sdtContent>
            </w:sdt>
            <w:r w:rsidR="00022B9C" w:rsidRPr="00022B9C">
              <w:rPr>
                <w:color w:val="auto"/>
                <w:sz w:val="20"/>
                <w:szCs w:val="20"/>
                <w:lang w:val="en-PH"/>
              </w:rPr>
              <w:t xml:space="preserve">   </w:t>
            </w:r>
            <w:r w:rsidR="00022B9C" w:rsidRPr="00022B9C">
              <w:rPr>
                <w:i/>
                <w:color w:val="auto"/>
                <w:sz w:val="20"/>
                <w:szCs w:val="20"/>
              </w:rPr>
              <w:t xml:space="preserve">Industry, Energy, Engineering, and Emerging </w:t>
            </w:r>
          </w:p>
          <w:p w14:paraId="4EDF6D5C" w14:textId="467C2097" w:rsidR="00022B9C" w:rsidRPr="00022B9C" w:rsidRDefault="00022B9C" w:rsidP="00A4255D">
            <w:pPr>
              <w:ind w:left="-22" w:right="-10"/>
              <w:rPr>
                <w:i/>
                <w:color w:val="auto"/>
                <w:sz w:val="20"/>
                <w:szCs w:val="20"/>
              </w:rPr>
            </w:pPr>
            <w:r w:rsidRPr="00022B9C">
              <w:rPr>
                <w:rFonts w:ascii="MS Gothic" w:eastAsia="MS Gothic" w:hAnsi="MS Gothic" w:hint="eastAsia"/>
                <w:b/>
                <w:color w:val="auto"/>
                <w:sz w:val="20"/>
                <w:szCs w:val="20"/>
                <w:lang w:val="en-PH"/>
              </w:rPr>
              <w:t xml:space="preserve"> </w:t>
            </w:r>
            <w:r w:rsidRPr="00022B9C">
              <w:rPr>
                <w:rFonts w:ascii="MS Gothic" w:eastAsia="MS Gothic" w:hAnsi="MS Gothic"/>
                <w:b/>
                <w:color w:val="auto"/>
                <w:sz w:val="20"/>
                <w:szCs w:val="20"/>
                <w:lang w:val="en-PH"/>
              </w:rPr>
              <w:t xml:space="preserve">  </w:t>
            </w:r>
            <w:r w:rsidRPr="00022B9C">
              <w:rPr>
                <w:i/>
                <w:color w:val="auto"/>
                <w:sz w:val="20"/>
                <w:szCs w:val="20"/>
              </w:rPr>
              <w:t>Technology</w:t>
            </w:r>
          </w:p>
          <w:p w14:paraId="3BE94E0B" w14:textId="6F366F26" w:rsidR="00022B9C" w:rsidRPr="00022B9C" w:rsidRDefault="00550BE9" w:rsidP="00022B9C">
            <w:pPr>
              <w:rPr>
                <w:i/>
                <w:color w:val="auto"/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b/>
                  <w:color w:val="auto"/>
                  <w:sz w:val="20"/>
                  <w:szCs w:val="20"/>
                </w:rPr>
                <w:id w:val="1056662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2B9C" w:rsidRPr="00022B9C">
                  <w:rPr>
                    <w:rFonts w:ascii="MS Gothic" w:eastAsia="MS Gothic" w:hAnsi="MS Gothic" w:cs="Segoe UI Symbol"/>
                    <w:b/>
                    <w:color w:val="auto"/>
                    <w:sz w:val="20"/>
                    <w:szCs w:val="20"/>
                  </w:rPr>
                  <w:t>☐</w:t>
                </w:r>
              </w:sdtContent>
            </w:sdt>
            <w:r w:rsidR="00022B9C" w:rsidRPr="00022B9C">
              <w:rPr>
                <w:color w:val="auto"/>
                <w:sz w:val="20"/>
                <w:szCs w:val="20"/>
              </w:rPr>
              <w:t xml:space="preserve">  </w:t>
            </w:r>
            <w:r w:rsidR="00022B9C" w:rsidRPr="00022B9C">
              <w:rPr>
                <w:i/>
                <w:color w:val="auto"/>
                <w:sz w:val="20"/>
                <w:szCs w:val="20"/>
              </w:rPr>
              <w:t>Science Communication and Public Engagement</w:t>
            </w:r>
          </w:p>
          <w:p w14:paraId="1D5856C5" w14:textId="378A663D" w:rsidR="00022B9C" w:rsidRPr="00022B9C" w:rsidRDefault="00550BE9" w:rsidP="00A4255D">
            <w:pPr>
              <w:rPr>
                <w:i/>
                <w:color w:val="auto"/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b/>
                  <w:color w:val="auto"/>
                  <w:sz w:val="20"/>
                  <w:szCs w:val="20"/>
                </w:rPr>
                <w:id w:val="-1874073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2B9C" w:rsidRPr="00022B9C">
                  <w:rPr>
                    <w:rFonts w:ascii="MS Gothic" w:eastAsia="MS Gothic" w:hAnsi="MS Gothic" w:cs="Segoe UI Symbol"/>
                    <w:b/>
                    <w:color w:val="auto"/>
                    <w:sz w:val="20"/>
                    <w:szCs w:val="20"/>
                  </w:rPr>
                  <w:t>☐</w:t>
                </w:r>
              </w:sdtContent>
            </w:sdt>
            <w:r w:rsidR="00022B9C" w:rsidRPr="00022B9C">
              <w:rPr>
                <w:color w:val="auto"/>
                <w:sz w:val="20"/>
                <w:szCs w:val="20"/>
              </w:rPr>
              <w:t xml:space="preserve">  </w:t>
            </w:r>
            <w:r w:rsidR="00022B9C" w:rsidRPr="00022B9C">
              <w:rPr>
                <w:i/>
                <w:color w:val="auto"/>
                <w:sz w:val="20"/>
                <w:szCs w:val="20"/>
                <w:lang w:val="en-PH"/>
              </w:rPr>
              <w:t>S</w:t>
            </w:r>
            <w:r w:rsidR="00022B9C" w:rsidRPr="00022B9C">
              <w:rPr>
                <w:i/>
                <w:color w:val="auto"/>
                <w:sz w:val="20"/>
                <w:szCs w:val="20"/>
              </w:rPr>
              <w:t>ocial Science &amp; Humanities</w:t>
            </w:r>
          </w:p>
        </w:tc>
      </w:tr>
      <w:tr w:rsidR="00022B9C" w:rsidRPr="00BF154B" w14:paraId="79FAF3CF" w14:textId="77777777" w:rsidTr="009725C3">
        <w:trPr>
          <w:gridAfter w:val="2"/>
          <w:wAfter w:w="41" w:type="dxa"/>
          <w:trHeight w:val="307"/>
        </w:trPr>
        <w:tc>
          <w:tcPr>
            <w:tcW w:w="817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4FC02D" w14:textId="63DB15B6" w:rsidR="00022B9C" w:rsidRPr="008917C9" w:rsidRDefault="00022B9C" w:rsidP="009725C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88" w:right="-513" w:hanging="284"/>
              <w:rPr>
                <w:rFonts w:ascii="Arial" w:hAnsi="Arial" w:cs="Arial"/>
                <w:i/>
                <w:sz w:val="20"/>
                <w:szCs w:val="20"/>
              </w:rPr>
            </w:pPr>
            <w:r w:rsidRPr="008917C9">
              <w:rPr>
                <w:rFonts w:ascii="Arial" w:hAnsi="Arial" w:cs="Arial"/>
                <w:sz w:val="20"/>
                <w:szCs w:val="20"/>
              </w:rPr>
              <w:t>S&amp;T Component: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8C49E0" w14:textId="77777777" w:rsidR="00022B9C" w:rsidRDefault="00022B9C" w:rsidP="009725C3">
            <w:pPr>
              <w:rPr>
                <w:rFonts w:eastAsia="Calibri"/>
                <w:b/>
                <w:color w:val="auto"/>
                <w:sz w:val="20"/>
                <w:szCs w:val="20"/>
              </w:rPr>
            </w:pPr>
          </w:p>
        </w:tc>
      </w:tr>
      <w:tr w:rsidR="00022B9C" w:rsidRPr="00B92D3F" w14:paraId="5BA0A213" w14:textId="77777777" w:rsidTr="00424820">
        <w:trPr>
          <w:gridAfter w:val="2"/>
          <w:wAfter w:w="41" w:type="dxa"/>
          <w:trHeight w:val="600"/>
        </w:trPr>
        <w:tc>
          <w:tcPr>
            <w:tcW w:w="34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451C6" w14:textId="77777777" w:rsidR="00424820" w:rsidRDefault="00550BE9" w:rsidP="00B92D3F">
            <w:pPr>
              <w:pStyle w:val="ListParagraph"/>
              <w:spacing w:after="0" w:line="240" w:lineRule="auto"/>
              <w:ind w:left="188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id-ID"/>
                </w:rPr>
                <w:id w:val="-1085912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2B9C" w:rsidRPr="00B92D3F">
                  <w:rPr>
                    <w:rFonts w:ascii="MS Gothic" w:eastAsia="MS Gothic" w:hAnsi="MS Gothic" w:cs="Arial" w:hint="eastAsia"/>
                    <w:sz w:val="20"/>
                    <w:szCs w:val="20"/>
                    <w:lang w:val="id-ID"/>
                  </w:rPr>
                  <w:t>☐</w:t>
                </w:r>
              </w:sdtContent>
            </w:sdt>
            <w:r w:rsidR="00022B9C" w:rsidRPr="00B92D3F">
              <w:rPr>
                <w:rFonts w:ascii="Arial" w:hAnsi="Arial" w:cs="Arial"/>
                <w:sz w:val="20"/>
                <w:szCs w:val="20"/>
                <w:lang w:val="en-PH"/>
              </w:rPr>
              <w:t xml:space="preserve">  </w:t>
            </w:r>
            <w:r w:rsidR="00022B9C" w:rsidRPr="00B92D3F">
              <w:rPr>
                <w:rFonts w:ascii="Arial" w:hAnsi="Arial" w:cs="Arial"/>
                <w:i/>
                <w:sz w:val="20"/>
                <w:szCs w:val="20"/>
              </w:rPr>
              <w:t>R</w:t>
            </w:r>
            <w:r w:rsidR="00B92D3F" w:rsidRPr="00B92D3F">
              <w:rPr>
                <w:rFonts w:ascii="Arial" w:hAnsi="Arial" w:cs="Arial"/>
                <w:i/>
                <w:sz w:val="20"/>
                <w:szCs w:val="20"/>
              </w:rPr>
              <w:t xml:space="preserve">esearch </w:t>
            </w:r>
            <w:r w:rsidR="00022B9C" w:rsidRPr="00B92D3F">
              <w:rPr>
                <w:rFonts w:ascii="Arial" w:hAnsi="Arial" w:cs="Arial"/>
                <w:i/>
                <w:sz w:val="20"/>
                <w:szCs w:val="20"/>
              </w:rPr>
              <w:t>&amp;</w:t>
            </w:r>
            <w:r w:rsidR="00B92D3F" w:rsidRPr="00B92D3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022B9C" w:rsidRPr="00B92D3F">
              <w:rPr>
                <w:rFonts w:ascii="Arial" w:hAnsi="Arial" w:cs="Arial"/>
                <w:i/>
                <w:sz w:val="20"/>
                <w:szCs w:val="20"/>
              </w:rPr>
              <w:t>D</w:t>
            </w:r>
            <w:r w:rsidR="00B92D3F" w:rsidRPr="00B92D3F">
              <w:rPr>
                <w:rFonts w:ascii="Arial" w:hAnsi="Arial" w:cs="Arial"/>
                <w:i/>
                <w:sz w:val="20"/>
                <w:szCs w:val="20"/>
              </w:rPr>
              <w:t xml:space="preserve">evelopment </w:t>
            </w:r>
          </w:p>
          <w:p w14:paraId="693BE7E9" w14:textId="50514790" w:rsidR="00022B9C" w:rsidRPr="00B92D3F" w:rsidRDefault="00424820" w:rsidP="00B92D3F">
            <w:pPr>
              <w:pStyle w:val="ListParagraph"/>
              <w:spacing w:after="0" w:line="240" w:lineRule="auto"/>
              <w:ind w:left="188"/>
              <w:jc w:val="both"/>
              <w:rPr>
                <w:rFonts w:ascii="Arial Narrow" w:hAnsi="Arial Narrow" w:cs="Arial"/>
                <w:i/>
                <w:sz w:val="18"/>
                <w:szCs w:val="20"/>
              </w:rPr>
            </w:pPr>
            <w:r>
              <w:rPr>
                <w:rFonts w:ascii="MS Gothic" w:eastAsia="MS Gothic" w:hAnsi="MS Gothic" w:cs="Arial" w:hint="eastAsia"/>
                <w:sz w:val="20"/>
                <w:szCs w:val="20"/>
                <w:lang w:val="id-ID"/>
              </w:rPr>
              <w:t xml:space="preserve"> </w:t>
            </w:r>
            <w:r>
              <w:rPr>
                <w:rFonts w:ascii="MS Gothic" w:eastAsia="MS Gothic" w:hAnsi="MS Gothic" w:cs="Arial"/>
                <w:sz w:val="20"/>
                <w:szCs w:val="20"/>
                <w:lang w:val="en-PH"/>
              </w:rPr>
              <w:t xml:space="preserve">  </w:t>
            </w:r>
            <w:r w:rsidR="00B92D3F" w:rsidRPr="00B92D3F">
              <w:rPr>
                <w:rFonts w:ascii="Arial" w:hAnsi="Arial" w:cs="Arial"/>
                <w:i/>
                <w:sz w:val="20"/>
                <w:szCs w:val="20"/>
              </w:rPr>
              <w:t xml:space="preserve">(R&amp;D) </w:t>
            </w:r>
          </w:p>
        </w:tc>
        <w:tc>
          <w:tcPr>
            <w:tcW w:w="32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7531CDF" w14:textId="77777777" w:rsidR="00B92D3F" w:rsidRDefault="00550BE9" w:rsidP="00A4255D">
            <w:pPr>
              <w:pStyle w:val="ListParagraph"/>
              <w:spacing w:after="0" w:line="240" w:lineRule="auto"/>
              <w:ind w:left="-102"/>
              <w:rPr>
                <w:rFonts w:ascii="Arial" w:hAnsi="Arial" w:cs="Arial"/>
                <w:i/>
                <w:sz w:val="20"/>
                <w:szCs w:val="20"/>
              </w:rPr>
            </w:pPr>
            <w:sdt>
              <w:sdtPr>
                <w:rPr>
                  <w:rFonts w:ascii="MS Gothic" w:eastAsia="MS Gothic" w:hAnsi="MS Gothic" w:cs="Arial"/>
                  <w:sz w:val="20"/>
                  <w:szCs w:val="20"/>
                  <w:lang w:val="id-ID"/>
                </w:rPr>
                <w:id w:val="-1664382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2B9C" w:rsidRPr="00B92D3F">
                  <w:rPr>
                    <w:rFonts w:ascii="MS Gothic" w:eastAsia="MS Gothic" w:hAnsi="MS Gothic" w:cs="Segoe UI Symbol"/>
                    <w:sz w:val="20"/>
                    <w:szCs w:val="20"/>
                    <w:lang w:val="id-ID"/>
                  </w:rPr>
                  <w:t>☐</w:t>
                </w:r>
              </w:sdtContent>
            </w:sdt>
            <w:r w:rsidR="00022B9C" w:rsidRPr="00B92D3F">
              <w:rPr>
                <w:rFonts w:ascii="Arial" w:eastAsia="MS Gothic" w:hAnsi="Arial" w:cs="Arial"/>
                <w:sz w:val="20"/>
                <w:szCs w:val="20"/>
                <w:lang w:val="en-PH"/>
              </w:rPr>
              <w:t xml:space="preserve">  </w:t>
            </w:r>
            <w:r w:rsidR="00B92D3F" w:rsidRPr="00B92D3F">
              <w:rPr>
                <w:rFonts w:ascii="Arial" w:eastAsia="MS Gothic" w:hAnsi="Arial" w:cs="Arial"/>
                <w:i/>
                <w:sz w:val="20"/>
                <w:szCs w:val="20"/>
                <w:lang w:val="en-PH"/>
              </w:rPr>
              <w:t>S&amp;T E</w:t>
            </w:r>
            <w:r w:rsidR="00B92D3F" w:rsidRPr="00B92D3F">
              <w:rPr>
                <w:rFonts w:ascii="Arial" w:hAnsi="Arial" w:cs="Arial"/>
                <w:i/>
                <w:sz w:val="20"/>
                <w:szCs w:val="20"/>
              </w:rPr>
              <w:t xml:space="preserve">ducation &amp; Training </w:t>
            </w:r>
          </w:p>
          <w:p w14:paraId="4CD9CF91" w14:textId="2B461B90" w:rsidR="00022B9C" w:rsidRPr="00B92D3F" w:rsidRDefault="00B92D3F" w:rsidP="00B92D3F">
            <w:pPr>
              <w:pStyle w:val="ListParagraph"/>
              <w:spacing w:after="0" w:line="240" w:lineRule="auto"/>
              <w:ind w:left="-102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    </w:t>
            </w:r>
            <w:r w:rsidRPr="00B92D3F">
              <w:rPr>
                <w:rFonts w:ascii="Arial" w:hAnsi="Arial" w:cs="Arial"/>
                <w:i/>
                <w:sz w:val="20"/>
                <w:szCs w:val="20"/>
              </w:rPr>
              <w:t>(STET)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80811D" w14:textId="77777777" w:rsidR="00424820" w:rsidRDefault="00550BE9" w:rsidP="00A4255D">
            <w:pPr>
              <w:ind w:left="-113"/>
              <w:rPr>
                <w:rFonts w:eastAsia="Calibri"/>
                <w:i/>
                <w:color w:val="auto"/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color w:val="auto"/>
                  <w:sz w:val="20"/>
                  <w:szCs w:val="20"/>
                  <w:lang w:val="id-ID"/>
                </w:rPr>
                <w:id w:val="1989900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2B9C" w:rsidRPr="00B92D3F">
                  <w:rPr>
                    <w:rFonts w:ascii="MS Gothic" w:eastAsia="MS Gothic" w:hAnsi="MS Gothic" w:cs="Segoe UI Symbol"/>
                    <w:color w:val="auto"/>
                    <w:sz w:val="20"/>
                    <w:szCs w:val="20"/>
                    <w:lang w:val="id-ID"/>
                  </w:rPr>
                  <w:t>☐</w:t>
                </w:r>
              </w:sdtContent>
            </w:sdt>
            <w:r w:rsidR="00022B9C" w:rsidRPr="00B92D3F">
              <w:rPr>
                <w:rFonts w:eastAsia="Calibri"/>
                <w:color w:val="auto"/>
                <w:sz w:val="20"/>
                <w:szCs w:val="20"/>
                <w:lang w:val="en-PH"/>
              </w:rPr>
              <w:t xml:space="preserve">  </w:t>
            </w:r>
            <w:r w:rsidR="00B92D3F" w:rsidRPr="00B92D3F">
              <w:rPr>
                <w:rFonts w:eastAsia="Calibri"/>
                <w:i/>
                <w:color w:val="auto"/>
                <w:sz w:val="20"/>
                <w:szCs w:val="20"/>
              </w:rPr>
              <w:t xml:space="preserve">S&amp;T Linkages &amp; Services </w:t>
            </w:r>
          </w:p>
          <w:p w14:paraId="5AFCC531" w14:textId="3CCDB747" w:rsidR="00022B9C" w:rsidRPr="00B92D3F" w:rsidRDefault="00424820" w:rsidP="00A4255D">
            <w:pPr>
              <w:ind w:left="-113"/>
              <w:rPr>
                <w:rFonts w:eastAsia="Calibri"/>
                <w:i/>
                <w:color w:val="auto"/>
                <w:sz w:val="20"/>
                <w:szCs w:val="20"/>
              </w:rPr>
            </w:pPr>
            <w:r>
              <w:rPr>
                <w:rFonts w:eastAsia="Calibri"/>
                <w:i/>
                <w:color w:val="auto"/>
                <w:sz w:val="20"/>
                <w:szCs w:val="20"/>
              </w:rPr>
              <w:t xml:space="preserve">      </w:t>
            </w:r>
            <w:r w:rsidR="00B92D3F" w:rsidRPr="00B92D3F">
              <w:rPr>
                <w:rFonts w:eastAsia="Calibri"/>
                <w:i/>
                <w:color w:val="auto"/>
                <w:sz w:val="20"/>
                <w:szCs w:val="20"/>
              </w:rPr>
              <w:t>(STS)</w:t>
            </w:r>
          </w:p>
          <w:p w14:paraId="7A8ED4E7" w14:textId="7C7CB7FE" w:rsidR="00022B9C" w:rsidRPr="00B92D3F" w:rsidRDefault="00022B9C" w:rsidP="00A4255D">
            <w:pPr>
              <w:pStyle w:val="ListParagraph"/>
              <w:spacing w:after="0" w:line="240" w:lineRule="auto"/>
              <w:ind w:left="0" w:right="-513"/>
              <w:jc w:val="both"/>
              <w:rPr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</w:tcPr>
          <w:p w14:paraId="24A4A6D3" w14:textId="7A929F24" w:rsidR="00022B9C" w:rsidRPr="00B92D3F" w:rsidRDefault="00550BE9" w:rsidP="00B92D3F">
            <w:pPr>
              <w:ind w:left="-22"/>
              <w:rPr>
                <w:sz w:val="20"/>
                <w:szCs w:val="20"/>
              </w:rPr>
            </w:pPr>
            <w:sdt>
              <w:sdtPr>
                <w:rPr>
                  <w:rFonts w:ascii="MS Gothic" w:eastAsia="MS Gothic" w:hAnsi="MS Gothic"/>
                  <w:color w:val="auto"/>
                  <w:sz w:val="20"/>
                  <w:szCs w:val="20"/>
                  <w:lang w:val="id-ID"/>
                </w:rPr>
                <w:id w:val="2047016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2B9C" w:rsidRPr="00B92D3F">
                  <w:rPr>
                    <w:rFonts w:ascii="MS Gothic" w:eastAsia="MS Gothic" w:hAnsi="MS Gothic" w:cs="Segoe UI Symbol"/>
                    <w:color w:val="auto"/>
                    <w:sz w:val="20"/>
                    <w:szCs w:val="20"/>
                    <w:lang w:val="id-ID"/>
                  </w:rPr>
                  <w:t>☐</w:t>
                </w:r>
              </w:sdtContent>
            </w:sdt>
            <w:r w:rsidR="00022B9C" w:rsidRPr="00B92D3F">
              <w:rPr>
                <w:rFonts w:eastAsia="Calibri"/>
                <w:color w:val="auto"/>
                <w:sz w:val="20"/>
                <w:szCs w:val="20"/>
                <w:lang w:val="en-PH"/>
              </w:rPr>
              <w:t xml:space="preserve">  </w:t>
            </w:r>
            <w:r w:rsidR="00B92D3F" w:rsidRPr="00B92D3F">
              <w:rPr>
                <w:rFonts w:eastAsia="Calibri"/>
                <w:color w:val="auto"/>
                <w:sz w:val="20"/>
                <w:szCs w:val="20"/>
                <w:lang w:val="en-PH"/>
              </w:rPr>
              <w:t>Non-</w:t>
            </w:r>
            <w:r w:rsidR="00022B9C" w:rsidRPr="00B92D3F">
              <w:rPr>
                <w:rFonts w:eastAsia="Calibri"/>
                <w:color w:val="auto"/>
                <w:sz w:val="20"/>
                <w:szCs w:val="20"/>
              </w:rPr>
              <w:t xml:space="preserve">S&amp;T </w:t>
            </w:r>
          </w:p>
        </w:tc>
      </w:tr>
      <w:tr w:rsidR="00ED5385" w:rsidRPr="009C6D57" w14:paraId="38793B33" w14:textId="77777777" w:rsidTr="00B92D3F">
        <w:trPr>
          <w:gridAfter w:val="2"/>
          <w:wAfter w:w="41" w:type="dxa"/>
          <w:trHeight w:val="180"/>
        </w:trPr>
        <w:tc>
          <w:tcPr>
            <w:tcW w:w="59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DF064F1" w14:textId="4AB015B2" w:rsidR="00022B9C" w:rsidRPr="008917C9" w:rsidRDefault="004B38EC" w:rsidP="00ED538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88" w:hanging="284"/>
              <w:rPr>
                <w:rFonts w:ascii="Arial" w:hAnsi="Arial" w:cs="Arial"/>
                <w:i/>
                <w:sz w:val="20"/>
                <w:szCs w:val="20"/>
              </w:rPr>
            </w:pPr>
            <w:r w:rsidRPr="008917C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Aligned UN Sustainable Development Goals (SDGs):</w:t>
            </w:r>
          </w:p>
        </w:tc>
        <w:tc>
          <w:tcPr>
            <w:tcW w:w="522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7DA303B" w14:textId="4884CCE2" w:rsidR="00022B9C" w:rsidRPr="008917C9" w:rsidRDefault="004B38EC" w:rsidP="00A4255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70" w:hanging="270"/>
              <w:rPr>
                <w:rFonts w:ascii="Arial" w:hAnsi="Arial" w:cs="Arial"/>
                <w:sz w:val="20"/>
                <w:szCs w:val="20"/>
              </w:rPr>
            </w:pPr>
            <w:r w:rsidRPr="008917C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Implementing Organization:</w:t>
            </w:r>
          </w:p>
        </w:tc>
      </w:tr>
      <w:tr w:rsidR="00ED5385" w:rsidRPr="004B38EC" w14:paraId="27B964A5" w14:textId="77777777" w:rsidTr="00140833">
        <w:trPr>
          <w:gridBefore w:val="1"/>
          <w:gridAfter w:val="1"/>
          <w:wBefore w:w="289" w:type="dxa"/>
          <w:wAfter w:w="14" w:type="dxa"/>
          <w:trHeight w:val="442"/>
        </w:trPr>
        <w:tc>
          <w:tcPr>
            <w:tcW w:w="5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74FF" w14:textId="5E01D4B9" w:rsidR="00ED5385" w:rsidRPr="004B38EC" w:rsidRDefault="00ED5385" w:rsidP="004536BD">
            <w:pPr>
              <w:pStyle w:val="ListParagraph"/>
              <w:spacing w:after="0" w:line="240" w:lineRule="auto"/>
              <w:ind w:left="0" w:right="-513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8DB8F" w14:textId="77777777" w:rsidR="00ED5385" w:rsidRPr="004B38EC" w:rsidRDefault="00ED5385" w:rsidP="00ED5385">
            <w:pPr>
              <w:pStyle w:val="ListParagraph"/>
              <w:spacing w:after="0" w:line="240" w:lineRule="auto"/>
              <w:ind w:left="-154" w:right="-513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432A" w14:textId="077585C8" w:rsidR="00ED5385" w:rsidRPr="004B38EC" w:rsidRDefault="00ED5385" w:rsidP="004536B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</w:tr>
      <w:tr w:rsidR="00ED5385" w:rsidRPr="008917C9" w14:paraId="57B99870" w14:textId="77777777" w:rsidTr="00140833">
        <w:trPr>
          <w:trHeight w:val="372"/>
        </w:trPr>
        <w:tc>
          <w:tcPr>
            <w:tcW w:w="572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E57901" w14:textId="13C33190" w:rsidR="00ED5385" w:rsidRPr="008917C9" w:rsidRDefault="00ED5385" w:rsidP="00ED538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88" w:right="-513" w:hanging="284"/>
              <w:rPr>
                <w:rFonts w:ascii="Arial" w:hAnsi="Arial" w:cs="Arial"/>
                <w:sz w:val="20"/>
                <w:szCs w:val="20"/>
              </w:rPr>
            </w:pPr>
            <w:r w:rsidRPr="008917C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Funding Source:</w:t>
            </w:r>
          </w:p>
        </w:tc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4A2C0B" w14:textId="77777777" w:rsidR="00ED5385" w:rsidRPr="008917C9" w:rsidRDefault="00ED5385" w:rsidP="00ED5385">
            <w:pPr>
              <w:ind w:right="-513"/>
              <w:rPr>
                <w:sz w:val="20"/>
                <w:szCs w:val="20"/>
              </w:rPr>
            </w:pPr>
          </w:p>
        </w:tc>
        <w:tc>
          <w:tcPr>
            <w:tcW w:w="522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EB885" w14:textId="7A2EF3C1" w:rsidR="00ED5385" w:rsidRPr="008917C9" w:rsidRDefault="00ED5385" w:rsidP="00ED538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70" w:hanging="27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917C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Cooperating Agency:</w:t>
            </w:r>
            <w:r w:rsidRPr="008917C9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ED5385" w:rsidRPr="00ED5385" w14:paraId="6DD55845" w14:textId="77777777" w:rsidTr="00230723">
        <w:trPr>
          <w:gridBefore w:val="1"/>
          <w:wBefore w:w="289" w:type="dxa"/>
          <w:trHeight w:val="287"/>
        </w:trPr>
        <w:tc>
          <w:tcPr>
            <w:tcW w:w="5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D1CC" w14:textId="730EE916" w:rsidR="00ED5385" w:rsidRPr="00ED5385" w:rsidRDefault="00ED5385" w:rsidP="004536BD">
            <w:pPr>
              <w:pStyle w:val="ListParagraph"/>
              <w:spacing w:after="0" w:line="240" w:lineRule="auto"/>
              <w:ind w:left="0" w:right="-513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0F7724" w14:textId="77777777" w:rsidR="00ED5385" w:rsidRPr="00ED5385" w:rsidRDefault="00ED5385" w:rsidP="00ED5385">
            <w:pPr>
              <w:pStyle w:val="ListParagraph"/>
              <w:spacing w:after="0" w:line="240" w:lineRule="auto"/>
              <w:ind w:left="316" w:right="-513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49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68FB" w14:textId="293A6B65" w:rsidR="00ED5385" w:rsidRPr="00ED5385" w:rsidRDefault="00ED5385" w:rsidP="004536B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</w:tr>
      <w:tr w:rsidR="00ED5385" w:rsidRPr="008917C9" w14:paraId="47DDAEAC" w14:textId="77777777" w:rsidTr="00140833">
        <w:trPr>
          <w:trHeight w:val="374"/>
        </w:trPr>
        <w:tc>
          <w:tcPr>
            <w:tcW w:w="572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4398B" w14:textId="55FC0F26" w:rsidR="00ED5385" w:rsidRPr="008917C9" w:rsidRDefault="00ED5385" w:rsidP="00ED538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88" w:right="-513" w:hanging="284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917C9">
              <w:rPr>
                <w:rFonts w:ascii="Arial" w:hAnsi="Arial" w:cs="Arial"/>
                <w:i/>
                <w:sz w:val="20"/>
                <w:szCs w:val="20"/>
              </w:rPr>
              <w:t>Total</w:t>
            </w:r>
            <w:r w:rsidR="001E6F06">
              <w:rPr>
                <w:rFonts w:ascii="Arial" w:hAnsi="Arial" w:cs="Arial"/>
                <w:i/>
                <w:sz w:val="20"/>
                <w:szCs w:val="20"/>
              </w:rPr>
              <w:t xml:space="preserve"> Budget Allocation</w:t>
            </w:r>
            <w:r w:rsidRPr="008917C9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84827" w14:textId="77777777" w:rsidR="00ED5385" w:rsidRPr="008917C9" w:rsidRDefault="00ED5385" w:rsidP="00ED5385">
            <w:pPr>
              <w:ind w:right="-513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522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99805A" w14:textId="167494AC" w:rsidR="00ED5385" w:rsidRPr="008917C9" w:rsidRDefault="00ED5385" w:rsidP="00ED538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70" w:hanging="27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917C9">
              <w:rPr>
                <w:rFonts w:ascii="Arial" w:hAnsi="Arial" w:cs="Arial"/>
                <w:i/>
                <w:sz w:val="20"/>
                <w:szCs w:val="20"/>
              </w:rPr>
              <w:t>Implementation Site/s</w:t>
            </w:r>
            <w:r w:rsidRPr="008917C9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</w:tr>
      <w:tr w:rsidR="00ED5385" w:rsidRPr="00ED5385" w14:paraId="386DC12D" w14:textId="77777777" w:rsidTr="00230723">
        <w:trPr>
          <w:gridBefore w:val="1"/>
          <w:wBefore w:w="289" w:type="dxa"/>
          <w:trHeight w:val="299"/>
        </w:trPr>
        <w:tc>
          <w:tcPr>
            <w:tcW w:w="5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99EC" w14:textId="73AE7C2E" w:rsidR="00ED5385" w:rsidRPr="00ED5385" w:rsidRDefault="00ED5385" w:rsidP="004536BD">
            <w:pPr>
              <w:pStyle w:val="ListParagraph"/>
              <w:spacing w:after="0" w:line="240" w:lineRule="auto"/>
              <w:ind w:left="0" w:right="-51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B9D35" w14:textId="77777777" w:rsidR="00ED5385" w:rsidRPr="00ED5385" w:rsidRDefault="00ED5385" w:rsidP="00ED5385">
            <w:pPr>
              <w:pStyle w:val="ListParagraph"/>
              <w:spacing w:after="0" w:line="240" w:lineRule="auto"/>
              <w:ind w:left="316" w:right="-51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B306" w14:textId="0150FD08" w:rsidR="00ED5385" w:rsidRPr="00ED5385" w:rsidRDefault="00ED5385" w:rsidP="004536B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1355EB8" w14:textId="77777777" w:rsidR="00022B9C" w:rsidRPr="008917C9" w:rsidRDefault="00022B9C" w:rsidP="00022B9C">
      <w:pPr>
        <w:pStyle w:val="ListParagraph"/>
        <w:spacing w:after="0" w:line="240" w:lineRule="auto"/>
        <w:ind w:left="-142"/>
        <w:rPr>
          <w:rFonts w:ascii="Arial" w:hAnsi="Arial" w:cs="Arial"/>
          <w:b/>
          <w:bCs/>
          <w:iCs/>
          <w:sz w:val="20"/>
        </w:rPr>
      </w:pPr>
    </w:p>
    <w:p w14:paraId="5959F9AC" w14:textId="20EED29E" w:rsidR="00261AFC" w:rsidRDefault="00336ADE" w:rsidP="00A62E0B">
      <w:pPr>
        <w:pStyle w:val="ListParagraph"/>
        <w:numPr>
          <w:ilvl w:val="0"/>
          <w:numId w:val="3"/>
        </w:numPr>
        <w:spacing w:after="0" w:line="240" w:lineRule="auto"/>
        <w:ind w:left="-142" w:hanging="270"/>
        <w:rPr>
          <w:rFonts w:ascii="Arial" w:hAnsi="Arial" w:cs="Arial"/>
          <w:b/>
          <w:bCs/>
          <w:i/>
          <w:iCs/>
          <w:sz w:val="20"/>
        </w:rPr>
      </w:pPr>
      <w:r w:rsidRPr="00261AFC">
        <w:rPr>
          <w:rFonts w:ascii="Arial" w:hAnsi="Arial" w:cs="Arial"/>
          <w:b/>
          <w:bCs/>
          <w:i/>
          <w:iCs/>
          <w:sz w:val="20"/>
        </w:rPr>
        <w:t>SCOPE OF THE PROPOSED S&amp;T PPA / SPECIFIC R&amp;D PROJECT</w:t>
      </w:r>
    </w:p>
    <w:p w14:paraId="6FBBD780" w14:textId="0CB85D97" w:rsidR="00780E9E" w:rsidRPr="003C3FEA" w:rsidRDefault="00780E9E" w:rsidP="00780E9E">
      <w:pPr>
        <w:pStyle w:val="ListParagraph"/>
        <w:spacing w:after="0" w:line="240" w:lineRule="auto"/>
        <w:ind w:left="-142"/>
        <w:rPr>
          <w:rFonts w:ascii="Arial" w:hAnsi="Arial" w:cs="Arial"/>
          <w:b/>
          <w:bCs/>
          <w:i/>
          <w:iCs/>
          <w:sz w:val="10"/>
          <w:szCs w:val="6"/>
        </w:rPr>
      </w:pPr>
    </w:p>
    <w:tbl>
      <w:tblPr>
        <w:tblStyle w:val="TableGrid"/>
        <w:tblW w:w="11204" w:type="dxa"/>
        <w:tblInd w:w="-431" w:type="dxa"/>
        <w:tblLook w:val="04A0" w:firstRow="1" w:lastRow="0" w:firstColumn="1" w:lastColumn="0" w:noHBand="0" w:noVBand="1"/>
      </w:tblPr>
      <w:tblGrid>
        <w:gridCol w:w="289"/>
        <w:gridCol w:w="2410"/>
        <w:gridCol w:w="743"/>
        <w:gridCol w:w="1100"/>
        <w:gridCol w:w="616"/>
        <w:gridCol w:w="1369"/>
        <w:gridCol w:w="517"/>
        <w:gridCol w:w="1042"/>
        <w:gridCol w:w="567"/>
        <w:gridCol w:w="579"/>
        <w:gridCol w:w="1972"/>
      </w:tblGrid>
      <w:tr w:rsidR="009A50FF" w:rsidRPr="009C6D57" w14:paraId="3B85C6D4" w14:textId="0DD7FAE7" w:rsidTr="004536BD">
        <w:trPr>
          <w:trHeight w:val="306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F29256D" w14:textId="2DE0220B" w:rsidR="00780E9E" w:rsidRPr="008917C9" w:rsidRDefault="00780E9E" w:rsidP="00DF2E7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3" w:right="39" w:hanging="284"/>
              <w:rPr>
                <w:rFonts w:ascii="Arial" w:hAnsi="Arial" w:cs="Arial"/>
                <w:sz w:val="20"/>
                <w:szCs w:val="20"/>
              </w:rPr>
            </w:pPr>
            <w:r w:rsidRPr="008917C9">
              <w:rPr>
                <w:rFonts w:ascii="Arial" w:hAnsi="Arial" w:cs="Arial"/>
                <w:i/>
                <w:sz w:val="20"/>
                <w:szCs w:val="20"/>
              </w:rPr>
              <w:t xml:space="preserve">Total </w:t>
            </w:r>
            <w:r w:rsidRPr="008917C9">
              <w:rPr>
                <w:rFonts w:ascii="Arial" w:hAnsi="Arial" w:cs="Arial"/>
                <w:sz w:val="20"/>
                <w:szCs w:val="20"/>
              </w:rPr>
              <w:t xml:space="preserve">Duration </w:t>
            </w:r>
            <w:r w:rsidRPr="008917C9">
              <w:rPr>
                <w:rFonts w:ascii="Arial" w:hAnsi="Arial" w:cs="Arial"/>
                <w:i/>
                <w:sz w:val="20"/>
                <w:szCs w:val="20"/>
              </w:rPr>
              <w:t xml:space="preserve">in </w:t>
            </w:r>
            <w:r w:rsidR="00D831D5">
              <w:rPr>
                <w:rFonts w:ascii="Arial" w:hAnsi="Arial" w:cs="Arial"/>
                <w:i/>
                <w:sz w:val="20"/>
                <w:szCs w:val="20"/>
              </w:rPr>
              <w:t>Months</w:t>
            </w:r>
            <w:r w:rsidRPr="008917C9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27C1D" w14:textId="6FA2E79C" w:rsidR="00780E9E" w:rsidRPr="00780E9E" w:rsidRDefault="00780E9E" w:rsidP="00DF2E7A">
            <w:pPr>
              <w:pStyle w:val="ListParagraph"/>
              <w:spacing w:after="0" w:line="240" w:lineRule="auto"/>
              <w:ind w:left="0" w:right="38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CB18DD" w14:textId="3C079072" w:rsidR="00780E9E" w:rsidRPr="008917C9" w:rsidRDefault="00780E9E" w:rsidP="004536B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25" w:right="38" w:hanging="32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917C9">
              <w:rPr>
                <w:rFonts w:ascii="Arial" w:hAnsi="Arial" w:cs="Arial"/>
                <w:i/>
                <w:sz w:val="20"/>
                <w:szCs w:val="20"/>
              </w:rPr>
              <w:t>Start Date</w:t>
            </w:r>
            <w:r w:rsidRPr="008917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DD278" w14:textId="77777777" w:rsidR="00780E9E" w:rsidRPr="00780E9E" w:rsidRDefault="00780E9E" w:rsidP="00DF2E7A">
            <w:pPr>
              <w:ind w:right="38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18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AEB506" w14:textId="6B9D45F7" w:rsidR="00780E9E" w:rsidRPr="008917C9" w:rsidRDefault="00780E9E" w:rsidP="004536B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14" w:right="38" w:hanging="314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917C9">
              <w:rPr>
                <w:rFonts w:ascii="Arial" w:hAnsi="Arial" w:cs="Arial"/>
                <w:i/>
                <w:sz w:val="20"/>
                <w:szCs w:val="20"/>
              </w:rPr>
              <w:t>Target End Date</w:t>
            </w:r>
            <w:r w:rsidRPr="008917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12C63" w14:textId="77777777" w:rsidR="00780E9E" w:rsidRPr="00780E9E" w:rsidRDefault="00780E9E" w:rsidP="00DF2E7A">
            <w:pPr>
              <w:ind w:right="38"/>
              <w:rPr>
                <w:b/>
                <w:sz w:val="20"/>
                <w:szCs w:val="20"/>
              </w:rPr>
            </w:pPr>
          </w:p>
        </w:tc>
      </w:tr>
      <w:tr w:rsidR="00780E9E" w:rsidRPr="009C6D57" w14:paraId="031599AB" w14:textId="77777777" w:rsidTr="004536BD">
        <w:trPr>
          <w:trHeight w:val="396"/>
        </w:trPr>
        <w:tc>
          <w:tcPr>
            <w:tcW w:w="1120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0ACADE" w14:textId="08C48B38" w:rsidR="00ED5385" w:rsidRPr="008917C9" w:rsidRDefault="00ED5385" w:rsidP="00780E9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3" w:right="38" w:hanging="284"/>
              <w:rPr>
                <w:rFonts w:ascii="Arial" w:hAnsi="Arial" w:cs="Arial"/>
                <w:sz w:val="20"/>
                <w:szCs w:val="20"/>
              </w:rPr>
            </w:pPr>
            <w:r w:rsidRPr="008917C9">
              <w:rPr>
                <w:rFonts w:ascii="Arial" w:hAnsi="Arial" w:cs="Arial"/>
                <w:i/>
                <w:sz w:val="20"/>
                <w:szCs w:val="20"/>
              </w:rPr>
              <w:t>Executive Summary</w:t>
            </w:r>
            <w:r w:rsidR="00A4255D">
              <w:rPr>
                <w:rFonts w:ascii="Arial" w:hAnsi="Arial" w:cs="Arial"/>
                <w:i/>
                <w:sz w:val="20"/>
                <w:szCs w:val="20"/>
              </w:rPr>
              <w:t xml:space="preserve"> (Word count should not </w:t>
            </w:r>
            <w:r w:rsidR="007A0BF4">
              <w:rPr>
                <w:rFonts w:ascii="Arial" w:hAnsi="Arial" w:cs="Arial"/>
                <w:i/>
                <w:sz w:val="20"/>
                <w:szCs w:val="20"/>
              </w:rPr>
              <w:t>exceed</w:t>
            </w:r>
            <w:r w:rsidR="00A4255D">
              <w:rPr>
                <w:rFonts w:ascii="Arial" w:hAnsi="Arial" w:cs="Arial"/>
                <w:i/>
                <w:sz w:val="20"/>
                <w:szCs w:val="20"/>
              </w:rPr>
              <w:t xml:space="preserve"> 500 words)</w:t>
            </w:r>
            <w:r w:rsidRPr="008917C9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</w:tr>
      <w:tr w:rsidR="00780E9E" w:rsidRPr="009C6D57" w14:paraId="6C0AE573" w14:textId="77777777" w:rsidTr="004536BD">
        <w:trPr>
          <w:gridBefore w:val="1"/>
          <w:wBefore w:w="289" w:type="dxa"/>
          <w:trHeight w:val="537"/>
        </w:trPr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20DE" w14:textId="6FA8DB27" w:rsidR="006A41FD" w:rsidRPr="003C3FEA" w:rsidRDefault="006A41FD" w:rsidP="004536BD">
            <w:pPr>
              <w:pStyle w:val="ListParagraph"/>
              <w:spacing w:after="0" w:line="240" w:lineRule="auto"/>
              <w:ind w:left="0"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3FEA" w:rsidRPr="008917C9" w14:paraId="492AC12C" w14:textId="77777777" w:rsidTr="004536BD">
        <w:trPr>
          <w:trHeight w:val="414"/>
        </w:trPr>
        <w:tc>
          <w:tcPr>
            <w:tcW w:w="1120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40B349" w14:textId="1579DDD4" w:rsidR="00ED5385" w:rsidRPr="008917C9" w:rsidRDefault="00780E9E" w:rsidP="00317D4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3" w:right="-250" w:hanging="284"/>
              <w:rPr>
                <w:rFonts w:ascii="Arial" w:hAnsi="Arial" w:cs="Arial"/>
                <w:i/>
                <w:sz w:val="20"/>
                <w:szCs w:val="20"/>
              </w:rPr>
            </w:pPr>
            <w:r w:rsidRPr="008917C9">
              <w:rPr>
                <w:rFonts w:ascii="Arial" w:hAnsi="Arial" w:cs="Arial"/>
                <w:i/>
                <w:sz w:val="20"/>
                <w:szCs w:val="20"/>
              </w:rPr>
              <w:t>Rationale</w:t>
            </w:r>
            <w:r w:rsidR="007A0BF4">
              <w:rPr>
                <w:rFonts w:ascii="Arial" w:hAnsi="Arial" w:cs="Arial"/>
                <w:i/>
                <w:sz w:val="20"/>
                <w:szCs w:val="20"/>
              </w:rPr>
              <w:t xml:space="preserve"> of the PPA / R&amp;D Project</w:t>
            </w:r>
            <w:r w:rsidRPr="008917C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A4255D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="00317D41">
              <w:rPr>
                <w:rFonts w:ascii="Arial" w:hAnsi="Arial" w:cs="Arial"/>
                <w:i/>
                <w:sz w:val="20"/>
                <w:szCs w:val="20"/>
              </w:rPr>
              <w:t>B</w:t>
            </w:r>
            <w:r w:rsidR="007A0BF4">
              <w:rPr>
                <w:rFonts w:ascii="Arial" w:hAnsi="Arial" w:cs="Arial"/>
                <w:i/>
                <w:sz w:val="20"/>
                <w:szCs w:val="20"/>
              </w:rPr>
              <w:t>ackground, problem</w:t>
            </w:r>
            <w:r w:rsidR="00317D4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4908DA">
              <w:rPr>
                <w:rFonts w:ascii="Arial" w:hAnsi="Arial" w:cs="Arial"/>
                <w:i/>
                <w:sz w:val="20"/>
                <w:szCs w:val="20"/>
              </w:rPr>
              <w:t>being</w:t>
            </w:r>
            <w:r w:rsidR="00317D41">
              <w:rPr>
                <w:rFonts w:ascii="Arial" w:hAnsi="Arial" w:cs="Arial"/>
                <w:i/>
                <w:sz w:val="20"/>
                <w:szCs w:val="20"/>
              </w:rPr>
              <w:t xml:space="preserve"> addressed</w:t>
            </w:r>
            <w:r w:rsidR="007A0BF4">
              <w:rPr>
                <w:rFonts w:ascii="Arial" w:hAnsi="Arial" w:cs="Arial"/>
                <w:i/>
                <w:sz w:val="20"/>
                <w:szCs w:val="20"/>
              </w:rPr>
              <w:t xml:space="preserve">, and </w:t>
            </w:r>
            <w:r w:rsidR="00A4255D">
              <w:rPr>
                <w:rFonts w:ascii="Arial" w:hAnsi="Arial" w:cs="Arial"/>
                <w:i/>
                <w:sz w:val="20"/>
                <w:szCs w:val="20"/>
              </w:rPr>
              <w:t>significance</w:t>
            </w:r>
            <w:r w:rsidR="00317D41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="00317D41" w:rsidRPr="00317D41">
              <w:rPr>
                <w:rFonts w:ascii="Arial" w:hAnsi="Arial" w:cs="Arial"/>
                <w:i/>
                <w:sz w:val="20"/>
                <w:szCs w:val="20"/>
              </w:rPr>
              <w:t>not to exceed 500 words</w:t>
            </w:r>
            <w:r w:rsidR="007A0BF4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="00ED5385" w:rsidRPr="008917C9">
              <w:rPr>
                <w:rFonts w:ascii="Arial" w:hAnsi="Arial" w:cs="Arial"/>
                <w:i/>
                <w:sz w:val="20"/>
                <w:szCs w:val="20"/>
              </w:rPr>
              <w:t xml:space="preserve">: </w:t>
            </w:r>
          </w:p>
        </w:tc>
      </w:tr>
      <w:tr w:rsidR="003C3FEA" w:rsidRPr="009C6D57" w14:paraId="79BC7682" w14:textId="77777777" w:rsidTr="004536BD">
        <w:trPr>
          <w:gridBefore w:val="1"/>
          <w:wBefore w:w="289" w:type="dxa"/>
          <w:trHeight w:val="563"/>
        </w:trPr>
        <w:tc>
          <w:tcPr>
            <w:tcW w:w="1091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2CDEC872" w14:textId="7AD2B465" w:rsidR="006A41FD" w:rsidRPr="003C3FEA" w:rsidRDefault="006A41FD" w:rsidP="004536BD">
            <w:pPr>
              <w:pStyle w:val="ListParagraph"/>
              <w:spacing w:after="0" w:line="240" w:lineRule="auto"/>
              <w:ind w:left="0"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3FEA" w:rsidRPr="009C6D57" w14:paraId="4E038699" w14:textId="77777777" w:rsidTr="004536BD">
        <w:trPr>
          <w:trHeight w:val="420"/>
        </w:trPr>
        <w:tc>
          <w:tcPr>
            <w:tcW w:w="1120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E81B9" w14:textId="49ECBD17" w:rsidR="00ED5385" w:rsidRPr="008917C9" w:rsidRDefault="003C3FEA" w:rsidP="003C3FE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3" w:right="38" w:hanging="284"/>
              <w:rPr>
                <w:rFonts w:ascii="Arial" w:hAnsi="Arial" w:cs="Arial"/>
                <w:i/>
                <w:sz w:val="20"/>
                <w:szCs w:val="20"/>
              </w:rPr>
            </w:pPr>
            <w:r w:rsidRPr="008917C9">
              <w:rPr>
                <w:rFonts w:ascii="Arial" w:hAnsi="Arial" w:cs="Arial"/>
                <w:sz w:val="20"/>
                <w:szCs w:val="20"/>
              </w:rPr>
              <w:t>Objectives</w:t>
            </w:r>
            <w:r w:rsidR="00ED5385" w:rsidRPr="008917C9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</w:tr>
      <w:tr w:rsidR="003C3FEA" w:rsidRPr="009C6D57" w14:paraId="56661904" w14:textId="77777777" w:rsidTr="004536BD">
        <w:trPr>
          <w:gridBefore w:val="1"/>
          <w:wBefore w:w="289" w:type="dxa"/>
          <w:trHeight w:val="551"/>
        </w:trPr>
        <w:tc>
          <w:tcPr>
            <w:tcW w:w="1091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1DFEE363" w14:textId="5ED4434B" w:rsidR="006A41FD" w:rsidRPr="004519C7" w:rsidRDefault="006A41FD" w:rsidP="004536BD">
            <w:pPr>
              <w:pStyle w:val="ListParagraph"/>
              <w:spacing w:after="0" w:line="240" w:lineRule="auto"/>
              <w:ind w:left="0" w:right="38" w:firstLine="1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17C9" w:rsidRPr="009C6D57" w14:paraId="6101F69D" w14:textId="77777777" w:rsidTr="004536BD">
        <w:trPr>
          <w:trHeight w:val="396"/>
        </w:trPr>
        <w:tc>
          <w:tcPr>
            <w:tcW w:w="1120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5CDFCA" w14:textId="67D0724E" w:rsidR="008917C9" w:rsidRPr="008917C9" w:rsidRDefault="006A41FD" w:rsidP="00A4255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3" w:right="3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Target Beneficiaries</w:t>
            </w:r>
            <w:r w:rsidR="005654BD">
              <w:rPr>
                <w:rFonts w:ascii="Arial" w:hAnsi="Arial" w:cs="Arial"/>
                <w:i/>
                <w:sz w:val="20"/>
                <w:szCs w:val="20"/>
              </w:rPr>
              <w:t xml:space="preserve"> of the </w:t>
            </w:r>
            <w:r w:rsidR="005654BD" w:rsidRPr="005654BD">
              <w:rPr>
                <w:rFonts w:ascii="Arial" w:hAnsi="Arial" w:cs="Arial"/>
                <w:i/>
                <w:sz w:val="20"/>
                <w:szCs w:val="20"/>
              </w:rPr>
              <w:t>PPA / R&amp;D Project</w:t>
            </w:r>
            <w:r w:rsidR="008917C9" w:rsidRPr="008917C9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</w:tr>
      <w:tr w:rsidR="008917C9" w:rsidRPr="009C6D57" w14:paraId="0537C444" w14:textId="77777777" w:rsidTr="004536BD">
        <w:trPr>
          <w:gridBefore w:val="1"/>
          <w:wBefore w:w="289" w:type="dxa"/>
          <w:trHeight w:val="583"/>
        </w:trPr>
        <w:tc>
          <w:tcPr>
            <w:tcW w:w="109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C1A6" w14:textId="77777777" w:rsidR="008917C9" w:rsidRPr="003C3FEA" w:rsidRDefault="008917C9" w:rsidP="004536BD">
            <w:pPr>
              <w:pStyle w:val="ListParagraph"/>
              <w:spacing w:after="0" w:line="240" w:lineRule="auto"/>
              <w:ind w:left="0"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41FD" w:rsidRPr="009C6D57" w14:paraId="6291F5AB" w14:textId="77777777" w:rsidTr="0080732C">
        <w:trPr>
          <w:trHeight w:val="396"/>
        </w:trPr>
        <w:tc>
          <w:tcPr>
            <w:tcW w:w="1120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18FC40" w14:textId="33C7A378" w:rsidR="006A41FD" w:rsidRPr="008917C9" w:rsidRDefault="006A41FD" w:rsidP="006A41F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3" w:right="3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Planned Activities (List down planned activities. Use and attach a Gantt Chart)</w:t>
            </w:r>
            <w:r w:rsidRPr="008917C9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</w:tr>
      <w:tr w:rsidR="00F07F7B" w:rsidRPr="002F019E" w14:paraId="0E305109" w14:textId="77777777" w:rsidTr="004536BD">
        <w:trPr>
          <w:gridBefore w:val="1"/>
          <w:wBefore w:w="289" w:type="dxa"/>
          <w:trHeight w:val="304"/>
        </w:trPr>
        <w:tc>
          <w:tcPr>
            <w:tcW w:w="83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91BE0A3" w14:textId="77777777" w:rsidR="00F07F7B" w:rsidRDefault="00F07F7B" w:rsidP="001B4F3E">
            <w:pPr>
              <w:pStyle w:val="ListParagraph"/>
              <w:spacing w:after="0" w:line="240" w:lineRule="auto"/>
              <w:ind w:left="173" w:right="38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233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Planned Activities </w:t>
            </w:r>
          </w:p>
          <w:p w14:paraId="2B8A54D3" w14:textId="06D1E947" w:rsidR="00A14BF5" w:rsidRPr="002F019E" w:rsidRDefault="00A14BF5" w:rsidP="001B4F3E">
            <w:pPr>
              <w:pStyle w:val="ListParagraph"/>
              <w:spacing w:after="0" w:line="240" w:lineRule="auto"/>
              <w:ind w:left="173" w:right="3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6FD9">
              <w:rPr>
                <w:rFonts w:ascii="Arial" w:hAnsi="Arial" w:cs="Arial"/>
                <w:i/>
                <w:sz w:val="14"/>
                <w:szCs w:val="14"/>
              </w:rPr>
              <w:t>(Insert additional rows as needed.)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4E4F24C" w14:textId="0FA5E16A" w:rsidR="00F07F7B" w:rsidRPr="002F019E" w:rsidRDefault="00F07F7B" w:rsidP="001B4F3E">
            <w:pPr>
              <w:pStyle w:val="ListParagraph"/>
              <w:spacing w:after="0" w:line="240" w:lineRule="auto"/>
              <w:ind w:left="0" w:right="38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Target Completion Date</w:t>
            </w:r>
          </w:p>
        </w:tc>
      </w:tr>
      <w:tr w:rsidR="00F07F7B" w:rsidRPr="009C6D57" w14:paraId="245717A1" w14:textId="77777777" w:rsidTr="004536BD">
        <w:trPr>
          <w:gridBefore w:val="1"/>
          <w:wBefore w:w="289" w:type="dxa"/>
          <w:trHeight w:val="202"/>
        </w:trPr>
        <w:tc>
          <w:tcPr>
            <w:tcW w:w="83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AD35" w14:textId="77777777" w:rsidR="00F07F7B" w:rsidRPr="00F07F7B" w:rsidRDefault="00F07F7B" w:rsidP="00A62E0B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180" w:right="38" w:hanging="18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68AA" w14:textId="77777777" w:rsidR="00F07F7B" w:rsidRPr="00F07F7B" w:rsidRDefault="00F07F7B" w:rsidP="00F07F7B">
            <w:pPr>
              <w:pStyle w:val="ListParagraph"/>
              <w:spacing w:after="0" w:line="240" w:lineRule="auto"/>
              <w:ind w:left="222"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F7B" w:rsidRPr="009C6D57" w14:paraId="682890F6" w14:textId="77777777" w:rsidTr="004536BD">
        <w:trPr>
          <w:gridBefore w:val="1"/>
          <w:wBefore w:w="289" w:type="dxa"/>
          <w:trHeight w:val="202"/>
        </w:trPr>
        <w:tc>
          <w:tcPr>
            <w:tcW w:w="83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9E7F" w14:textId="77777777" w:rsidR="00F07F7B" w:rsidRPr="00F07F7B" w:rsidRDefault="00F07F7B" w:rsidP="00A62E0B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180" w:right="38" w:hanging="18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5BFB" w14:textId="77777777" w:rsidR="00F07F7B" w:rsidRPr="00F07F7B" w:rsidRDefault="00F07F7B" w:rsidP="00F07F7B">
            <w:pPr>
              <w:pStyle w:val="ListParagraph"/>
              <w:spacing w:after="0" w:line="240" w:lineRule="auto"/>
              <w:ind w:left="222"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F7B" w:rsidRPr="009C6D57" w14:paraId="2B526AF5" w14:textId="77777777" w:rsidTr="004536BD">
        <w:trPr>
          <w:gridBefore w:val="1"/>
          <w:wBefore w:w="289" w:type="dxa"/>
          <w:trHeight w:val="202"/>
        </w:trPr>
        <w:tc>
          <w:tcPr>
            <w:tcW w:w="83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5BAB" w14:textId="77777777" w:rsidR="00F07F7B" w:rsidRPr="00F07F7B" w:rsidRDefault="00F07F7B" w:rsidP="00A62E0B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180" w:right="38" w:hanging="18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27D6B" w14:textId="77777777" w:rsidR="00F07F7B" w:rsidRPr="00F07F7B" w:rsidRDefault="00F07F7B" w:rsidP="00F07F7B">
            <w:pPr>
              <w:pStyle w:val="ListParagraph"/>
              <w:spacing w:after="0" w:line="240" w:lineRule="auto"/>
              <w:ind w:left="222"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41FD" w:rsidRPr="009C6D57" w14:paraId="1D96200C" w14:textId="77777777" w:rsidTr="00F07F7B">
        <w:trPr>
          <w:trHeight w:val="396"/>
        </w:trPr>
        <w:tc>
          <w:tcPr>
            <w:tcW w:w="1120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94DAF" w14:textId="464ABEEB" w:rsidR="006A41FD" w:rsidRPr="008917C9" w:rsidRDefault="0058460D" w:rsidP="0003620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3" w:right="-10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 xml:space="preserve">Target </w:t>
            </w:r>
            <w:r w:rsidR="006A41FD">
              <w:rPr>
                <w:rFonts w:ascii="Arial" w:hAnsi="Arial" w:cs="Arial"/>
                <w:i/>
                <w:sz w:val="20"/>
                <w:szCs w:val="20"/>
              </w:rPr>
              <w:t xml:space="preserve">Accomplishments </w:t>
            </w:r>
            <w:r w:rsidR="00036209"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="0003620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036209" w:rsidRPr="00036209">
              <w:rPr>
                <w:rFonts w:ascii="Arial" w:hAnsi="Arial" w:cs="Arial"/>
                <w:i/>
                <w:sz w:val="20"/>
                <w:szCs w:val="20"/>
              </w:rPr>
              <w:t xml:space="preserve">overall </w:t>
            </w:r>
            <w:r>
              <w:rPr>
                <w:rFonts w:ascii="Arial" w:hAnsi="Arial" w:cs="Arial"/>
                <w:i/>
                <w:sz w:val="20"/>
                <w:szCs w:val="20"/>
              </w:rPr>
              <w:t>impacts or outcomes of the proposed PPA / specific R&amp;D project</w:t>
            </w:r>
            <w:r w:rsidR="00036209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="006A41FD" w:rsidRPr="008917C9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</w:tr>
      <w:tr w:rsidR="00F07F7B" w:rsidRPr="002F019E" w14:paraId="274FED65" w14:textId="77777777" w:rsidTr="004536BD">
        <w:trPr>
          <w:gridBefore w:val="1"/>
          <w:wBefore w:w="289" w:type="dxa"/>
          <w:trHeight w:val="304"/>
        </w:trPr>
        <w:tc>
          <w:tcPr>
            <w:tcW w:w="6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F89D5AA" w14:textId="77777777" w:rsidR="00F07F7B" w:rsidRDefault="00F07F7B" w:rsidP="001B4F3E">
            <w:pPr>
              <w:pStyle w:val="ListParagraph"/>
              <w:spacing w:after="0" w:line="240" w:lineRule="auto"/>
              <w:ind w:left="173" w:right="38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07F7B">
              <w:rPr>
                <w:rFonts w:ascii="Arial" w:hAnsi="Arial" w:cs="Arial"/>
                <w:b/>
                <w:i/>
                <w:sz w:val="20"/>
                <w:szCs w:val="20"/>
              </w:rPr>
              <w:t>Target Accomplishments</w:t>
            </w:r>
          </w:p>
          <w:p w14:paraId="56BFA269" w14:textId="7F5434F3" w:rsidR="00EE53CD" w:rsidRPr="00EE53CD" w:rsidRDefault="00EE53CD" w:rsidP="001B4F3E">
            <w:pPr>
              <w:pStyle w:val="ListParagraph"/>
              <w:spacing w:after="0" w:line="240" w:lineRule="auto"/>
              <w:ind w:left="173" w:right="38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036FD9">
              <w:rPr>
                <w:rFonts w:ascii="Arial" w:hAnsi="Arial" w:cs="Arial"/>
                <w:i/>
                <w:sz w:val="14"/>
                <w:szCs w:val="14"/>
              </w:rPr>
              <w:t>(Insert additional rows as needed.)</w:t>
            </w:r>
          </w:p>
        </w:tc>
        <w:tc>
          <w:tcPr>
            <w:tcW w:w="46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0C66CFD" w14:textId="147BD2CD" w:rsidR="00EE53CD" w:rsidRPr="002F019E" w:rsidRDefault="00F07F7B" w:rsidP="001B4F3E">
            <w:pPr>
              <w:pStyle w:val="ListParagraph"/>
              <w:spacing w:after="0" w:line="240" w:lineRule="auto"/>
              <w:ind w:left="0" w:right="38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07F7B">
              <w:rPr>
                <w:rFonts w:ascii="Arial" w:hAnsi="Arial" w:cs="Arial"/>
                <w:b/>
                <w:i/>
                <w:sz w:val="20"/>
                <w:szCs w:val="20"/>
              </w:rPr>
              <w:t>Success Indicators</w:t>
            </w:r>
          </w:p>
        </w:tc>
      </w:tr>
      <w:tr w:rsidR="00F07F7B" w:rsidRPr="009C6D57" w14:paraId="3DC278AC" w14:textId="77777777" w:rsidTr="004536BD">
        <w:trPr>
          <w:gridBefore w:val="1"/>
          <w:wBefore w:w="289" w:type="dxa"/>
          <w:trHeight w:val="202"/>
        </w:trPr>
        <w:tc>
          <w:tcPr>
            <w:tcW w:w="6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FA1B" w14:textId="77777777" w:rsidR="00F07F7B" w:rsidRPr="00F07F7B" w:rsidRDefault="00F07F7B" w:rsidP="00A62E0B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180" w:right="38" w:hanging="18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C369" w14:textId="77777777" w:rsidR="00F07F7B" w:rsidRPr="00F07F7B" w:rsidRDefault="00F07F7B" w:rsidP="001B4F3E">
            <w:pPr>
              <w:pStyle w:val="ListParagraph"/>
              <w:spacing w:after="0" w:line="240" w:lineRule="auto"/>
              <w:ind w:left="222"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F7B" w:rsidRPr="009C6D57" w14:paraId="16531C28" w14:textId="77777777" w:rsidTr="004536BD">
        <w:trPr>
          <w:gridBefore w:val="1"/>
          <w:wBefore w:w="289" w:type="dxa"/>
          <w:trHeight w:val="202"/>
        </w:trPr>
        <w:tc>
          <w:tcPr>
            <w:tcW w:w="6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3D0B" w14:textId="77777777" w:rsidR="00F07F7B" w:rsidRPr="00F07F7B" w:rsidRDefault="00F07F7B" w:rsidP="00A62E0B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180" w:right="38" w:hanging="18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B1AD" w14:textId="77777777" w:rsidR="00F07F7B" w:rsidRPr="00F07F7B" w:rsidRDefault="00F07F7B" w:rsidP="001B4F3E">
            <w:pPr>
              <w:pStyle w:val="ListParagraph"/>
              <w:spacing w:after="0" w:line="240" w:lineRule="auto"/>
              <w:ind w:left="222"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F7B" w:rsidRPr="009C6D57" w14:paraId="1BED84F4" w14:textId="77777777" w:rsidTr="004536BD">
        <w:trPr>
          <w:gridBefore w:val="1"/>
          <w:wBefore w:w="289" w:type="dxa"/>
          <w:trHeight w:val="202"/>
        </w:trPr>
        <w:tc>
          <w:tcPr>
            <w:tcW w:w="6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EA00" w14:textId="77777777" w:rsidR="00F07F7B" w:rsidRPr="00F07F7B" w:rsidRDefault="00F07F7B" w:rsidP="00A62E0B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left="180" w:right="38" w:hanging="18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AFB4" w14:textId="77777777" w:rsidR="00F07F7B" w:rsidRPr="00F07F7B" w:rsidRDefault="00F07F7B" w:rsidP="001B4F3E">
            <w:pPr>
              <w:pStyle w:val="ListParagraph"/>
              <w:spacing w:after="0" w:line="240" w:lineRule="auto"/>
              <w:ind w:left="222"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174F" w:rsidRPr="009C6D57" w14:paraId="7CA93D0B" w14:textId="77777777" w:rsidTr="0058460D">
        <w:trPr>
          <w:trHeight w:val="396"/>
        </w:trPr>
        <w:tc>
          <w:tcPr>
            <w:tcW w:w="1120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4FDCB" w14:textId="1E810BFA" w:rsidR="0076174F" w:rsidRPr="008917C9" w:rsidRDefault="0076174F" w:rsidP="00C1470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3" w:right="-10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Outputs (</w:t>
            </w:r>
            <w:r w:rsidR="0058460D">
              <w:rPr>
                <w:rFonts w:ascii="Arial" w:hAnsi="Arial" w:cs="Arial"/>
                <w:i/>
                <w:sz w:val="20"/>
                <w:szCs w:val="20"/>
              </w:rPr>
              <w:t>the immediate,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58460D">
              <w:rPr>
                <w:rFonts w:ascii="Arial" w:hAnsi="Arial" w:cs="Arial"/>
                <w:i/>
                <w:sz w:val="20"/>
                <w:szCs w:val="20"/>
              </w:rPr>
              <w:t>tangible,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and </w:t>
            </w:r>
            <w:r w:rsidRPr="00036209">
              <w:rPr>
                <w:rFonts w:ascii="Arial" w:hAnsi="Arial" w:cs="Arial"/>
                <w:i/>
                <w:sz w:val="20"/>
                <w:szCs w:val="20"/>
              </w:rPr>
              <w:t>measurable deliverables</w:t>
            </w:r>
            <w:r w:rsidR="0058460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58460D" w:rsidRPr="0058460D">
              <w:rPr>
                <w:rFonts w:ascii="Arial" w:hAnsi="Arial" w:cs="Arial"/>
                <w:i/>
                <w:sz w:val="20"/>
                <w:szCs w:val="20"/>
              </w:rPr>
              <w:t>of the proposed PPA / specific R&amp;D project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Pr="008917C9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</w:tr>
      <w:tr w:rsidR="00F07F7B" w:rsidRPr="002F019E" w14:paraId="5A76B525" w14:textId="77777777" w:rsidTr="004536BD">
        <w:trPr>
          <w:gridBefore w:val="1"/>
          <w:wBefore w:w="289" w:type="dxa"/>
          <w:trHeight w:val="304"/>
        </w:trPr>
        <w:tc>
          <w:tcPr>
            <w:tcW w:w="6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FEE528A" w14:textId="77777777" w:rsidR="00F07F7B" w:rsidRDefault="00F07F7B" w:rsidP="001B4F3E">
            <w:pPr>
              <w:pStyle w:val="ListParagraph"/>
              <w:spacing w:after="0" w:line="240" w:lineRule="auto"/>
              <w:ind w:left="173" w:right="38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07F7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Expected Outputs </w:t>
            </w:r>
          </w:p>
          <w:p w14:paraId="783954CD" w14:textId="3C4616D1" w:rsidR="00EE53CD" w:rsidRPr="002F019E" w:rsidRDefault="00EE53CD" w:rsidP="001B4F3E">
            <w:pPr>
              <w:pStyle w:val="ListParagraph"/>
              <w:spacing w:after="0" w:line="240" w:lineRule="auto"/>
              <w:ind w:left="173" w:right="3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6FD9">
              <w:rPr>
                <w:rFonts w:ascii="Arial" w:hAnsi="Arial" w:cs="Arial"/>
                <w:i/>
                <w:sz w:val="14"/>
                <w:szCs w:val="14"/>
              </w:rPr>
              <w:t>(Insert additional rows as needed.)</w:t>
            </w:r>
          </w:p>
        </w:tc>
        <w:tc>
          <w:tcPr>
            <w:tcW w:w="46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A77369B" w14:textId="1B45C3FE" w:rsidR="00EE53CD" w:rsidRPr="002F019E" w:rsidRDefault="00F07F7B" w:rsidP="001B4F3E">
            <w:pPr>
              <w:pStyle w:val="ListParagraph"/>
              <w:spacing w:after="0" w:line="240" w:lineRule="auto"/>
              <w:ind w:left="0" w:right="38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07F7B">
              <w:rPr>
                <w:rFonts w:ascii="Arial" w:hAnsi="Arial" w:cs="Arial"/>
                <w:b/>
                <w:i/>
                <w:sz w:val="20"/>
                <w:szCs w:val="20"/>
              </w:rPr>
              <w:t>Target Quantity/Measure</w:t>
            </w:r>
          </w:p>
        </w:tc>
      </w:tr>
      <w:tr w:rsidR="00F07F7B" w:rsidRPr="009C6D57" w14:paraId="76EAEE73" w14:textId="77777777" w:rsidTr="004536BD">
        <w:trPr>
          <w:gridBefore w:val="1"/>
          <w:wBefore w:w="289" w:type="dxa"/>
          <w:trHeight w:val="202"/>
        </w:trPr>
        <w:tc>
          <w:tcPr>
            <w:tcW w:w="6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284E" w14:textId="26E076CF" w:rsidR="00F07F7B" w:rsidRPr="00F07F7B" w:rsidRDefault="00F07F7B" w:rsidP="00A62E0B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180" w:right="38" w:hanging="18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0656" w14:textId="77777777" w:rsidR="00F07F7B" w:rsidRPr="00F07F7B" w:rsidRDefault="00F07F7B" w:rsidP="001B4F3E">
            <w:pPr>
              <w:pStyle w:val="ListParagraph"/>
              <w:spacing w:after="0" w:line="240" w:lineRule="auto"/>
              <w:ind w:left="222"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F7B" w:rsidRPr="009C6D57" w14:paraId="2EED2AAC" w14:textId="77777777" w:rsidTr="004536BD">
        <w:trPr>
          <w:gridBefore w:val="1"/>
          <w:wBefore w:w="289" w:type="dxa"/>
          <w:trHeight w:val="202"/>
        </w:trPr>
        <w:tc>
          <w:tcPr>
            <w:tcW w:w="6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ABD1" w14:textId="77777777" w:rsidR="00F07F7B" w:rsidRPr="00F07F7B" w:rsidRDefault="00F07F7B" w:rsidP="00A62E0B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180" w:right="38" w:hanging="18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3CFA" w14:textId="77777777" w:rsidR="00F07F7B" w:rsidRPr="00F07F7B" w:rsidRDefault="00F07F7B" w:rsidP="001B4F3E">
            <w:pPr>
              <w:pStyle w:val="ListParagraph"/>
              <w:spacing w:after="0" w:line="240" w:lineRule="auto"/>
              <w:ind w:left="222"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F7B" w:rsidRPr="009C6D57" w14:paraId="43C10793" w14:textId="77777777" w:rsidTr="004536BD">
        <w:trPr>
          <w:gridBefore w:val="1"/>
          <w:wBefore w:w="289" w:type="dxa"/>
          <w:trHeight w:val="202"/>
        </w:trPr>
        <w:tc>
          <w:tcPr>
            <w:tcW w:w="6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3C99" w14:textId="77777777" w:rsidR="00F07F7B" w:rsidRPr="00F07F7B" w:rsidRDefault="00F07F7B" w:rsidP="00A62E0B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180" w:right="38" w:hanging="18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A626" w14:textId="77777777" w:rsidR="00F07F7B" w:rsidRPr="00F07F7B" w:rsidRDefault="00F07F7B" w:rsidP="001B4F3E">
            <w:pPr>
              <w:pStyle w:val="ListParagraph"/>
              <w:spacing w:after="0" w:line="240" w:lineRule="auto"/>
              <w:ind w:left="222"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50FF" w:rsidRPr="009C6D57" w14:paraId="17D0D03E" w14:textId="77777777" w:rsidTr="009A50FF">
        <w:trPr>
          <w:trHeight w:val="396"/>
        </w:trPr>
        <w:tc>
          <w:tcPr>
            <w:tcW w:w="1120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5191A" w14:textId="101F5331" w:rsidR="009A50FF" w:rsidRPr="008917C9" w:rsidRDefault="009A50FF" w:rsidP="009A50F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3" w:right="38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Risk Management Framework</w:t>
            </w:r>
            <w:r w:rsidRPr="008917C9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</w:tr>
      <w:tr w:rsidR="00F07F7B" w:rsidRPr="002F019E" w14:paraId="6135232A" w14:textId="77777777" w:rsidTr="004536BD">
        <w:trPr>
          <w:gridBefore w:val="1"/>
          <w:wBefore w:w="289" w:type="dxa"/>
          <w:trHeight w:val="304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C30CC8" w14:textId="77777777" w:rsidR="00F07F7B" w:rsidRDefault="00F07F7B" w:rsidP="001B4F3E">
            <w:pPr>
              <w:pStyle w:val="ListParagraph"/>
              <w:spacing w:after="0" w:line="240" w:lineRule="auto"/>
              <w:ind w:left="173" w:right="38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07F7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Objectives </w:t>
            </w:r>
          </w:p>
          <w:p w14:paraId="31D27F92" w14:textId="51D9FBDF" w:rsidR="00EE53CD" w:rsidRPr="002F019E" w:rsidRDefault="00EE53CD" w:rsidP="001B4F3E">
            <w:pPr>
              <w:pStyle w:val="ListParagraph"/>
              <w:spacing w:after="0" w:line="240" w:lineRule="auto"/>
              <w:ind w:left="173" w:right="3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6FD9">
              <w:rPr>
                <w:rFonts w:ascii="Arial" w:hAnsi="Arial" w:cs="Arial"/>
                <w:i/>
                <w:sz w:val="14"/>
                <w:szCs w:val="14"/>
              </w:rPr>
              <w:t>(Insert additional rows as needed.)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01B6006" w14:textId="6EC4F859" w:rsidR="00EE53CD" w:rsidRPr="00A14BF5" w:rsidRDefault="00F07F7B" w:rsidP="00F07F7B">
            <w:pPr>
              <w:pStyle w:val="ListParagraph"/>
              <w:spacing w:after="0" w:line="240" w:lineRule="auto"/>
              <w:ind w:left="0" w:right="38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07F7B">
              <w:rPr>
                <w:rFonts w:ascii="Arial" w:hAnsi="Arial" w:cs="Arial"/>
                <w:b/>
                <w:i/>
                <w:sz w:val="20"/>
                <w:szCs w:val="20"/>
              </w:rPr>
              <w:t>Risks and Assumptions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374C1A1" w14:textId="471B9C31" w:rsidR="00EE53CD" w:rsidRPr="002F019E" w:rsidRDefault="00F07F7B" w:rsidP="001B4F3E">
            <w:pPr>
              <w:pStyle w:val="ListParagraph"/>
              <w:spacing w:after="0" w:line="240" w:lineRule="auto"/>
              <w:ind w:left="0" w:right="38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07F7B">
              <w:rPr>
                <w:rFonts w:ascii="Arial" w:hAnsi="Arial" w:cs="Arial"/>
                <w:b/>
                <w:i/>
                <w:sz w:val="20"/>
                <w:szCs w:val="20"/>
              </w:rPr>
              <w:t>Contingency Plan</w:t>
            </w:r>
          </w:p>
        </w:tc>
      </w:tr>
      <w:tr w:rsidR="00F07F7B" w:rsidRPr="009C6D57" w14:paraId="580C3A2B" w14:textId="77777777" w:rsidTr="004536BD">
        <w:trPr>
          <w:gridBefore w:val="1"/>
          <w:wBefore w:w="289" w:type="dxa"/>
          <w:trHeight w:val="202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EED4" w14:textId="3A976A0C" w:rsidR="00F07F7B" w:rsidRPr="00F07F7B" w:rsidRDefault="00F07F7B" w:rsidP="00A62E0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80" w:right="38" w:hanging="18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16C9" w14:textId="77777777" w:rsidR="00F07F7B" w:rsidRPr="00F07F7B" w:rsidRDefault="00F07F7B" w:rsidP="00F07F7B">
            <w:pPr>
              <w:pStyle w:val="ListParagraph"/>
              <w:spacing w:after="0" w:line="240" w:lineRule="auto"/>
              <w:ind w:left="180"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1C6B" w14:textId="3EA98C95" w:rsidR="00F07F7B" w:rsidRPr="00F07F7B" w:rsidRDefault="00F07F7B" w:rsidP="001B4F3E">
            <w:pPr>
              <w:pStyle w:val="ListParagraph"/>
              <w:spacing w:after="0" w:line="240" w:lineRule="auto"/>
              <w:ind w:left="222"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F7B" w:rsidRPr="009C6D57" w14:paraId="3B5CE431" w14:textId="77777777" w:rsidTr="004536BD">
        <w:trPr>
          <w:gridBefore w:val="1"/>
          <w:wBefore w:w="289" w:type="dxa"/>
          <w:trHeight w:val="202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C91A" w14:textId="77777777" w:rsidR="00F07F7B" w:rsidRPr="00F07F7B" w:rsidRDefault="00F07F7B" w:rsidP="00A62E0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80" w:right="38" w:hanging="18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CA80" w14:textId="77777777" w:rsidR="00F07F7B" w:rsidRPr="00F07F7B" w:rsidRDefault="00F07F7B" w:rsidP="00F07F7B">
            <w:pPr>
              <w:pStyle w:val="ListParagraph"/>
              <w:spacing w:after="0" w:line="240" w:lineRule="auto"/>
              <w:ind w:left="180"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8B74" w14:textId="77777777" w:rsidR="00F07F7B" w:rsidRPr="00F07F7B" w:rsidRDefault="00F07F7B" w:rsidP="001B4F3E">
            <w:pPr>
              <w:pStyle w:val="ListParagraph"/>
              <w:spacing w:after="0" w:line="240" w:lineRule="auto"/>
              <w:ind w:left="222"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7F7B" w:rsidRPr="009C6D57" w14:paraId="0BFEF7C5" w14:textId="77777777" w:rsidTr="004536BD">
        <w:trPr>
          <w:gridBefore w:val="1"/>
          <w:wBefore w:w="289" w:type="dxa"/>
          <w:trHeight w:val="202"/>
        </w:trPr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F9CC" w14:textId="77777777" w:rsidR="00F07F7B" w:rsidRPr="00F07F7B" w:rsidRDefault="00F07F7B" w:rsidP="00A62E0B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180" w:right="38" w:hanging="18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0AAF" w14:textId="77777777" w:rsidR="00F07F7B" w:rsidRPr="00F07F7B" w:rsidRDefault="00F07F7B" w:rsidP="00F07F7B">
            <w:pPr>
              <w:pStyle w:val="ListParagraph"/>
              <w:spacing w:after="0" w:line="240" w:lineRule="auto"/>
              <w:ind w:left="180"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B3EA" w14:textId="77777777" w:rsidR="00F07F7B" w:rsidRPr="00F07F7B" w:rsidRDefault="00F07F7B" w:rsidP="001B4F3E">
            <w:pPr>
              <w:pStyle w:val="ListParagraph"/>
              <w:spacing w:after="0" w:line="240" w:lineRule="auto"/>
              <w:ind w:left="222" w:right="3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F556F1" w14:textId="77777777" w:rsidR="00792174" w:rsidRPr="008917C9" w:rsidRDefault="00792174" w:rsidP="00ED5385">
      <w:pPr>
        <w:pStyle w:val="ListParagraph"/>
        <w:spacing w:after="0" w:line="240" w:lineRule="auto"/>
        <w:ind w:left="-142"/>
        <w:rPr>
          <w:rFonts w:ascii="Arial" w:hAnsi="Arial" w:cs="Arial"/>
          <w:b/>
          <w:bCs/>
          <w:iCs/>
          <w:sz w:val="20"/>
        </w:rPr>
      </w:pPr>
    </w:p>
    <w:p w14:paraId="72145A1C" w14:textId="7CDDB668" w:rsidR="00B737E3" w:rsidRDefault="00336ADE" w:rsidP="00A62E0B">
      <w:pPr>
        <w:pStyle w:val="ListParagraph"/>
        <w:numPr>
          <w:ilvl w:val="0"/>
          <w:numId w:val="3"/>
        </w:numPr>
        <w:spacing w:after="0" w:line="240" w:lineRule="auto"/>
        <w:ind w:left="-142" w:hanging="270"/>
        <w:rPr>
          <w:rFonts w:ascii="Arial" w:hAnsi="Arial" w:cs="Arial"/>
          <w:b/>
          <w:bCs/>
          <w:i/>
          <w:iCs/>
          <w:sz w:val="20"/>
        </w:rPr>
      </w:pPr>
      <w:r w:rsidRPr="00022B9C">
        <w:rPr>
          <w:rFonts w:ascii="Arial" w:hAnsi="Arial" w:cs="Arial"/>
          <w:b/>
          <w:bCs/>
          <w:i/>
          <w:iCs/>
          <w:sz w:val="20"/>
        </w:rPr>
        <w:t>DETAILED LINE-ITEM BUDGET (LIB)</w:t>
      </w:r>
    </w:p>
    <w:p w14:paraId="60ABB4CE" w14:textId="77777777" w:rsidR="00225F62" w:rsidRPr="00225F62" w:rsidRDefault="00225F62" w:rsidP="00225F62">
      <w:pPr>
        <w:pStyle w:val="ListParagraph"/>
        <w:spacing w:after="0" w:line="240" w:lineRule="auto"/>
        <w:ind w:left="-142"/>
        <w:rPr>
          <w:rFonts w:ascii="Arial" w:hAnsi="Arial" w:cs="Arial"/>
          <w:bCs/>
          <w:iCs/>
          <w:sz w:val="20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5671"/>
        <w:gridCol w:w="284"/>
        <w:gridCol w:w="4090"/>
        <w:gridCol w:w="15"/>
      </w:tblGrid>
      <w:tr w:rsidR="00895071" w:rsidRPr="007D406C" w14:paraId="1270E629" w14:textId="77777777" w:rsidTr="003E0124">
        <w:trPr>
          <w:trHeight w:val="36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2B4FC33" w14:textId="543309E6" w:rsidR="00F85462" w:rsidRPr="007D406C" w:rsidRDefault="00F85462" w:rsidP="007D406C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7D406C">
              <w:rPr>
                <w:rFonts w:ascii="Arial" w:hAnsi="Arial" w:cs="Arial"/>
                <w:b/>
                <w:bCs/>
                <w:i/>
                <w:iCs/>
                <w:sz w:val="20"/>
              </w:rPr>
              <w:t>Particulars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43C28CA" w14:textId="77777777" w:rsidR="00F85462" w:rsidRPr="007D406C" w:rsidRDefault="00F85462" w:rsidP="007D406C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2F59564" w14:textId="46E0F2B9" w:rsidR="00F85462" w:rsidRPr="007D406C" w:rsidRDefault="00F85462" w:rsidP="007D406C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7D406C">
              <w:rPr>
                <w:rFonts w:ascii="Arial" w:hAnsi="Arial" w:cs="Arial"/>
                <w:b/>
                <w:bCs/>
                <w:i/>
                <w:iCs/>
                <w:sz w:val="20"/>
              </w:rPr>
              <w:t>Budget Allocation</w:t>
            </w:r>
          </w:p>
        </w:tc>
      </w:tr>
      <w:tr w:rsidR="00F85462" w:rsidRPr="00036FD9" w14:paraId="23146364" w14:textId="77777777" w:rsidTr="0080732C">
        <w:tc>
          <w:tcPr>
            <w:tcW w:w="5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416D0B" w14:textId="77777777" w:rsidR="00F85462" w:rsidRPr="00036FD9" w:rsidRDefault="00F85462" w:rsidP="00F8546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4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01080E" w14:textId="77777777" w:rsidR="00F85462" w:rsidRPr="00036FD9" w:rsidRDefault="00F85462" w:rsidP="00F8546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4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9EB862" w14:textId="77777777" w:rsidR="00F85462" w:rsidRPr="00036FD9" w:rsidRDefault="00F85462" w:rsidP="00F8546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4"/>
                <w:szCs w:val="6"/>
              </w:rPr>
            </w:pPr>
          </w:p>
        </w:tc>
      </w:tr>
      <w:tr w:rsidR="00F85462" w:rsidRPr="003E48CD" w14:paraId="22A01547" w14:textId="77777777" w:rsidTr="008E5B86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5ADF6AD8" w14:textId="48B8D312" w:rsidR="00F85462" w:rsidRPr="003E48CD" w:rsidRDefault="003E48CD" w:rsidP="00A62E0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12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3E48CD">
              <w:rPr>
                <w:rFonts w:ascii="Arial" w:hAnsi="Arial" w:cs="Arial"/>
                <w:b/>
                <w:bCs/>
                <w:i/>
                <w:iCs/>
                <w:sz w:val="20"/>
              </w:rPr>
              <w:t>Personnel Services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14:paraId="4812BC1B" w14:textId="77777777" w:rsidR="00F85462" w:rsidRPr="003E48CD" w:rsidRDefault="00F85462" w:rsidP="00F8546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1C73745" w14:textId="77777777" w:rsidR="00F85462" w:rsidRPr="003E48CD" w:rsidRDefault="00F85462" w:rsidP="00F85462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</w:tr>
      <w:tr w:rsidR="003E48CD" w:rsidRPr="00225F62" w14:paraId="052C981A" w14:textId="77777777" w:rsidTr="00036FD9">
        <w:trPr>
          <w:trHeight w:val="64"/>
        </w:trPr>
        <w:tc>
          <w:tcPr>
            <w:tcW w:w="56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FBEBE1" w14:textId="77777777" w:rsidR="003E48CD" w:rsidRPr="00225F62" w:rsidRDefault="003E48CD" w:rsidP="00A4255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4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94E4F6" w14:textId="77777777" w:rsidR="003E48CD" w:rsidRPr="00225F62" w:rsidRDefault="003E48CD" w:rsidP="00A4255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4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20A37C" w14:textId="77777777" w:rsidR="003E48CD" w:rsidRPr="00225F62" w:rsidRDefault="003E48CD" w:rsidP="00A4255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4"/>
                <w:szCs w:val="6"/>
              </w:rPr>
            </w:pPr>
          </w:p>
        </w:tc>
      </w:tr>
      <w:tr w:rsidR="003E48CD" w14:paraId="02CB4622" w14:textId="77777777" w:rsidTr="003E012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D3DEEF" w14:textId="179D3F38" w:rsidR="003E48CD" w:rsidRDefault="003E48CD" w:rsidP="00A62E0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18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3E0129">
              <w:rPr>
                <w:rFonts w:ascii="Arial" w:hAnsi="Arial" w:cs="Arial"/>
                <w:bCs/>
                <w:i/>
                <w:iCs/>
                <w:sz w:val="20"/>
              </w:rPr>
              <w:t>Salaries / Wages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1C4739" w14:textId="77777777" w:rsidR="003E48CD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E52BB9" w14:textId="77777777" w:rsidR="003E48CD" w:rsidRPr="003E48CD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</w:tr>
      <w:tr w:rsidR="003E48CD" w:rsidRPr="00225F62" w14:paraId="6CEC5944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4C2E129" w14:textId="77777777" w:rsidR="003E48CD" w:rsidRPr="00225F62" w:rsidRDefault="003E48CD" w:rsidP="008E5B86">
            <w:pPr>
              <w:pStyle w:val="ListParagraph"/>
              <w:spacing w:after="0" w:line="240" w:lineRule="auto"/>
              <w:ind w:left="318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34483B0" w14:textId="77777777" w:rsidR="003E48CD" w:rsidRPr="00225F62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7CCDB5" w14:textId="77777777" w:rsidR="003E48CD" w:rsidRPr="00225F62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2"/>
                <w:szCs w:val="6"/>
              </w:rPr>
            </w:pPr>
          </w:p>
        </w:tc>
      </w:tr>
      <w:tr w:rsidR="003E48CD" w14:paraId="4E1CAA12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296E9A" w14:textId="335438E2" w:rsidR="003E48CD" w:rsidRDefault="003E48CD" w:rsidP="00A62E0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18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3E0129">
              <w:rPr>
                <w:rFonts w:ascii="Arial" w:hAnsi="Arial" w:cs="Arial"/>
                <w:bCs/>
                <w:i/>
                <w:iCs/>
                <w:sz w:val="20"/>
              </w:rPr>
              <w:t>Bonuses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84EF2C" w14:textId="77777777" w:rsidR="003E48CD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85408" w14:textId="77777777" w:rsidR="003E48CD" w:rsidRPr="003E48CD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</w:tr>
      <w:tr w:rsidR="003E48CD" w:rsidRPr="00225F62" w14:paraId="039FAE5B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B55559" w14:textId="77777777" w:rsidR="003E48CD" w:rsidRPr="00225F62" w:rsidRDefault="003E48CD" w:rsidP="008E5B86">
            <w:pPr>
              <w:pStyle w:val="ListParagraph"/>
              <w:spacing w:after="0" w:line="240" w:lineRule="auto"/>
              <w:ind w:left="318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39804E3" w14:textId="77777777" w:rsidR="003E48CD" w:rsidRPr="00225F62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A002BDE" w14:textId="77777777" w:rsidR="003E48CD" w:rsidRPr="00225F62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2"/>
                <w:szCs w:val="6"/>
              </w:rPr>
            </w:pPr>
          </w:p>
        </w:tc>
      </w:tr>
      <w:tr w:rsidR="003E48CD" w14:paraId="46315C5C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F09035" w14:textId="0A523D3D" w:rsidR="003E48CD" w:rsidRDefault="003E48CD" w:rsidP="00A62E0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18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3E0129">
              <w:rPr>
                <w:rFonts w:ascii="Arial" w:hAnsi="Arial" w:cs="Arial"/>
                <w:bCs/>
                <w:i/>
                <w:iCs/>
                <w:sz w:val="20"/>
              </w:rPr>
              <w:t>Honoraria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D90F1A" w14:textId="77777777" w:rsidR="003E48CD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54E16" w14:textId="77777777" w:rsidR="003E48CD" w:rsidRPr="003E48CD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</w:tr>
      <w:tr w:rsidR="003E48CD" w:rsidRPr="00225F62" w14:paraId="54CEA37C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EB1225D" w14:textId="77777777" w:rsidR="003E48CD" w:rsidRPr="00225F62" w:rsidRDefault="003E48CD" w:rsidP="008E5B86">
            <w:pPr>
              <w:pStyle w:val="ListParagraph"/>
              <w:spacing w:after="0" w:line="240" w:lineRule="auto"/>
              <w:ind w:left="318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C804E09" w14:textId="77777777" w:rsidR="003E48CD" w:rsidRPr="00225F62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13E79AD" w14:textId="77777777" w:rsidR="003E48CD" w:rsidRPr="00225F62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2"/>
                <w:szCs w:val="6"/>
              </w:rPr>
            </w:pPr>
          </w:p>
        </w:tc>
      </w:tr>
      <w:tr w:rsidR="003E48CD" w14:paraId="63C4E678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62AA63" w14:textId="19385E45" w:rsidR="003E48CD" w:rsidRDefault="003E48CD" w:rsidP="00A62E0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318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3E0129">
              <w:rPr>
                <w:rFonts w:ascii="Arial" w:hAnsi="Arial" w:cs="Arial"/>
                <w:bCs/>
                <w:i/>
                <w:iCs/>
                <w:sz w:val="20"/>
              </w:rPr>
              <w:t>Other P</w:t>
            </w:r>
            <w:r>
              <w:rPr>
                <w:rFonts w:ascii="Arial" w:hAnsi="Arial" w:cs="Arial"/>
                <w:bCs/>
                <w:i/>
                <w:iCs/>
                <w:sz w:val="20"/>
              </w:rPr>
              <w:t xml:space="preserve">ersonnel </w:t>
            </w:r>
            <w:r w:rsidRPr="003E0129">
              <w:rPr>
                <w:rFonts w:ascii="Arial" w:hAnsi="Arial" w:cs="Arial"/>
                <w:bCs/>
                <w:i/>
                <w:iCs/>
                <w:sz w:val="20"/>
              </w:rPr>
              <w:t>S</w:t>
            </w:r>
            <w:r>
              <w:rPr>
                <w:rFonts w:ascii="Arial" w:hAnsi="Arial" w:cs="Arial"/>
                <w:bCs/>
                <w:i/>
                <w:iCs/>
                <w:sz w:val="20"/>
              </w:rPr>
              <w:t>ervices</w:t>
            </w:r>
            <w:r w:rsidRPr="003E0129">
              <w:rPr>
                <w:rFonts w:ascii="Arial" w:hAnsi="Arial" w:cs="Arial"/>
                <w:bCs/>
                <w:i/>
                <w:iCs/>
                <w:sz w:val="20"/>
              </w:rPr>
              <w:t xml:space="preserve"> Cost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2F4AD7" w14:textId="77777777" w:rsidR="003E48CD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700C2" w14:textId="77777777" w:rsidR="003E48CD" w:rsidRPr="003E48CD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20"/>
              </w:rPr>
            </w:pPr>
          </w:p>
        </w:tc>
      </w:tr>
      <w:tr w:rsidR="003E48CD" w:rsidRPr="003E0124" w14:paraId="14CC350C" w14:textId="77777777" w:rsidTr="008E5B86">
        <w:tc>
          <w:tcPr>
            <w:tcW w:w="56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CA7B30" w14:textId="77777777" w:rsidR="003E48CD" w:rsidRPr="003E0124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E4A200" w14:textId="77777777" w:rsidR="003E48CD" w:rsidRPr="003E0124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327B15E" w14:textId="77777777" w:rsidR="003E48CD" w:rsidRPr="003E0124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Cs/>
                <w:iCs/>
                <w:sz w:val="2"/>
                <w:szCs w:val="6"/>
              </w:rPr>
            </w:pPr>
          </w:p>
        </w:tc>
      </w:tr>
      <w:tr w:rsidR="003E48CD" w14:paraId="5F259701" w14:textId="77777777" w:rsidTr="003E0124">
        <w:trPr>
          <w:trHeight w:val="233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14:paraId="791BD54A" w14:textId="3557FD7A" w:rsidR="003E48CD" w:rsidRDefault="003E48CD" w:rsidP="008E5B86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Sub-Total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D2601C" w14:textId="77777777" w:rsidR="003E48CD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14:paraId="10BDDF20" w14:textId="77777777" w:rsidR="003E48CD" w:rsidRPr="00AC41AD" w:rsidRDefault="003E48CD" w:rsidP="00276AA1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3E48CD" w:rsidRPr="00225F62" w14:paraId="0053B288" w14:textId="77777777" w:rsidTr="00225F62">
        <w:trPr>
          <w:trHeight w:val="64"/>
        </w:trPr>
        <w:tc>
          <w:tcPr>
            <w:tcW w:w="5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55EC93" w14:textId="77777777" w:rsidR="003E48CD" w:rsidRPr="00225F62" w:rsidRDefault="003E48CD" w:rsidP="00A4255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618498" w14:textId="77777777" w:rsidR="003E48CD" w:rsidRPr="00225F62" w:rsidRDefault="003E48CD" w:rsidP="00A4255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10"/>
                <w:szCs w:val="1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286FBE" w14:textId="77777777" w:rsidR="003E48CD" w:rsidRPr="00225F62" w:rsidRDefault="003E48CD" w:rsidP="00A4255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10"/>
                <w:szCs w:val="10"/>
              </w:rPr>
            </w:pPr>
          </w:p>
        </w:tc>
      </w:tr>
      <w:tr w:rsidR="003E48CD" w14:paraId="50D0B7A7" w14:textId="77777777" w:rsidTr="008E5B86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p w14:paraId="25F4AB1A" w14:textId="00D5BC04" w:rsidR="003E48CD" w:rsidRDefault="003E48CD" w:rsidP="00A62E0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12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7D1FC8"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Maintenance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&amp;</w:t>
            </w:r>
            <w:r w:rsidRPr="007D1FC8"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 Other Operating Expenses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p w14:paraId="3654D7EB" w14:textId="77777777" w:rsidR="003E48CD" w:rsidRDefault="003E48CD" w:rsidP="0079217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14:paraId="6FEC2191" w14:textId="77777777" w:rsidR="003E48CD" w:rsidRDefault="003E48CD" w:rsidP="0079217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3E48CD" w:rsidRPr="00036FD9" w14:paraId="05792E07" w14:textId="77777777" w:rsidTr="00225F62">
        <w:trPr>
          <w:trHeight w:val="64"/>
        </w:trPr>
        <w:tc>
          <w:tcPr>
            <w:tcW w:w="56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2264CC" w14:textId="77777777" w:rsidR="003E48CD" w:rsidRPr="00036FD9" w:rsidRDefault="003E48CD" w:rsidP="00A4255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4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81CBDD" w14:textId="77777777" w:rsidR="003E48CD" w:rsidRPr="00036FD9" w:rsidRDefault="003E48CD" w:rsidP="00A4255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4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76AA8A" w14:textId="77777777" w:rsidR="003E48CD" w:rsidRPr="00036FD9" w:rsidRDefault="003E48CD" w:rsidP="00A4255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4"/>
                <w:szCs w:val="6"/>
              </w:rPr>
            </w:pPr>
          </w:p>
        </w:tc>
      </w:tr>
      <w:tr w:rsidR="003E48CD" w14:paraId="50631559" w14:textId="77777777" w:rsidTr="003E012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E7775F" w14:textId="61D65C58" w:rsidR="003E48CD" w:rsidRDefault="003E48CD" w:rsidP="00A62E0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606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3E0129">
              <w:rPr>
                <w:rFonts w:ascii="Arial" w:hAnsi="Arial" w:cs="Arial"/>
                <w:bCs/>
                <w:i/>
                <w:iCs/>
                <w:sz w:val="20"/>
              </w:rPr>
              <w:t>Supplies and Materials Expenses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DB2D2A" w14:textId="77777777" w:rsidR="003E48CD" w:rsidRDefault="003E48CD" w:rsidP="00A4255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059D6" w14:textId="77777777" w:rsidR="003E48CD" w:rsidRDefault="003E48CD" w:rsidP="00A4255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3E48CD" w:rsidRPr="00225F62" w14:paraId="14F28F6F" w14:textId="77777777" w:rsidTr="008E5B86"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14:paraId="0436D06D" w14:textId="77777777" w:rsidR="003E48CD" w:rsidRPr="00225F62" w:rsidRDefault="003E48CD" w:rsidP="00A4255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E697F3" w14:textId="77777777" w:rsidR="003E48CD" w:rsidRPr="00225F62" w:rsidRDefault="003E48CD" w:rsidP="00A4255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602184" w14:textId="77777777" w:rsidR="003E48CD" w:rsidRPr="00225F62" w:rsidRDefault="003E48CD" w:rsidP="00A4255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</w:tr>
      <w:tr w:rsidR="003E48CD" w14:paraId="505F28C9" w14:textId="77777777" w:rsidTr="003E012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755DEE" w14:textId="3D7C13EE" w:rsidR="003E48CD" w:rsidRPr="003E48CD" w:rsidRDefault="003E48CD" w:rsidP="00A62E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3E0129">
              <w:rPr>
                <w:rFonts w:ascii="Arial" w:hAnsi="Arial" w:cs="Arial"/>
                <w:bCs/>
                <w:i/>
                <w:iCs/>
                <w:sz w:val="20"/>
              </w:rPr>
              <w:t>Raw Materials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9A14DAE" w14:textId="77777777" w:rsidR="003E48CD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DB400" w14:textId="77777777" w:rsidR="003E48CD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276AA1" w:rsidRPr="00225F62" w14:paraId="17CAE58A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AC771E" w14:textId="77777777" w:rsidR="003E48CD" w:rsidRPr="00225F62" w:rsidRDefault="003E48CD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C629A69" w14:textId="77777777" w:rsidR="003E48CD" w:rsidRPr="00225F62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DCA5FD3" w14:textId="77777777" w:rsidR="003E48CD" w:rsidRPr="00225F62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</w:tr>
      <w:tr w:rsidR="003E48CD" w14:paraId="20E4D374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DD4A856" w14:textId="6464A5EC" w:rsidR="003E48CD" w:rsidRDefault="003E48CD" w:rsidP="00A62E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3E0129">
              <w:rPr>
                <w:rFonts w:ascii="Arial" w:hAnsi="Arial" w:cs="Arial"/>
                <w:bCs/>
                <w:i/>
                <w:iCs/>
                <w:sz w:val="20"/>
              </w:rPr>
              <w:t>Laboratory Materials &amp; Consumables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4AD6D7" w14:textId="77777777" w:rsidR="003E48CD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20C9A6" w14:textId="77777777" w:rsidR="003E48CD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276AA1" w:rsidRPr="00225F62" w14:paraId="77603BE6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90BD12" w14:textId="77777777" w:rsidR="003E48CD" w:rsidRPr="00225F62" w:rsidRDefault="003E48CD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CB20A4C" w14:textId="77777777" w:rsidR="003E48CD" w:rsidRPr="00225F62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541C645" w14:textId="77777777" w:rsidR="003E48CD" w:rsidRPr="00225F62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</w:tr>
      <w:tr w:rsidR="003E48CD" w14:paraId="4D418033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1E6EA0E" w14:textId="219EEF82" w:rsidR="003E48CD" w:rsidRDefault="003E48CD" w:rsidP="00A62E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DF3D3C">
              <w:rPr>
                <w:rFonts w:ascii="Arial" w:hAnsi="Arial" w:cs="Arial"/>
                <w:bCs/>
                <w:i/>
                <w:iCs/>
                <w:sz w:val="20"/>
              </w:rPr>
              <w:t>Chemicals and Reagents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ADEC88" w14:textId="77777777" w:rsidR="003E48CD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80840" w14:textId="77777777" w:rsidR="003E48CD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276AA1" w:rsidRPr="00225F62" w14:paraId="5B29C24B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4E01598" w14:textId="77777777" w:rsidR="003E48CD" w:rsidRPr="00225F62" w:rsidRDefault="003E48CD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3A945BC" w14:textId="77777777" w:rsidR="003E48CD" w:rsidRPr="00225F62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FE4E4CA" w14:textId="77777777" w:rsidR="003E48CD" w:rsidRPr="00225F62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</w:tr>
      <w:tr w:rsidR="003E48CD" w14:paraId="61CA7347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0F97D4" w14:textId="0E156528" w:rsidR="003E48CD" w:rsidRDefault="003E48CD" w:rsidP="00A62E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DF3D3C">
              <w:rPr>
                <w:rFonts w:ascii="Arial" w:hAnsi="Arial" w:cs="Arial"/>
                <w:bCs/>
                <w:i/>
                <w:iCs/>
                <w:sz w:val="20"/>
              </w:rPr>
              <w:t>Office Supplies and Materials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D407F07" w14:textId="77777777" w:rsidR="003E48CD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55EF4F" w14:textId="77777777" w:rsidR="003E48CD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276AA1" w:rsidRPr="00225F62" w14:paraId="797FA95D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B552DF" w14:textId="77777777" w:rsidR="003E48CD" w:rsidRPr="00225F62" w:rsidRDefault="003E48CD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D38F3F3" w14:textId="77777777" w:rsidR="003E48CD" w:rsidRPr="00225F62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CF3A14C" w14:textId="77777777" w:rsidR="003E48CD" w:rsidRPr="00225F62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</w:tr>
      <w:tr w:rsidR="003E48CD" w14:paraId="7ACCCF3B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913CF0" w14:textId="49DAB76B" w:rsidR="003E48CD" w:rsidRDefault="003E48CD" w:rsidP="00A62E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DF3D3C">
              <w:rPr>
                <w:rFonts w:ascii="Arial" w:hAnsi="Arial" w:cs="Arial"/>
                <w:bCs/>
                <w:i/>
                <w:iCs/>
                <w:sz w:val="20"/>
              </w:rPr>
              <w:t>Gasoline, Oil, Lubricants, etc.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BDB893F" w14:textId="77777777" w:rsidR="003E48CD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2D095C" w14:textId="77777777" w:rsidR="003E48CD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895071" w:rsidRPr="00225F62" w14:paraId="35881003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5D69BF" w14:textId="77777777" w:rsidR="003E48CD" w:rsidRPr="00225F62" w:rsidRDefault="003E48CD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AAE8892" w14:textId="77777777" w:rsidR="003E48CD" w:rsidRPr="00225F62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4BA2E1E" w14:textId="77777777" w:rsidR="003E48CD" w:rsidRPr="00225F62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</w:tr>
      <w:tr w:rsidR="003E48CD" w14:paraId="7124AF45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DB1822" w14:textId="7032A8F6" w:rsidR="003E48CD" w:rsidRDefault="003E48CD" w:rsidP="00A62E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DF3D3C">
              <w:rPr>
                <w:rFonts w:ascii="Arial" w:hAnsi="Arial" w:cs="Arial"/>
                <w:bCs/>
                <w:i/>
                <w:iCs/>
                <w:sz w:val="20"/>
              </w:rPr>
              <w:t>Agricultural Supplies Expenses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39B069" w14:textId="77777777" w:rsidR="003E48CD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180BD" w14:textId="77777777" w:rsidR="003E48CD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895071" w:rsidRPr="00225F62" w14:paraId="74322DBD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64D763" w14:textId="77777777" w:rsidR="003E48CD" w:rsidRPr="00225F62" w:rsidRDefault="003E48CD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2A7CB67" w14:textId="77777777" w:rsidR="003E48CD" w:rsidRPr="00225F62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A331179" w14:textId="77777777" w:rsidR="003E48CD" w:rsidRPr="00225F62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</w:tr>
      <w:tr w:rsidR="003E48CD" w14:paraId="00A937C1" w14:textId="77777777" w:rsidTr="003E0124">
        <w:trPr>
          <w:trHeight w:val="238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11A33F" w14:textId="183652D5" w:rsidR="003E48CD" w:rsidRDefault="003E48CD" w:rsidP="00A62E0B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DF3D3C">
              <w:rPr>
                <w:rFonts w:ascii="Arial" w:hAnsi="Arial" w:cs="Arial"/>
                <w:bCs/>
                <w:i/>
                <w:iCs/>
                <w:sz w:val="20"/>
              </w:rPr>
              <w:t>Other Supplies and Materials Expenses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B07DD4" w14:textId="77777777" w:rsidR="003E48CD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814F7" w14:textId="77777777" w:rsidR="003E48CD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895071" w:rsidRPr="00225F62" w14:paraId="0DE10613" w14:textId="77777777" w:rsidTr="00225F62">
        <w:trPr>
          <w:trHeight w:val="64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14:paraId="76CC896D" w14:textId="77777777" w:rsidR="003E48CD" w:rsidRPr="00225F62" w:rsidRDefault="003E48CD" w:rsidP="00A4255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4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C12225" w14:textId="77777777" w:rsidR="003E48CD" w:rsidRPr="00225F62" w:rsidRDefault="003E48CD" w:rsidP="00A4255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4"/>
                <w:szCs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47BB15" w14:textId="77777777" w:rsidR="003E48CD" w:rsidRPr="00225F62" w:rsidRDefault="003E48CD" w:rsidP="00A4255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4"/>
                <w:szCs w:val="20"/>
              </w:rPr>
            </w:pPr>
          </w:p>
        </w:tc>
      </w:tr>
      <w:tr w:rsidR="00895071" w14:paraId="67D247E6" w14:textId="77777777" w:rsidTr="003E012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B2BA88" w14:textId="09CB5692" w:rsidR="003E48CD" w:rsidRDefault="003E48CD" w:rsidP="00A62E0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606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3E0129">
              <w:rPr>
                <w:rFonts w:ascii="Arial" w:hAnsi="Arial" w:cs="Arial"/>
                <w:bCs/>
                <w:i/>
                <w:iCs/>
                <w:sz w:val="20"/>
              </w:rPr>
              <w:t>Support and Grants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AAACA7" w14:textId="77777777" w:rsidR="003E48CD" w:rsidRDefault="003E48CD" w:rsidP="0079217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E53D2" w14:textId="77777777" w:rsidR="003E48CD" w:rsidRDefault="003E48CD" w:rsidP="00792174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895071" w:rsidRPr="00225F62" w14:paraId="5BBCC035" w14:textId="77777777" w:rsidTr="008E5B86"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14:paraId="091D2DA2" w14:textId="77777777" w:rsidR="003E48CD" w:rsidRPr="00225F62" w:rsidRDefault="003E48CD" w:rsidP="00A4255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6C429E" w14:textId="77777777" w:rsidR="003E48CD" w:rsidRPr="00225F62" w:rsidRDefault="003E48CD" w:rsidP="00A4255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448C07" w14:textId="77777777" w:rsidR="003E48CD" w:rsidRPr="00225F62" w:rsidRDefault="003E48CD" w:rsidP="00A4255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</w:tr>
      <w:tr w:rsidR="003E48CD" w14:paraId="64AC0901" w14:textId="77777777" w:rsidTr="003E012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269F05" w14:textId="20DDBAFC" w:rsidR="003E48CD" w:rsidRDefault="003E48CD" w:rsidP="00A62E0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DF3D3C">
              <w:rPr>
                <w:rFonts w:ascii="Arial" w:hAnsi="Arial" w:cs="Arial"/>
                <w:bCs/>
                <w:i/>
                <w:iCs/>
                <w:sz w:val="20"/>
              </w:rPr>
              <w:t>Scholarship Grants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BAF86FE" w14:textId="77777777" w:rsidR="003E48CD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DA81A3" w14:textId="77777777" w:rsidR="003E48CD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895071" w:rsidRPr="00225F62" w14:paraId="134FABEC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E24D72" w14:textId="77777777" w:rsidR="003E48CD" w:rsidRPr="00225F62" w:rsidRDefault="003E48CD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2C1DF57" w14:textId="77777777" w:rsidR="003E48CD" w:rsidRPr="00225F62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2A1C6AE" w14:textId="77777777" w:rsidR="003E48CD" w:rsidRPr="00225F62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</w:tr>
      <w:tr w:rsidR="003E48CD" w14:paraId="1B0B1085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8344BD" w14:textId="4789A8F4" w:rsidR="003E48CD" w:rsidRDefault="00792174" w:rsidP="00A62E0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DF3D3C">
              <w:rPr>
                <w:rFonts w:ascii="Arial" w:hAnsi="Arial" w:cs="Arial"/>
                <w:bCs/>
                <w:i/>
                <w:iCs/>
                <w:sz w:val="20"/>
              </w:rPr>
              <w:t xml:space="preserve">Training and Capacity Building </w:t>
            </w:r>
            <w:r>
              <w:rPr>
                <w:rFonts w:ascii="Arial" w:hAnsi="Arial" w:cs="Arial"/>
                <w:bCs/>
                <w:i/>
                <w:iCs/>
                <w:sz w:val="20"/>
              </w:rPr>
              <w:t>Cost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F10CDC" w14:textId="77777777" w:rsidR="003E48CD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713B0" w14:textId="77777777" w:rsidR="003E48CD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895071" w:rsidRPr="00225F62" w14:paraId="34A39317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858008" w14:textId="77777777" w:rsidR="003E48CD" w:rsidRPr="00225F62" w:rsidRDefault="003E48CD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68D71D9" w14:textId="77777777" w:rsidR="003E48CD" w:rsidRPr="00225F62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B555B7D" w14:textId="77777777" w:rsidR="003E48CD" w:rsidRPr="00225F62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</w:tr>
      <w:tr w:rsidR="003E48CD" w14:paraId="2B229674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24EBA8B" w14:textId="6897148D" w:rsidR="003E48CD" w:rsidRDefault="00792174" w:rsidP="00A62E0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DF3D3C">
              <w:rPr>
                <w:rFonts w:ascii="Arial" w:hAnsi="Arial" w:cs="Arial"/>
                <w:bCs/>
                <w:i/>
                <w:iCs/>
                <w:sz w:val="20"/>
              </w:rPr>
              <w:t>Fellowship Grants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570A2A" w14:textId="77777777" w:rsidR="003E48CD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2DB26C" w14:textId="77777777" w:rsidR="003E48CD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895071" w:rsidRPr="00225F62" w14:paraId="1D93C741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F2A2F9" w14:textId="77777777" w:rsidR="003E48CD" w:rsidRPr="00225F62" w:rsidRDefault="003E48CD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F632B8F" w14:textId="77777777" w:rsidR="003E48CD" w:rsidRPr="00225F62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A8AE583" w14:textId="77777777" w:rsidR="003E48CD" w:rsidRPr="00225F62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</w:tr>
      <w:tr w:rsidR="003E48CD" w14:paraId="09F1849B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4FDB55" w14:textId="3CA03285" w:rsidR="003E48CD" w:rsidRDefault="00792174" w:rsidP="00A62E0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DF3D3C">
              <w:rPr>
                <w:rFonts w:ascii="Arial" w:hAnsi="Arial" w:cs="Arial"/>
                <w:bCs/>
                <w:i/>
                <w:iCs/>
                <w:sz w:val="20"/>
              </w:rPr>
              <w:t>Professorial Chairs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9E3A1A" w14:textId="77777777" w:rsidR="003E48CD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7B257" w14:textId="77777777" w:rsidR="003E48CD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895071" w:rsidRPr="00225F62" w14:paraId="778E6139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78EF59" w14:textId="77777777" w:rsidR="003E48CD" w:rsidRPr="00225F62" w:rsidRDefault="003E48CD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782F648" w14:textId="77777777" w:rsidR="003E48CD" w:rsidRPr="00225F62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2F16E7" w14:textId="77777777" w:rsidR="003E48CD" w:rsidRPr="00225F62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</w:tr>
      <w:tr w:rsidR="003E48CD" w14:paraId="3E1CFD20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34C896" w14:textId="1B45FC71" w:rsidR="003E48CD" w:rsidRDefault="00792174" w:rsidP="00A62E0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DF3D3C">
              <w:rPr>
                <w:rFonts w:ascii="Arial" w:hAnsi="Arial" w:cs="Arial"/>
                <w:bCs/>
                <w:i/>
                <w:iCs/>
                <w:sz w:val="20"/>
              </w:rPr>
              <w:t>Other Support and Grants Expenses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FFFE626" w14:textId="77777777" w:rsidR="003E48CD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D40D6" w14:textId="77777777" w:rsidR="003E48CD" w:rsidRDefault="003E48CD" w:rsidP="00276AA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58460D" w:rsidRPr="00225F62" w14:paraId="2516185F" w14:textId="77777777" w:rsidTr="00225F62">
        <w:trPr>
          <w:trHeight w:val="64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C18B9F" w14:textId="77777777" w:rsidR="0058460D" w:rsidRPr="00225F62" w:rsidRDefault="0058460D" w:rsidP="00A4255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4"/>
                <w:szCs w:val="20"/>
              </w:rPr>
            </w:pPr>
          </w:p>
        </w:tc>
      </w:tr>
      <w:tr w:rsidR="00951ACF" w14:paraId="7E2EA3E0" w14:textId="77777777" w:rsidTr="003E012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35C09D6" w14:textId="77777777" w:rsidR="00951ACF" w:rsidRDefault="00951ACF" w:rsidP="00A62E0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606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792174">
              <w:rPr>
                <w:rFonts w:ascii="Arial" w:hAnsi="Arial" w:cs="Arial"/>
                <w:bCs/>
                <w:i/>
                <w:iCs/>
                <w:sz w:val="20"/>
              </w:rPr>
              <w:t>Representation and Travel Expenses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F21B60" w14:textId="77777777" w:rsidR="00951ACF" w:rsidRDefault="00951ACF" w:rsidP="00A4255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11A66" w14:textId="77777777" w:rsidR="00951ACF" w:rsidRDefault="00951ACF" w:rsidP="00A4255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951ACF" w:rsidRPr="00225F62" w14:paraId="089EFC8E" w14:textId="77777777" w:rsidTr="008E5B86"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14:paraId="5E51CD12" w14:textId="77777777" w:rsidR="00951ACF" w:rsidRPr="00225F62" w:rsidRDefault="00951ACF" w:rsidP="00A4255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351FC2" w14:textId="77777777" w:rsidR="00951ACF" w:rsidRPr="00225F62" w:rsidRDefault="00951ACF" w:rsidP="00A4255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0FFE64" w14:textId="77777777" w:rsidR="00951ACF" w:rsidRPr="00225F62" w:rsidRDefault="00951ACF" w:rsidP="00A4255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</w:tr>
      <w:tr w:rsidR="00951ACF" w14:paraId="58D0C356" w14:textId="77777777" w:rsidTr="003E012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4B7CDF" w14:textId="77777777" w:rsidR="00951ACF" w:rsidRDefault="00951ACF" w:rsidP="00A62E0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792174">
              <w:rPr>
                <w:rFonts w:ascii="Arial" w:hAnsi="Arial" w:cs="Arial"/>
                <w:bCs/>
                <w:i/>
                <w:iCs/>
                <w:sz w:val="20"/>
              </w:rPr>
              <w:t>Representation Expenses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9025413" w14:textId="77777777" w:rsidR="00951ACF" w:rsidRDefault="00951ACF" w:rsidP="00A4255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60274E" w14:textId="77777777" w:rsidR="00951ACF" w:rsidRDefault="00951ACF" w:rsidP="00A4255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951ACF" w:rsidRPr="00225F62" w14:paraId="747C542C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E29893" w14:textId="77777777" w:rsidR="00951ACF" w:rsidRPr="00225F62" w:rsidRDefault="00951ACF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F04338B" w14:textId="77777777" w:rsidR="00951ACF" w:rsidRPr="00225F62" w:rsidRDefault="00951ACF" w:rsidP="00A4255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F3A23CC" w14:textId="77777777" w:rsidR="00951ACF" w:rsidRPr="00225F62" w:rsidRDefault="00951ACF" w:rsidP="00A4255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</w:tr>
      <w:tr w:rsidR="00951ACF" w14:paraId="3CABBF68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B620FB" w14:textId="77777777" w:rsidR="00951ACF" w:rsidRDefault="00951ACF" w:rsidP="00A62E0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792174">
              <w:rPr>
                <w:rFonts w:ascii="Arial" w:hAnsi="Arial" w:cs="Arial"/>
                <w:bCs/>
                <w:i/>
                <w:iCs/>
                <w:sz w:val="20"/>
              </w:rPr>
              <w:t>Local Travel Expenses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1C26E8" w14:textId="77777777" w:rsidR="00951ACF" w:rsidRDefault="00951ACF" w:rsidP="00A4255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0D776F" w14:textId="77777777" w:rsidR="00951ACF" w:rsidRDefault="00951ACF" w:rsidP="00A4255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951ACF" w:rsidRPr="00225F62" w14:paraId="02934895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DAC9B5" w14:textId="77777777" w:rsidR="00951ACF" w:rsidRPr="00225F62" w:rsidRDefault="00951ACF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B78DED3" w14:textId="77777777" w:rsidR="00951ACF" w:rsidRPr="00225F62" w:rsidRDefault="00951ACF" w:rsidP="00A4255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70915BB" w14:textId="77777777" w:rsidR="00951ACF" w:rsidRPr="00225F62" w:rsidRDefault="00951ACF" w:rsidP="00A4255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</w:tr>
      <w:tr w:rsidR="00951ACF" w14:paraId="378B9BE6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41E98" w14:textId="77777777" w:rsidR="00951ACF" w:rsidRDefault="00951ACF" w:rsidP="00A62E0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792174">
              <w:rPr>
                <w:rFonts w:ascii="Arial" w:hAnsi="Arial" w:cs="Arial"/>
                <w:bCs/>
                <w:i/>
                <w:iCs/>
                <w:sz w:val="20"/>
              </w:rPr>
              <w:t>Foreign Travel Expenses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269C58" w14:textId="77777777" w:rsidR="00951ACF" w:rsidRDefault="00951ACF" w:rsidP="00A4255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88E65" w14:textId="77777777" w:rsidR="00951ACF" w:rsidRDefault="00951ACF" w:rsidP="00A4255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76174F" w:rsidRPr="00225F62" w14:paraId="076589C6" w14:textId="77777777" w:rsidTr="00036FD9"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14:paraId="7A9BC4E6" w14:textId="5D632C0C" w:rsidR="0076174F" w:rsidRPr="00225F62" w:rsidRDefault="0076174F" w:rsidP="0076174F">
            <w:pPr>
              <w:pStyle w:val="ListParagraph"/>
              <w:spacing w:after="0" w:line="240" w:lineRule="auto"/>
              <w:rPr>
                <w:rFonts w:ascii="Arial" w:hAnsi="Arial" w:cs="Arial"/>
                <w:b/>
                <w:bCs/>
                <w:iCs/>
                <w:sz w:val="4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4DDA7F0" w14:textId="77777777" w:rsidR="0076174F" w:rsidRPr="00225F62" w:rsidRDefault="0076174F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4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8069BF" w14:textId="77777777" w:rsidR="0076174F" w:rsidRPr="00225F62" w:rsidRDefault="0076174F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4"/>
                <w:szCs w:val="6"/>
              </w:rPr>
            </w:pPr>
          </w:p>
        </w:tc>
      </w:tr>
      <w:tr w:rsidR="0058460D" w14:paraId="330CA1F8" w14:textId="77777777" w:rsidTr="003E0124">
        <w:trPr>
          <w:trHeight w:val="27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26D5C5" w14:textId="77777777" w:rsidR="0058460D" w:rsidRDefault="0058460D" w:rsidP="00A62E0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606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792174">
              <w:rPr>
                <w:rFonts w:ascii="Arial" w:hAnsi="Arial" w:cs="Arial"/>
                <w:bCs/>
                <w:i/>
                <w:iCs/>
                <w:sz w:val="20"/>
              </w:rPr>
              <w:t>Advertising and Publication Cost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E3A402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7B879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58460D" w:rsidRPr="00225F62" w14:paraId="3EB4D7F0" w14:textId="77777777" w:rsidTr="00036FD9"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14:paraId="06AE80C9" w14:textId="77777777" w:rsidR="0058460D" w:rsidRPr="00225F62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8F62C1" w14:textId="77777777" w:rsidR="0058460D" w:rsidRPr="00225F62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CC67BE" w14:textId="77777777" w:rsidR="0058460D" w:rsidRPr="00225F62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</w:tr>
      <w:tr w:rsidR="0058460D" w14:paraId="72584FBC" w14:textId="77777777" w:rsidTr="003E012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CCEC07" w14:textId="77777777" w:rsidR="0058460D" w:rsidRDefault="0058460D" w:rsidP="00A62E0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792174">
              <w:rPr>
                <w:rFonts w:ascii="Arial" w:hAnsi="Arial" w:cs="Arial"/>
                <w:bCs/>
                <w:i/>
                <w:iCs/>
                <w:sz w:val="20"/>
              </w:rPr>
              <w:t>Public Relations Fees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879A37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340960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58460D" w:rsidRPr="00225F62" w14:paraId="7A5C1D04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F7D16A" w14:textId="77777777" w:rsidR="0058460D" w:rsidRPr="00225F62" w:rsidRDefault="0058460D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E299B8E" w14:textId="77777777" w:rsidR="0058460D" w:rsidRPr="00225F62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41A4CD" w14:textId="77777777" w:rsidR="0058460D" w:rsidRPr="00225F62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</w:tr>
      <w:tr w:rsidR="0058460D" w14:paraId="319E480A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D22CC5" w14:textId="77777777" w:rsidR="0058460D" w:rsidRDefault="0058460D" w:rsidP="00A62E0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792174">
              <w:rPr>
                <w:rFonts w:ascii="Arial" w:hAnsi="Arial" w:cs="Arial"/>
                <w:bCs/>
                <w:i/>
                <w:iCs/>
                <w:sz w:val="20"/>
              </w:rPr>
              <w:t>Advertising Events and Production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0C6765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761C2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58460D" w:rsidRPr="00225F62" w14:paraId="5098DE51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03E6527" w14:textId="77777777" w:rsidR="0058460D" w:rsidRPr="00225F62" w:rsidRDefault="0058460D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4BB4184" w14:textId="77777777" w:rsidR="0058460D" w:rsidRPr="00225F62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ECD2F34" w14:textId="77777777" w:rsidR="0058460D" w:rsidRPr="00225F62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</w:tr>
      <w:tr w:rsidR="0058460D" w14:paraId="17F86EE2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95B028" w14:textId="77777777" w:rsidR="0058460D" w:rsidRDefault="0058460D" w:rsidP="00A62E0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792174">
              <w:rPr>
                <w:rFonts w:ascii="Arial" w:hAnsi="Arial" w:cs="Arial"/>
                <w:bCs/>
                <w:i/>
                <w:iCs/>
                <w:sz w:val="20"/>
              </w:rPr>
              <w:t>Media Placement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93A321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61675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58460D" w:rsidRPr="00225F62" w14:paraId="210DE455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C288A1" w14:textId="77777777" w:rsidR="0058460D" w:rsidRPr="00225F62" w:rsidRDefault="0058460D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20048A1" w14:textId="77777777" w:rsidR="0058460D" w:rsidRPr="00225F62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FEF0E8C" w14:textId="77777777" w:rsidR="0058460D" w:rsidRPr="00225F62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</w:tr>
      <w:tr w:rsidR="0058460D" w14:paraId="7A976D77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FD51B2" w14:textId="77777777" w:rsidR="0058460D" w:rsidRDefault="0058460D" w:rsidP="00A62E0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DF3D3C">
              <w:rPr>
                <w:rFonts w:ascii="Arial" w:hAnsi="Arial" w:cs="Arial"/>
                <w:bCs/>
                <w:i/>
                <w:iCs/>
                <w:sz w:val="20"/>
              </w:rPr>
              <w:t>Promotional Materials</w:t>
            </w:r>
            <w:r>
              <w:rPr>
                <w:rFonts w:ascii="Arial" w:hAnsi="Arial" w:cs="Arial"/>
                <w:bCs/>
                <w:i/>
                <w:iCs/>
                <w:sz w:val="20"/>
              </w:rPr>
              <w:t xml:space="preserve"> and </w:t>
            </w:r>
            <w:r w:rsidRPr="00787144">
              <w:rPr>
                <w:rFonts w:ascii="Arial" w:hAnsi="Arial" w:cs="Arial"/>
                <w:bCs/>
                <w:i/>
                <w:iCs/>
                <w:sz w:val="20"/>
              </w:rPr>
              <w:t>Printing Cost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33D1B7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0107DD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58460D" w:rsidRPr="00225F62" w14:paraId="127B8414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4F79AD" w14:textId="77777777" w:rsidR="0058460D" w:rsidRPr="00225F62" w:rsidRDefault="0058460D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9FB96AB" w14:textId="77777777" w:rsidR="0058460D" w:rsidRPr="00225F62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3D0207E" w14:textId="77777777" w:rsidR="0058460D" w:rsidRPr="00225F62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</w:tr>
      <w:tr w:rsidR="0058460D" w14:paraId="5198E069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86A1F3" w14:textId="77777777" w:rsidR="0058460D" w:rsidRDefault="0058460D" w:rsidP="00A62E0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DF3D3C">
              <w:rPr>
                <w:rFonts w:ascii="Arial" w:hAnsi="Arial" w:cs="Arial"/>
                <w:bCs/>
                <w:i/>
                <w:iCs/>
                <w:sz w:val="20"/>
              </w:rPr>
              <w:t>Binding Expenses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FFA0F8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F450D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58460D" w:rsidRPr="00225F62" w14:paraId="3528F927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E5EA11" w14:textId="77777777" w:rsidR="0058460D" w:rsidRPr="00225F62" w:rsidRDefault="0058460D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F518AC8" w14:textId="77777777" w:rsidR="0058460D" w:rsidRPr="00225F62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45F732" w14:textId="77777777" w:rsidR="0058460D" w:rsidRPr="00225F62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</w:tr>
      <w:tr w:rsidR="0058460D" w14:paraId="175FFB4A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FEB2BA6" w14:textId="77777777" w:rsidR="0058460D" w:rsidRDefault="0058460D" w:rsidP="00A62E0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792174">
              <w:rPr>
                <w:rFonts w:ascii="Arial" w:hAnsi="Arial" w:cs="Arial"/>
                <w:bCs/>
                <w:i/>
                <w:iCs/>
                <w:sz w:val="20"/>
              </w:rPr>
              <w:t>Media Placement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F68160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E4CAA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58460D" w:rsidRPr="00225F62" w14:paraId="70B0B72B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37FE14" w14:textId="77777777" w:rsidR="0058460D" w:rsidRPr="00225F62" w:rsidRDefault="0058460D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71B27F1" w14:textId="77777777" w:rsidR="0058460D" w:rsidRPr="00225F62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D85138" w14:textId="77777777" w:rsidR="0058460D" w:rsidRPr="00225F62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</w:tr>
      <w:tr w:rsidR="0058460D" w14:paraId="1BE367E4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E70E" w14:textId="77777777" w:rsidR="0058460D" w:rsidRDefault="0058460D" w:rsidP="00A62E0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DF3D3C">
              <w:rPr>
                <w:rFonts w:ascii="Arial" w:hAnsi="Arial" w:cs="Arial"/>
                <w:bCs/>
                <w:i/>
                <w:iCs/>
                <w:sz w:val="20"/>
              </w:rPr>
              <w:t>Other Advertising and Publication Cost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FFD66E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D22BB3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225F62" w:rsidRPr="0080732C" w14:paraId="45728526" w14:textId="77777777" w:rsidTr="00225F62">
        <w:trPr>
          <w:gridAfter w:val="3"/>
          <w:wAfter w:w="4389" w:type="dxa"/>
          <w:trHeight w:val="70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14:paraId="7E156506" w14:textId="77777777" w:rsidR="00225F62" w:rsidRPr="0080732C" w:rsidRDefault="00225F62" w:rsidP="00C1470F">
            <w:pPr>
              <w:pStyle w:val="ListParagraph"/>
              <w:spacing w:after="0" w:line="240" w:lineRule="auto"/>
              <w:ind w:left="1021" w:hanging="360"/>
              <w:rPr>
                <w:rFonts w:ascii="Arial" w:hAnsi="Arial" w:cs="Arial"/>
                <w:b/>
                <w:bCs/>
                <w:iCs/>
                <w:sz w:val="10"/>
                <w:szCs w:val="20"/>
              </w:rPr>
            </w:pPr>
          </w:p>
        </w:tc>
      </w:tr>
      <w:tr w:rsidR="0058460D" w14:paraId="64F6306D" w14:textId="77777777" w:rsidTr="003E0124">
        <w:trPr>
          <w:trHeight w:val="263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6ACFE8" w14:textId="77777777" w:rsidR="0058460D" w:rsidRDefault="0058460D" w:rsidP="00A62E0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606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792174">
              <w:rPr>
                <w:rFonts w:ascii="Arial" w:hAnsi="Arial" w:cs="Arial"/>
                <w:bCs/>
                <w:i/>
                <w:iCs/>
                <w:sz w:val="20"/>
              </w:rPr>
              <w:t>Communications and Delivery Expenses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B6CD98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A4A02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58460D" w:rsidRPr="004F5E9C" w14:paraId="43833462" w14:textId="77777777" w:rsidTr="00036FD9"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14:paraId="53ACAF8C" w14:textId="77777777" w:rsidR="0058460D" w:rsidRPr="004F5E9C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D7618E" w14:textId="77777777" w:rsidR="0058460D" w:rsidRPr="004F5E9C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C65A4E" w14:textId="77777777" w:rsidR="0058460D" w:rsidRPr="004F5E9C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</w:tr>
      <w:tr w:rsidR="0058460D" w14:paraId="2E770C10" w14:textId="77777777" w:rsidTr="003E012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B7D6979" w14:textId="77777777" w:rsidR="0058460D" w:rsidRDefault="0058460D" w:rsidP="00A62E0B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792174">
              <w:rPr>
                <w:rFonts w:ascii="Arial" w:hAnsi="Arial" w:cs="Arial"/>
                <w:bCs/>
                <w:i/>
                <w:iCs/>
                <w:sz w:val="20"/>
              </w:rPr>
              <w:t>Postage and Courier Services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440094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D6FB65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58460D" w:rsidRPr="00365F3A" w14:paraId="174139C1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168866" w14:textId="77777777" w:rsidR="0058460D" w:rsidRPr="00365F3A" w:rsidRDefault="0058460D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37B6895" w14:textId="77777777" w:rsidR="0058460D" w:rsidRPr="00365F3A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67C019" w14:textId="77777777" w:rsidR="0058460D" w:rsidRPr="00365F3A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</w:tr>
      <w:tr w:rsidR="0058460D" w14:paraId="5596E1DE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515D35" w14:textId="77777777" w:rsidR="0058460D" w:rsidRDefault="0058460D" w:rsidP="00A62E0B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792174">
              <w:rPr>
                <w:rFonts w:ascii="Arial" w:hAnsi="Arial" w:cs="Arial"/>
                <w:bCs/>
                <w:i/>
                <w:iCs/>
                <w:sz w:val="20"/>
              </w:rPr>
              <w:t>Telephone Expenses (Landline)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7187A8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6E03DC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58460D" w:rsidRPr="00365F3A" w14:paraId="184164F4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63DE6A" w14:textId="77777777" w:rsidR="0058460D" w:rsidRPr="00365F3A" w:rsidRDefault="0058460D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A58370A" w14:textId="77777777" w:rsidR="0058460D" w:rsidRPr="00365F3A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5444CC1" w14:textId="77777777" w:rsidR="0058460D" w:rsidRPr="00365F3A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</w:tr>
      <w:tr w:rsidR="0058460D" w14:paraId="5DC019A9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CA9A24" w14:textId="77777777" w:rsidR="0058460D" w:rsidRDefault="0058460D" w:rsidP="00A62E0B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792174">
              <w:rPr>
                <w:rFonts w:ascii="Arial" w:hAnsi="Arial" w:cs="Arial"/>
                <w:bCs/>
                <w:i/>
                <w:iCs/>
                <w:sz w:val="20"/>
              </w:rPr>
              <w:t>Mobile Expenses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882514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34D7B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58460D" w:rsidRPr="00365F3A" w14:paraId="422726CA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DA54828" w14:textId="77777777" w:rsidR="0058460D" w:rsidRPr="00365F3A" w:rsidRDefault="0058460D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8CDDF41" w14:textId="77777777" w:rsidR="0058460D" w:rsidRPr="00365F3A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FA8758" w14:textId="77777777" w:rsidR="0058460D" w:rsidRPr="00365F3A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</w:tr>
      <w:tr w:rsidR="0058460D" w14:paraId="7BC85D1F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07FBD4" w14:textId="77777777" w:rsidR="0058460D" w:rsidRDefault="0058460D" w:rsidP="00A62E0B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792174">
              <w:rPr>
                <w:rFonts w:ascii="Arial" w:hAnsi="Arial" w:cs="Arial"/>
                <w:bCs/>
                <w:i/>
                <w:iCs/>
                <w:sz w:val="20"/>
              </w:rPr>
              <w:t>Cable, Satellite, and Radio Expenses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54FC2A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A8C62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58460D" w:rsidRPr="004F5E9C" w14:paraId="5CE89EE2" w14:textId="77777777" w:rsidTr="004F5E9C">
        <w:trPr>
          <w:trHeight w:val="64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14:paraId="50A96014" w14:textId="77777777" w:rsidR="0058460D" w:rsidRPr="004F5E9C" w:rsidRDefault="0058460D" w:rsidP="00C1470F">
            <w:pPr>
              <w:pStyle w:val="ListParagraph"/>
              <w:spacing w:after="0" w:line="240" w:lineRule="auto"/>
              <w:ind w:left="1021" w:hanging="360"/>
              <w:rPr>
                <w:rFonts w:ascii="Arial" w:hAnsi="Arial" w:cs="Arial"/>
                <w:b/>
                <w:bCs/>
                <w:iCs/>
                <w:sz w:val="4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D7B5D0" w14:textId="77777777" w:rsidR="0058460D" w:rsidRPr="004F5E9C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4"/>
                <w:szCs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66982C" w14:textId="77777777" w:rsidR="0058460D" w:rsidRPr="004F5E9C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4"/>
                <w:szCs w:val="20"/>
              </w:rPr>
            </w:pPr>
          </w:p>
        </w:tc>
      </w:tr>
      <w:tr w:rsidR="0058460D" w14:paraId="3AC0053D" w14:textId="77777777" w:rsidTr="003E0124">
        <w:trPr>
          <w:trHeight w:val="20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242834" w14:textId="77777777" w:rsidR="0058460D" w:rsidRDefault="0058460D" w:rsidP="00A62E0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606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B30CA6">
              <w:rPr>
                <w:rFonts w:ascii="Arial" w:hAnsi="Arial" w:cs="Arial"/>
                <w:bCs/>
                <w:i/>
                <w:iCs/>
                <w:sz w:val="20"/>
              </w:rPr>
              <w:t>Operation, Maintenance, and Repairs Expenses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274680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8A71E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58460D" w:rsidRPr="00365F3A" w14:paraId="6B4C1A3F" w14:textId="77777777" w:rsidTr="00036FD9"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14:paraId="7395B8BE" w14:textId="77777777" w:rsidR="0058460D" w:rsidRPr="00365F3A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DD4B15" w14:textId="77777777" w:rsidR="0058460D" w:rsidRPr="00365F3A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963A6C" w14:textId="77777777" w:rsidR="0058460D" w:rsidRPr="00365F3A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</w:tr>
      <w:tr w:rsidR="0058460D" w14:paraId="3198370B" w14:textId="77777777" w:rsidTr="003E012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197DAFF" w14:textId="77777777" w:rsidR="0058460D" w:rsidRDefault="0058460D" w:rsidP="00A62E0B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B30CA6">
              <w:rPr>
                <w:rFonts w:ascii="Arial" w:hAnsi="Arial" w:cs="Arial"/>
                <w:bCs/>
                <w:i/>
                <w:iCs/>
                <w:sz w:val="20"/>
              </w:rPr>
              <w:t>Office Facilities and Equipment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B94912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5089C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58460D" w:rsidRPr="004F5E9C" w14:paraId="48BE0408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8469E7" w14:textId="77777777" w:rsidR="0058460D" w:rsidRPr="004F5E9C" w:rsidRDefault="0058460D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DDF92A4" w14:textId="77777777" w:rsidR="0058460D" w:rsidRPr="004F5E9C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509819C" w14:textId="77777777" w:rsidR="0058460D" w:rsidRPr="004F5E9C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</w:tr>
      <w:tr w:rsidR="0058460D" w14:paraId="3D8079B5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AD6FE3" w14:textId="77777777" w:rsidR="0058460D" w:rsidRDefault="0058460D" w:rsidP="00A62E0B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B30CA6">
              <w:rPr>
                <w:rFonts w:ascii="Arial" w:hAnsi="Arial" w:cs="Arial"/>
                <w:bCs/>
                <w:i/>
                <w:iCs/>
                <w:sz w:val="20"/>
              </w:rPr>
              <w:t>Laboratory Facilities, Instruments, and Equipment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4AA2E28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99470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58460D" w:rsidRPr="004F5E9C" w14:paraId="5FEC0294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4C9F9B0" w14:textId="77777777" w:rsidR="0058460D" w:rsidRPr="004F5E9C" w:rsidRDefault="0058460D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37C7BC0" w14:textId="77777777" w:rsidR="0058460D" w:rsidRPr="004F5E9C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9A45209" w14:textId="77777777" w:rsidR="0058460D" w:rsidRPr="004F5E9C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</w:tr>
      <w:tr w:rsidR="0058460D" w14:paraId="1837603D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2BC366" w14:textId="77777777" w:rsidR="0058460D" w:rsidRDefault="0058460D" w:rsidP="00A62E0B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B30CA6">
              <w:rPr>
                <w:rFonts w:ascii="Arial" w:hAnsi="Arial" w:cs="Arial"/>
                <w:bCs/>
                <w:i/>
                <w:iCs/>
                <w:sz w:val="20"/>
              </w:rPr>
              <w:t>IT equipment and software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F425E1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5DEC19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58460D" w:rsidRPr="004F5E9C" w14:paraId="4BA3407E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F73C008" w14:textId="77777777" w:rsidR="0058460D" w:rsidRPr="004F5E9C" w:rsidRDefault="0058460D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69AAB67" w14:textId="77777777" w:rsidR="0058460D" w:rsidRPr="004F5E9C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6AE669B" w14:textId="77777777" w:rsidR="0058460D" w:rsidRPr="004F5E9C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</w:tr>
      <w:tr w:rsidR="0058460D" w14:paraId="6775322A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0EE0919" w14:textId="77777777" w:rsidR="0058460D" w:rsidRDefault="0058460D" w:rsidP="00A62E0B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B30CA6">
              <w:rPr>
                <w:rFonts w:ascii="Arial" w:hAnsi="Arial" w:cs="Arial"/>
                <w:bCs/>
                <w:i/>
                <w:iCs/>
                <w:sz w:val="20"/>
              </w:rPr>
              <w:t>Furniture and Fixtures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DFF06D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77876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58460D" w:rsidRPr="004F5E9C" w14:paraId="28A0DA72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612534C" w14:textId="77777777" w:rsidR="0058460D" w:rsidRPr="004F5E9C" w:rsidRDefault="0058460D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8123C83" w14:textId="77777777" w:rsidR="0058460D" w:rsidRPr="004F5E9C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EA84661" w14:textId="77777777" w:rsidR="0058460D" w:rsidRPr="004F5E9C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</w:tr>
      <w:tr w:rsidR="0058460D" w14:paraId="48C73526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E90DC6" w14:textId="77777777" w:rsidR="0058460D" w:rsidRDefault="0058460D" w:rsidP="00A62E0B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B30CA6">
              <w:rPr>
                <w:rFonts w:ascii="Arial" w:hAnsi="Arial" w:cs="Arial"/>
                <w:bCs/>
                <w:i/>
                <w:iCs/>
                <w:sz w:val="20"/>
              </w:rPr>
              <w:t>Equipment and Machinery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C22DE9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81A57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58460D" w:rsidRPr="004F5E9C" w14:paraId="2CE756CF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4EDFD4" w14:textId="77777777" w:rsidR="0058460D" w:rsidRPr="004F5E9C" w:rsidRDefault="0058460D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5ED8681" w14:textId="77777777" w:rsidR="0058460D" w:rsidRPr="004F5E9C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44DEF6F" w14:textId="77777777" w:rsidR="0058460D" w:rsidRPr="004F5E9C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</w:tr>
      <w:tr w:rsidR="0058460D" w14:paraId="685BA59F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A02BD" w14:textId="77777777" w:rsidR="0058460D" w:rsidRDefault="0058460D" w:rsidP="00A62E0B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B30CA6">
              <w:rPr>
                <w:rFonts w:ascii="Arial" w:hAnsi="Arial" w:cs="Arial"/>
                <w:bCs/>
                <w:i/>
                <w:iCs/>
                <w:sz w:val="20"/>
              </w:rPr>
              <w:t>Building facilities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F47E7B3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908C1A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58460D" w:rsidRPr="004F5E9C" w14:paraId="2A38DD6C" w14:textId="77777777" w:rsidTr="00365F3A">
        <w:trPr>
          <w:trHeight w:val="64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14:paraId="1EEDBF6C" w14:textId="77777777" w:rsidR="0058460D" w:rsidRPr="004F5E9C" w:rsidRDefault="0058460D" w:rsidP="00C1470F">
            <w:pPr>
              <w:pStyle w:val="ListParagraph"/>
              <w:spacing w:after="0" w:line="240" w:lineRule="auto"/>
              <w:ind w:left="1036" w:hanging="360"/>
              <w:rPr>
                <w:rFonts w:ascii="Arial" w:hAnsi="Arial" w:cs="Arial"/>
                <w:b/>
                <w:bCs/>
                <w:iCs/>
                <w:sz w:val="4"/>
                <w:szCs w:val="1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D552F9" w14:textId="77777777" w:rsidR="0058460D" w:rsidRPr="004F5E9C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4"/>
                <w:szCs w:val="1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DCF1E7" w14:textId="77777777" w:rsidR="0058460D" w:rsidRPr="004F5E9C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4"/>
                <w:szCs w:val="10"/>
              </w:rPr>
            </w:pPr>
          </w:p>
        </w:tc>
      </w:tr>
      <w:tr w:rsidR="0058460D" w14:paraId="1B31925C" w14:textId="77777777" w:rsidTr="003E0124">
        <w:trPr>
          <w:trHeight w:val="17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933C0B" w14:textId="77777777" w:rsidR="0058460D" w:rsidRDefault="0058460D" w:rsidP="00A62E0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606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1F4247">
              <w:rPr>
                <w:rFonts w:ascii="Arial" w:hAnsi="Arial" w:cs="Arial"/>
                <w:bCs/>
                <w:i/>
                <w:iCs/>
                <w:sz w:val="20"/>
              </w:rPr>
              <w:t>Rent and Utility Expenses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735A99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768EF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58460D" w:rsidRPr="00365F3A" w14:paraId="4D71CEFA" w14:textId="77777777" w:rsidTr="00365F3A"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14:paraId="57C89EE0" w14:textId="77777777" w:rsidR="0058460D" w:rsidRPr="00365F3A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83CDD8" w14:textId="77777777" w:rsidR="0058460D" w:rsidRPr="00365F3A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7CA279" w14:textId="77777777" w:rsidR="0058460D" w:rsidRPr="00365F3A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</w:tr>
      <w:tr w:rsidR="0058460D" w14:paraId="0B9C5FBF" w14:textId="77777777" w:rsidTr="003E012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1E308D" w14:textId="77777777" w:rsidR="0058460D" w:rsidRDefault="0058460D" w:rsidP="00A62E0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1F4247">
              <w:rPr>
                <w:rFonts w:ascii="Arial" w:hAnsi="Arial" w:cs="Arial"/>
                <w:bCs/>
                <w:i/>
                <w:iCs/>
                <w:sz w:val="20"/>
              </w:rPr>
              <w:t>Office Space Rent Cost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3961FE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14622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58460D" w:rsidRPr="00365F3A" w14:paraId="148D817E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911CA41" w14:textId="77777777" w:rsidR="0058460D" w:rsidRPr="00365F3A" w:rsidRDefault="0058460D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A88C502" w14:textId="77777777" w:rsidR="0058460D" w:rsidRPr="00365F3A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FA8357" w14:textId="77777777" w:rsidR="0058460D" w:rsidRPr="00365F3A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</w:tr>
      <w:tr w:rsidR="0058460D" w14:paraId="7A68389A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AD6CEF" w14:textId="77777777" w:rsidR="0058460D" w:rsidRDefault="0058460D" w:rsidP="00A62E0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1F4247">
              <w:rPr>
                <w:rFonts w:ascii="Arial" w:hAnsi="Arial" w:cs="Arial"/>
                <w:bCs/>
                <w:i/>
                <w:iCs/>
                <w:sz w:val="20"/>
              </w:rPr>
              <w:t>Laboratory Rent Cost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F38BC1A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9522E3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58460D" w:rsidRPr="00365F3A" w14:paraId="75E1D9A2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50597E" w14:textId="77777777" w:rsidR="0058460D" w:rsidRPr="00365F3A" w:rsidRDefault="0058460D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485FFD5" w14:textId="77777777" w:rsidR="0058460D" w:rsidRPr="00365F3A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3B445AD" w14:textId="77777777" w:rsidR="0058460D" w:rsidRPr="00365F3A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</w:tr>
      <w:tr w:rsidR="0058460D" w14:paraId="35D5F4DA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67093E" w14:textId="77777777" w:rsidR="0058460D" w:rsidRDefault="0058460D" w:rsidP="00A62E0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1F4247">
              <w:rPr>
                <w:rFonts w:ascii="Arial" w:hAnsi="Arial" w:cs="Arial"/>
                <w:bCs/>
                <w:i/>
                <w:iCs/>
                <w:sz w:val="20"/>
              </w:rPr>
              <w:t>Electricity Utility Expenses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FDA9738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E81762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58460D" w:rsidRPr="00365F3A" w14:paraId="33B3E3FC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1F188C" w14:textId="77777777" w:rsidR="0058460D" w:rsidRPr="00365F3A" w:rsidRDefault="0058460D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FFDAC64" w14:textId="77777777" w:rsidR="0058460D" w:rsidRPr="00365F3A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1CB6A25" w14:textId="77777777" w:rsidR="0058460D" w:rsidRPr="00365F3A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</w:tr>
      <w:tr w:rsidR="0058460D" w14:paraId="619D143E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3E0C85" w14:textId="77777777" w:rsidR="0058460D" w:rsidRDefault="0058460D" w:rsidP="00A62E0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1F4247">
              <w:rPr>
                <w:rFonts w:ascii="Arial" w:hAnsi="Arial" w:cs="Arial"/>
                <w:bCs/>
                <w:i/>
                <w:iCs/>
                <w:sz w:val="20"/>
              </w:rPr>
              <w:t>Water Utility Expenses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731937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B3715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58460D" w:rsidRPr="00365F3A" w14:paraId="2D64799A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1E72C7" w14:textId="77777777" w:rsidR="0058460D" w:rsidRPr="00365F3A" w:rsidRDefault="0058460D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526177B" w14:textId="77777777" w:rsidR="0058460D" w:rsidRPr="00365F3A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5FA5B2" w14:textId="77777777" w:rsidR="0058460D" w:rsidRPr="00365F3A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</w:tr>
      <w:tr w:rsidR="0058460D" w14:paraId="1DA66B5A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9DDEB" w14:textId="77777777" w:rsidR="0058460D" w:rsidRDefault="0058460D" w:rsidP="00A62E0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1F4247">
              <w:rPr>
                <w:rFonts w:ascii="Arial" w:hAnsi="Arial" w:cs="Arial"/>
                <w:bCs/>
                <w:i/>
                <w:iCs/>
                <w:sz w:val="20"/>
              </w:rPr>
              <w:t>Cooking Fuel Expenses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E33318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2C1ECD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365F3A" w:rsidRPr="004F5E9C" w14:paraId="1DEB6C52" w14:textId="77777777" w:rsidTr="00613553">
        <w:trPr>
          <w:trHeight w:val="64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14:paraId="174556A4" w14:textId="77777777" w:rsidR="00365F3A" w:rsidRPr="004F5E9C" w:rsidRDefault="00365F3A" w:rsidP="00613553">
            <w:pPr>
              <w:pStyle w:val="ListParagraph"/>
              <w:spacing w:after="0" w:line="240" w:lineRule="auto"/>
              <w:ind w:left="1021" w:hanging="360"/>
              <w:rPr>
                <w:rFonts w:ascii="Arial" w:hAnsi="Arial" w:cs="Arial"/>
                <w:b/>
                <w:bCs/>
                <w:iCs/>
                <w:sz w:val="4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19856D" w14:textId="77777777" w:rsidR="00365F3A" w:rsidRPr="004F5E9C" w:rsidRDefault="00365F3A" w:rsidP="0061355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4"/>
                <w:szCs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209B1D" w14:textId="77777777" w:rsidR="00365F3A" w:rsidRPr="004F5E9C" w:rsidRDefault="00365F3A" w:rsidP="0061355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4"/>
                <w:szCs w:val="20"/>
              </w:rPr>
            </w:pPr>
          </w:p>
        </w:tc>
      </w:tr>
      <w:tr w:rsidR="0058460D" w14:paraId="1648A3B7" w14:textId="77777777" w:rsidTr="003E0124">
        <w:trPr>
          <w:trHeight w:val="17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18E041" w14:textId="77777777" w:rsidR="0058460D" w:rsidRDefault="0058460D" w:rsidP="00A62E0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606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1F4247">
              <w:rPr>
                <w:rFonts w:ascii="Arial" w:hAnsi="Arial" w:cs="Arial"/>
                <w:bCs/>
                <w:i/>
                <w:iCs/>
                <w:sz w:val="20"/>
              </w:rPr>
              <w:t>Subscription and Membership Dues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5FED56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0E045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365F3A" w:rsidRPr="00365F3A" w14:paraId="66C05386" w14:textId="77777777" w:rsidTr="00613553"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14:paraId="2DA1F85D" w14:textId="77777777" w:rsidR="00365F3A" w:rsidRPr="00365F3A" w:rsidRDefault="00365F3A" w:rsidP="0061355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C1D962" w14:textId="77777777" w:rsidR="00365F3A" w:rsidRPr="00365F3A" w:rsidRDefault="00365F3A" w:rsidP="0061355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BD5705" w14:textId="77777777" w:rsidR="00365F3A" w:rsidRPr="00365F3A" w:rsidRDefault="00365F3A" w:rsidP="0061355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</w:tr>
      <w:tr w:rsidR="0058460D" w14:paraId="461FF205" w14:textId="77777777" w:rsidTr="003E012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E8154E" w14:textId="77777777" w:rsidR="0058460D" w:rsidRDefault="0058460D" w:rsidP="00A62E0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1F4247">
              <w:rPr>
                <w:rFonts w:ascii="Arial" w:hAnsi="Arial" w:cs="Arial"/>
                <w:bCs/>
                <w:i/>
                <w:iCs/>
                <w:sz w:val="20"/>
              </w:rPr>
              <w:t>Professional Organization Membership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862CAD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6CAC6F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58460D" w:rsidRPr="00365F3A" w14:paraId="2801D2BB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947F89" w14:textId="77777777" w:rsidR="0058460D" w:rsidRPr="00365F3A" w:rsidRDefault="0058460D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5ED7CD1" w14:textId="77777777" w:rsidR="0058460D" w:rsidRPr="00365F3A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2DA33CC" w14:textId="77777777" w:rsidR="0058460D" w:rsidRPr="00365F3A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</w:tr>
      <w:tr w:rsidR="0058460D" w14:paraId="1061AB92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E1D8F" w14:textId="77777777" w:rsidR="0058460D" w:rsidRDefault="0058460D" w:rsidP="00A62E0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1F4247">
              <w:rPr>
                <w:rFonts w:ascii="Arial" w:hAnsi="Arial" w:cs="Arial"/>
                <w:bCs/>
                <w:i/>
                <w:iCs/>
                <w:sz w:val="20"/>
              </w:rPr>
              <w:t>Research and Publication Subscription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7C0D7AE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1F1B28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365F3A" w:rsidRPr="004F5E9C" w14:paraId="72BE768B" w14:textId="77777777" w:rsidTr="00613553">
        <w:trPr>
          <w:trHeight w:val="64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14:paraId="633D35D5" w14:textId="77777777" w:rsidR="00365F3A" w:rsidRPr="004F5E9C" w:rsidRDefault="00365F3A" w:rsidP="00613553">
            <w:pPr>
              <w:pStyle w:val="ListParagraph"/>
              <w:spacing w:after="0" w:line="240" w:lineRule="auto"/>
              <w:ind w:left="1021" w:hanging="360"/>
              <w:rPr>
                <w:rFonts w:ascii="Arial" w:hAnsi="Arial" w:cs="Arial"/>
                <w:b/>
                <w:bCs/>
                <w:iCs/>
                <w:sz w:val="4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4707CB" w14:textId="77777777" w:rsidR="00365F3A" w:rsidRPr="004F5E9C" w:rsidRDefault="00365F3A" w:rsidP="0061355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4"/>
                <w:szCs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02C14D" w14:textId="77777777" w:rsidR="00365F3A" w:rsidRPr="004F5E9C" w:rsidRDefault="00365F3A" w:rsidP="0061355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4"/>
                <w:szCs w:val="20"/>
              </w:rPr>
            </w:pPr>
          </w:p>
        </w:tc>
      </w:tr>
      <w:tr w:rsidR="0058460D" w14:paraId="260953B9" w14:textId="77777777" w:rsidTr="003E0124">
        <w:trPr>
          <w:trHeight w:val="27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9E4EB6" w14:textId="77777777" w:rsidR="0058460D" w:rsidRDefault="0058460D" w:rsidP="00A62E0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606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1F4247">
              <w:rPr>
                <w:rFonts w:ascii="Arial" w:hAnsi="Arial" w:cs="Arial"/>
                <w:bCs/>
                <w:i/>
                <w:iCs/>
                <w:sz w:val="20"/>
              </w:rPr>
              <w:t>Professional and Consultancy Services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3E992C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70CF8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365F3A" w:rsidRPr="00365F3A" w14:paraId="2743D0DA" w14:textId="77777777" w:rsidTr="00613553"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14:paraId="1FEAA8ED" w14:textId="77777777" w:rsidR="00365F3A" w:rsidRPr="00365F3A" w:rsidRDefault="00365F3A" w:rsidP="0061355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5F5262" w14:textId="77777777" w:rsidR="00365F3A" w:rsidRPr="00365F3A" w:rsidRDefault="00365F3A" w:rsidP="0061355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E83B9D" w14:textId="77777777" w:rsidR="00365F3A" w:rsidRPr="00365F3A" w:rsidRDefault="00365F3A" w:rsidP="0061355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</w:tr>
      <w:tr w:rsidR="0058460D" w14:paraId="0AD270C4" w14:textId="77777777" w:rsidTr="003E012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D2AF84" w14:textId="77777777" w:rsidR="0058460D" w:rsidRDefault="0058460D" w:rsidP="00A62E0B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1F4247">
              <w:rPr>
                <w:rFonts w:ascii="Arial" w:hAnsi="Arial" w:cs="Arial"/>
                <w:bCs/>
                <w:i/>
                <w:iCs/>
                <w:sz w:val="20"/>
              </w:rPr>
              <w:t>Survey Expenses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A43D68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D4B28B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58460D" w:rsidRPr="00365F3A" w14:paraId="4E2B4933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3CC2C1" w14:textId="77777777" w:rsidR="0058460D" w:rsidRPr="00365F3A" w:rsidRDefault="0058460D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4083EC1" w14:textId="77777777" w:rsidR="0058460D" w:rsidRPr="00365F3A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B5C4761" w14:textId="77777777" w:rsidR="0058460D" w:rsidRPr="00365F3A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</w:tr>
      <w:tr w:rsidR="0058460D" w14:paraId="605BD4CE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A41832" w14:textId="77777777" w:rsidR="0058460D" w:rsidRDefault="0058460D" w:rsidP="00A62E0B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1F4247">
              <w:rPr>
                <w:rFonts w:ascii="Arial" w:hAnsi="Arial" w:cs="Arial"/>
                <w:bCs/>
                <w:i/>
                <w:iCs/>
                <w:sz w:val="20"/>
              </w:rPr>
              <w:t>Legal Services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411ADE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09549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58460D" w:rsidRPr="00365F3A" w14:paraId="35743EBE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FFC105" w14:textId="77777777" w:rsidR="0058460D" w:rsidRPr="00365F3A" w:rsidRDefault="0058460D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79CC305" w14:textId="77777777" w:rsidR="0058460D" w:rsidRPr="00365F3A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3F2675D" w14:textId="77777777" w:rsidR="0058460D" w:rsidRPr="00365F3A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</w:tr>
      <w:tr w:rsidR="0058460D" w14:paraId="6EC9D88A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797BE7D" w14:textId="77777777" w:rsidR="0058460D" w:rsidRDefault="0058460D" w:rsidP="00A62E0B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1F4247">
              <w:rPr>
                <w:rFonts w:ascii="Arial" w:hAnsi="Arial" w:cs="Arial"/>
                <w:bCs/>
                <w:i/>
                <w:iCs/>
                <w:sz w:val="20"/>
              </w:rPr>
              <w:t>Auditing Services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73957B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3A61E2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58460D" w:rsidRPr="00365F3A" w14:paraId="2189CF7F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085243D" w14:textId="77777777" w:rsidR="0058460D" w:rsidRPr="00365F3A" w:rsidRDefault="0058460D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ECC069D" w14:textId="77777777" w:rsidR="0058460D" w:rsidRPr="00365F3A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4266F55" w14:textId="77777777" w:rsidR="0058460D" w:rsidRPr="00365F3A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</w:tr>
      <w:tr w:rsidR="0058460D" w14:paraId="420EB2C5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E9F6C8" w14:textId="77777777" w:rsidR="0058460D" w:rsidRDefault="0058460D" w:rsidP="00A62E0B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1F4247">
              <w:rPr>
                <w:rFonts w:ascii="Arial" w:hAnsi="Arial" w:cs="Arial"/>
                <w:bCs/>
                <w:i/>
                <w:iCs/>
                <w:sz w:val="20"/>
              </w:rPr>
              <w:t>Consultancy Services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AD209D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8E539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58460D" w:rsidRPr="00365F3A" w14:paraId="203C241C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ECFB2B" w14:textId="77777777" w:rsidR="0058460D" w:rsidRPr="00365F3A" w:rsidRDefault="0058460D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66C8506" w14:textId="77777777" w:rsidR="0058460D" w:rsidRPr="00365F3A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38204E" w14:textId="77777777" w:rsidR="0058460D" w:rsidRPr="00365F3A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</w:tr>
      <w:tr w:rsidR="0058460D" w14:paraId="21A6B38D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1FC7F" w14:textId="77777777" w:rsidR="0058460D" w:rsidRDefault="0058460D" w:rsidP="00A62E0B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1F4247">
              <w:rPr>
                <w:rFonts w:ascii="Arial" w:hAnsi="Arial" w:cs="Arial"/>
                <w:bCs/>
                <w:i/>
                <w:iCs/>
                <w:sz w:val="20"/>
              </w:rPr>
              <w:t>Other Professional Services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4806211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3ED60E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3E0124" w:rsidRPr="004F5E9C" w14:paraId="48709BE9" w14:textId="77777777" w:rsidTr="00613553">
        <w:trPr>
          <w:trHeight w:val="64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14:paraId="6C2C6422" w14:textId="77777777" w:rsidR="003E0124" w:rsidRPr="004F5E9C" w:rsidRDefault="003E0124" w:rsidP="00613553">
            <w:pPr>
              <w:pStyle w:val="ListParagraph"/>
              <w:spacing w:after="0" w:line="240" w:lineRule="auto"/>
              <w:ind w:left="1021" w:hanging="360"/>
              <w:rPr>
                <w:rFonts w:ascii="Arial" w:hAnsi="Arial" w:cs="Arial"/>
                <w:b/>
                <w:bCs/>
                <w:iCs/>
                <w:sz w:val="4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0A5C4A" w14:textId="77777777" w:rsidR="003E0124" w:rsidRPr="004F5E9C" w:rsidRDefault="003E0124" w:rsidP="0061355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4"/>
                <w:szCs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839178" w14:textId="77777777" w:rsidR="003E0124" w:rsidRPr="004F5E9C" w:rsidRDefault="003E0124" w:rsidP="0061355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4"/>
                <w:szCs w:val="20"/>
              </w:rPr>
            </w:pPr>
          </w:p>
        </w:tc>
      </w:tr>
      <w:tr w:rsidR="0058460D" w14:paraId="3D3EE5C1" w14:textId="77777777" w:rsidTr="003E0124">
        <w:trPr>
          <w:trHeight w:val="141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1E60BC" w14:textId="77777777" w:rsidR="0058460D" w:rsidRDefault="0058460D" w:rsidP="00A62E0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606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1F4247">
              <w:rPr>
                <w:rFonts w:ascii="Arial" w:hAnsi="Arial" w:cs="Arial"/>
                <w:bCs/>
                <w:i/>
                <w:iCs/>
                <w:sz w:val="20"/>
              </w:rPr>
              <w:t>Taxes and Contributions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71DC51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E0F55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365F3A" w:rsidRPr="00365F3A" w14:paraId="1BC343DA" w14:textId="77777777" w:rsidTr="00613553"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14:paraId="672A7219" w14:textId="77777777" w:rsidR="00365F3A" w:rsidRPr="00365F3A" w:rsidRDefault="00365F3A" w:rsidP="0061355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680CBC" w14:textId="77777777" w:rsidR="00365F3A" w:rsidRPr="00365F3A" w:rsidRDefault="00365F3A" w:rsidP="0061355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BD7877" w14:textId="77777777" w:rsidR="00365F3A" w:rsidRPr="00365F3A" w:rsidRDefault="00365F3A" w:rsidP="0061355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6"/>
              </w:rPr>
            </w:pPr>
          </w:p>
        </w:tc>
      </w:tr>
      <w:tr w:rsidR="0058460D" w14:paraId="1DAF220F" w14:textId="77777777" w:rsidTr="003E0124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2DA141" w14:textId="77777777" w:rsidR="0058460D" w:rsidRDefault="0058460D" w:rsidP="00A62E0B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1F4247">
              <w:rPr>
                <w:rFonts w:ascii="Arial" w:hAnsi="Arial" w:cs="Arial"/>
                <w:bCs/>
                <w:i/>
                <w:iCs/>
                <w:sz w:val="20"/>
              </w:rPr>
              <w:t>Taxes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903113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B7867C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58460D" w:rsidRPr="00365F3A" w14:paraId="7024457B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BA5936" w14:textId="77777777" w:rsidR="0058460D" w:rsidRPr="00365F3A" w:rsidRDefault="0058460D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1FD5C90" w14:textId="77777777" w:rsidR="0058460D" w:rsidRPr="00365F3A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FD4C207" w14:textId="77777777" w:rsidR="0058460D" w:rsidRPr="00365F3A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</w:tr>
      <w:tr w:rsidR="0058460D" w14:paraId="60C6D146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8A6FB4" w14:textId="77777777" w:rsidR="0058460D" w:rsidRDefault="0058460D" w:rsidP="00A62E0B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1F4247">
              <w:rPr>
                <w:rFonts w:ascii="Arial" w:hAnsi="Arial" w:cs="Arial"/>
                <w:bCs/>
                <w:i/>
                <w:iCs/>
                <w:sz w:val="20"/>
              </w:rPr>
              <w:t>Insurance Premiums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EC1525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41497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58460D" w:rsidRPr="00365F3A" w14:paraId="64603F87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576443" w14:textId="77777777" w:rsidR="0058460D" w:rsidRPr="00365F3A" w:rsidRDefault="0058460D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1AE4585" w14:textId="77777777" w:rsidR="0058460D" w:rsidRPr="00365F3A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5ADB75D" w14:textId="77777777" w:rsidR="0058460D" w:rsidRPr="00365F3A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</w:tr>
      <w:tr w:rsidR="0058460D" w14:paraId="6FCF803B" w14:textId="77777777" w:rsidTr="003E0124"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20897" w14:textId="77777777" w:rsidR="0058460D" w:rsidRDefault="0058460D" w:rsidP="00A62E0B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1F4247">
              <w:rPr>
                <w:rFonts w:ascii="Arial" w:hAnsi="Arial" w:cs="Arial"/>
                <w:bCs/>
                <w:i/>
                <w:iCs/>
                <w:sz w:val="20"/>
              </w:rPr>
              <w:t>Other Fees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C06DEF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644F0" w14:textId="77777777" w:rsidR="0058460D" w:rsidRDefault="0058460D" w:rsidP="00C1470F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365F3A" w:rsidRPr="004F5E9C" w14:paraId="31556293" w14:textId="77777777" w:rsidTr="00613553">
        <w:trPr>
          <w:trHeight w:val="64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14:paraId="2AF61D42" w14:textId="77777777" w:rsidR="00365F3A" w:rsidRPr="004F5E9C" w:rsidRDefault="00365F3A" w:rsidP="00613553">
            <w:pPr>
              <w:pStyle w:val="ListParagraph"/>
              <w:spacing w:after="0" w:line="240" w:lineRule="auto"/>
              <w:ind w:left="1021" w:hanging="360"/>
              <w:rPr>
                <w:rFonts w:ascii="Arial" w:hAnsi="Arial" w:cs="Arial"/>
                <w:b/>
                <w:bCs/>
                <w:iCs/>
                <w:sz w:val="4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CD35F5" w14:textId="77777777" w:rsidR="00365F3A" w:rsidRPr="004F5E9C" w:rsidRDefault="00365F3A" w:rsidP="0061355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4"/>
                <w:szCs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9BCEB2" w14:textId="77777777" w:rsidR="00365F3A" w:rsidRPr="004F5E9C" w:rsidRDefault="00365F3A" w:rsidP="0061355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4"/>
                <w:szCs w:val="20"/>
              </w:rPr>
            </w:pPr>
          </w:p>
        </w:tc>
      </w:tr>
      <w:tr w:rsidR="009725C3" w14:paraId="7BF45EEA" w14:textId="77777777" w:rsidTr="003E0124">
        <w:trPr>
          <w:gridAfter w:val="1"/>
          <w:wAfter w:w="15" w:type="dxa"/>
          <w:trHeight w:val="23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CB4960" w14:textId="77777777" w:rsidR="009725C3" w:rsidRDefault="009725C3" w:rsidP="00A62E0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606" w:hanging="284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1F4247">
              <w:rPr>
                <w:rFonts w:ascii="Arial" w:hAnsi="Arial" w:cs="Arial"/>
                <w:bCs/>
                <w:i/>
                <w:iCs/>
                <w:sz w:val="20"/>
              </w:rPr>
              <w:t>Other Maintenance and Operating Expenses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CAA1F1" w14:textId="77777777" w:rsidR="009725C3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391FC" w14:textId="77777777" w:rsidR="009725C3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9725C3" w:rsidRPr="00365F3A" w14:paraId="7AB961C6" w14:textId="77777777" w:rsidTr="003E0124">
        <w:trPr>
          <w:gridAfter w:val="1"/>
          <w:wAfter w:w="15" w:type="dxa"/>
        </w:trPr>
        <w:tc>
          <w:tcPr>
            <w:tcW w:w="5671" w:type="dxa"/>
            <w:tcBorders>
              <w:top w:val="nil"/>
              <w:left w:val="nil"/>
              <w:bottom w:val="nil"/>
              <w:right w:val="nil"/>
            </w:tcBorders>
          </w:tcPr>
          <w:p w14:paraId="68EA2633" w14:textId="77777777" w:rsidR="009725C3" w:rsidRPr="00365F3A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C861A5" w14:textId="77777777" w:rsidR="009725C3" w:rsidRPr="00365F3A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56DF18" w14:textId="77777777" w:rsidR="009725C3" w:rsidRPr="00365F3A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</w:tr>
      <w:tr w:rsidR="009725C3" w14:paraId="58188BCF" w14:textId="77777777" w:rsidTr="003E0124">
        <w:trPr>
          <w:gridAfter w:val="1"/>
          <w:wAfter w:w="15" w:type="dxa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E8E2C4" w14:textId="77777777" w:rsidR="009725C3" w:rsidRDefault="009725C3" w:rsidP="00A62E0B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5503A2A" w14:textId="77777777" w:rsidR="009725C3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4499A" w14:textId="77777777" w:rsidR="009725C3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9725C3" w:rsidRPr="003E0124" w14:paraId="1DF1E131" w14:textId="77777777" w:rsidTr="003E0124">
        <w:trPr>
          <w:gridAfter w:val="1"/>
          <w:wAfter w:w="15" w:type="dxa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B86F7F" w14:textId="77777777" w:rsidR="009725C3" w:rsidRPr="003E0124" w:rsidRDefault="009725C3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E9A392B" w14:textId="77777777" w:rsidR="009725C3" w:rsidRPr="003E0124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90253F" w14:textId="77777777" w:rsidR="009725C3" w:rsidRPr="003E0124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</w:tr>
      <w:tr w:rsidR="009725C3" w14:paraId="0EE75C41" w14:textId="77777777" w:rsidTr="003E0124">
        <w:trPr>
          <w:gridAfter w:val="1"/>
          <w:wAfter w:w="15" w:type="dxa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58DFA7" w14:textId="77777777" w:rsidR="009725C3" w:rsidRDefault="009725C3" w:rsidP="00A62E0B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88F51D" w14:textId="77777777" w:rsidR="009725C3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04582" w14:textId="77777777" w:rsidR="009725C3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9725C3" w:rsidRPr="003E0124" w14:paraId="63A14450" w14:textId="77777777" w:rsidTr="003E0124">
        <w:trPr>
          <w:gridAfter w:val="1"/>
          <w:wAfter w:w="15" w:type="dxa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CADCCA" w14:textId="77777777" w:rsidR="009725C3" w:rsidRPr="003E0124" w:rsidRDefault="009725C3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D850D8B" w14:textId="77777777" w:rsidR="009725C3" w:rsidRPr="003E0124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465775F" w14:textId="77777777" w:rsidR="009725C3" w:rsidRPr="003E0124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</w:tr>
      <w:tr w:rsidR="009725C3" w14:paraId="25B08CF9" w14:textId="77777777" w:rsidTr="003E0124">
        <w:trPr>
          <w:gridAfter w:val="1"/>
          <w:wAfter w:w="15" w:type="dxa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C691DF" w14:textId="77777777" w:rsidR="009725C3" w:rsidRDefault="009725C3" w:rsidP="00A62E0B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D6E590" w14:textId="77777777" w:rsidR="009725C3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319F13" w14:textId="77777777" w:rsidR="009725C3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9725C3" w:rsidRPr="003E0124" w14:paraId="5248B8AB" w14:textId="77777777" w:rsidTr="003E0124">
        <w:trPr>
          <w:gridAfter w:val="1"/>
          <w:wAfter w:w="15" w:type="dxa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1CE39C" w14:textId="77777777" w:rsidR="009725C3" w:rsidRPr="003E0124" w:rsidRDefault="009725C3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C547F29" w14:textId="77777777" w:rsidR="009725C3" w:rsidRPr="003E0124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09F172B" w14:textId="77777777" w:rsidR="009725C3" w:rsidRPr="003E0124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</w:tr>
      <w:tr w:rsidR="009725C3" w14:paraId="6D0A1DB3" w14:textId="77777777" w:rsidTr="003E0124">
        <w:trPr>
          <w:gridAfter w:val="1"/>
          <w:wAfter w:w="15" w:type="dxa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E14F1D" w14:textId="77777777" w:rsidR="009725C3" w:rsidRDefault="009725C3" w:rsidP="00A62E0B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A4E0F4" w14:textId="77777777" w:rsidR="009725C3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6CD2E" w14:textId="77777777" w:rsidR="009725C3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9725C3" w:rsidRPr="003E0124" w14:paraId="31A98F66" w14:textId="77777777" w:rsidTr="003E0124">
        <w:trPr>
          <w:gridAfter w:val="1"/>
          <w:wAfter w:w="15" w:type="dxa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223A83" w14:textId="77777777" w:rsidR="009725C3" w:rsidRPr="003E0124" w:rsidRDefault="009725C3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42B8F61" w14:textId="77777777" w:rsidR="009725C3" w:rsidRPr="003E0124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6284345" w14:textId="77777777" w:rsidR="009725C3" w:rsidRPr="003E0124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</w:tr>
      <w:tr w:rsidR="009725C3" w14:paraId="293EBC01" w14:textId="77777777" w:rsidTr="003E0124">
        <w:trPr>
          <w:gridAfter w:val="1"/>
          <w:wAfter w:w="15" w:type="dxa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0EF1405" w14:textId="77777777" w:rsidR="009725C3" w:rsidRDefault="009725C3" w:rsidP="00A62E0B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DFE718" w14:textId="77777777" w:rsidR="009725C3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B17768" w14:textId="77777777" w:rsidR="009725C3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9725C3" w:rsidRPr="003E0124" w14:paraId="13931152" w14:textId="77777777" w:rsidTr="003E0124">
        <w:trPr>
          <w:gridAfter w:val="1"/>
          <w:wAfter w:w="15" w:type="dxa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6BF4981" w14:textId="77777777" w:rsidR="009725C3" w:rsidRPr="003E0124" w:rsidRDefault="009725C3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373BD38" w14:textId="77777777" w:rsidR="009725C3" w:rsidRPr="003E0124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A2EE1A4" w14:textId="77777777" w:rsidR="009725C3" w:rsidRPr="003E0124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</w:tr>
      <w:tr w:rsidR="009725C3" w14:paraId="2FF12871" w14:textId="77777777" w:rsidTr="003E0124">
        <w:trPr>
          <w:gridAfter w:val="1"/>
          <w:wAfter w:w="15" w:type="dxa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0C27DF" w14:textId="77777777" w:rsidR="009725C3" w:rsidRDefault="009725C3" w:rsidP="00A62E0B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624883" w14:textId="77777777" w:rsidR="009725C3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4B3C3" w14:textId="77777777" w:rsidR="009725C3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9725C3" w:rsidRPr="003E0124" w14:paraId="3C050372" w14:textId="77777777" w:rsidTr="003E0124">
        <w:trPr>
          <w:gridAfter w:val="1"/>
          <w:wAfter w:w="15" w:type="dxa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1A94068" w14:textId="77777777" w:rsidR="009725C3" w:rsidRPr="003E0124" w:rsidRDefault="009725C3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518A8F3" w14:textId="77777777" w:rsidR="009725C3" w:rsidRPr="003E0124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1663F1" w14:textId="77777777" w:rsidR="009725C3" w:rsidRPr="003E0124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</w:tr>
      <w:tr w:rsidR="009725C3" w14:paraId="4151911A" w14:textId="77777777" w:rsidTr="00805BEA">
        <w:trPr>
          <w:gridAfter w:val="1"/>
          <w:wAfter w:w="15" w:type="dxa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61FFA9" w14:textId="77777777" w:rsidR="009725C3" w:rsidRDefault="009725C3" w:rsidP="00A62E0B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99C8AA" w14:textId="77777777" w:rsidR="009725C3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B40C88" w14:textId="77777777" w:rsidR="009725C3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805BEA" w:rsidRPr="003E0124" w14:paraId="37250ECB" w14:textId="77777777" w:rsidTr="00613553">
        <w:trPr>
          <w:gridAfter w:val="1"/>
          <w:wAfter w:w="15" w:type="dxa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A9EF45" w14:textId="77777777" w:rsidR="00805BEA" w:rsidRPr="003E0124" w:rsidRDefault="00805BEA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E4CF9CB" w14:textId="77777777" w:rsidR="00805BEA" w:rsidRPr="003E0124" w:rsidRDefault="00805BEA" w:rsidP="0061355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A179E6A" w14:textId="77777777" w:rsidR="00805BEA" w:rsidRPr="003E0124" w:rsidRDefault="00805BEA" w:rsidP="0061355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</w:tr>
      <w:tr w:rsidR="00805BEA" w14:paraId="241B9521" w14:textId="77777777" w:rsidTr="00805BEA">
        <w:trPr>
          <w:gridAfter w:val="1"/>
          <w:wAfter w:w="15" w:type="dxa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B543C3" w14:textId="77777777" w:rsidR="00805BEA" w:rsidRDefault="00805BEA" w:rsidP="00A62E0B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F54449" w14:textId="77777777" w:rsidR="00805BEA" w:rsidRDefault="00805BEA" w:rsidP="0061355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49AA6C" w14:textId="77777777" w:rsidR="00805BEA" w:rsidRDefault="00805BEA" w:rsidP="0061355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805BEA" w14:paraId="08CA4366" w14:textId="77777777" w:rsidTr="00613553">
        <w:trPr>
          <w:gridAfter w:val="1"/>
          <w:wAfter w:w="15" w:type="dxa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590262" w14:textId="77777777" w:rsidR="00805BEA" w:rsidRDefault="00805BEA" w:rsidP="00A62E0B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BD53D9" w14:textId="77777777" w:rsidR="00805BEA" w:rsidRDefault="00805BEA" w:rsidP="0061355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69B8D" w14:textId="77777777" w:rsidR="00805BEA" w:rsidRDefault="00805BEA" w:rsidP="0061355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805BEA" w:rsidRPr="003E0124" w14:paraId="2D5C55EC" w14:textId="77777777" w:rsidTr="00613553">
        <w:trPr>
          <w:gridAfter w:val="1"/>
          <w:wAfter w:w="15" w:type="dxa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8844FE" w14:textId="77777777" w:rsidR="00805BEA" w:rsidRPr="003E0124" w:rsidRDefault="00805BEA" w:rsidP="00805BEA">
            <w:pPr>
              <w:pStyle w:val="ListParagraph"/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0CBB32B" w14:textId="77777777" w:rsidR="00805BEA" w:rsidRPr="003E0124" w:rsidRDefault="00805BEA" w:rsidP="0061355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A54BDE" w14:textId="77777777" w:rsidR="00805BEA" w:rsidRPr="003E0124" w:rsidRDefault="00805BEA" w:rsidP="0061355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</w:tr>
      <w:tr w:rsidR="00805BEA" w14:paraId="5B04F47B" w14:textId="77777777" w:rsidTr="00613553">
        <w:trPr>
          <w:gridAfter w:val="1"/>
          <w:wAfter w:w="15" w:type="dxa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590325" w14:textId="77777777" w:rsidR="00805BEA" w:rsidRDefault="00805BEA" w:rsidP="00A62E0B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889" w:hanging="283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DA760F" w14:textId="77777777" w:rsidR="00805BEA" w:rsidRDefault="00805BEA" w:rsidP="0061355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F0128F" w14:textId="77777777" w:rsidR="00805BEA" w:rsidRDefault="00805BEA" w:rsidP="0061355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805BEA" w:rsidRPr="003E0124" w14:paraId="593C0488" w14:textId="77777777" w:rsidTr="00613553">
        <w:trPr>
          <w:gridAfter w:val="1"/>
          <w:wAfter w:w="15" w:type="dxa"/>
        </w:trPr>
        <w:tc>
          <w:tcPr>
            <w:tcW w:w="5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134C6B0" w14:textId="77777777" w:rsidR="00805BEA" w:rsidRPr="003E0124" w:rsidRDefault="00805BEA" w:rsidP="00613553">
            <w:pPr>
              <w:pStyle w:val="ListParagraph"/>
              <w:spacing w:after="0" w:line="240" w:lineRule="auto"/>
              <w:ind w:left="1021" w:hanging="360"/>
              <w:rPr>
                <w:rFonts w:ascii="Arial" w:hAnsi="Arial" w:cs="Arial"/>
                <w:b/>
                <w:bCs/>
                <w:iCs/>
                <w:sz w:val="2"/>
                <w:szCs w:val="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73483" w14:textId="77777777" w:rsidR="00805BEA" w:rsidRPr="003E0124" w:rsidRDefault="00805BEA" w:rsidP="0061355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4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F6678FB" w14:textId="77777777" w:rsidR="00805BEA" w:rsidRPr="003E0124" w:rsidRDefault="00805BEA" w:rsidP="0061355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4"/>
              </w:rPr>
            </w:pPr>
          </w:p>
        </w:tc>
      </w:tr>
      <w:tr w:rsidR="009725C3" w14:paraId="0A83B289" w14:textId="77777777" w:rsidTr="003E0124">
        <w:trPr>
          <w:trHeight w:val="218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14:paraId="4A4E39E4" w14:textId="77777777" w:rsidR="009725C3" w:rsidRDefault="009725C3" w:rsidP="001B4F3E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Sub-Total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0FC0F0" w14:textId="77777777" w:rsidR="009725C3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14:paraId="15697A40" w14:textId="77777777" w:rsidR="009725C3" w:rsidRPr="00AC41AD" w:rsidRDefault="009725C3" w:rsidP="001B4F3E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9725C3" w:rsidRPr="003E0124" w14:paraId="16EAE8EE" w14:textId="77777777" w:rsidTr="003E0124">
        <w:trPr>
          <w:trHeight w:val="64"/>
        </w:trPr>
        <w:tc>
          <w:tcPr>
            <w:tcW w:w="56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64D79B" w14:textId="77777777" w:rsidR="009725C3" w:rsidRPr="003E0124" w:rsidRDefault="009725C3" w:rsidP="003E0124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B04B19" w14:textId="77777777" w:rsidR="009725C3" w:rsidRPr="003E0124" w:rsidRDefault="009725C3" w:rsidP="003E0124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10"/>
                <w:szCs w:val="10"/>
              </w:rPr>
            </w:pPr>
          </w:p>
        </w:tc>
        <w:tc>
          <w:tcPr>
            <w:tcW w:w="41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3DC63E" w14:textId="77777777" w:rsidR="009725C3" w:rsidRPr="003E0124" w:rsidRDefault="009725C3" w:rsidP="003E0124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Cs/>
                <w:iCs/>
                <w:sz w:val="10"/>
                <w:szCs w:val="10"/>
              </w:rPr>
            </w:pPr>
          </w:p>
        </w:tc>
      </w:tr>
      <w:tr w:rsidR="009725C3" w14:paraId="416CB85B" w14:textId="77777777" w:rsidTr="0080732C"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p w14:paraId="622FBE14" w14:textId="77777777" w:rsidR="009725C3" w:rsidRDefault="009725C3" w:rsidP="00A62E0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12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C109D3">
              <w:rPr>
                <w:rFonts w:ascii="Arial" w:hAnsi="Arial" w:cs="Arial"/>
                <w:b/>
                <w:bCs/>
                <w:i/>
                <w:iCs/>
                <w:sz w:val="20"/>
              </w:rPr>
              <w:t>Equipment Outlay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bottom"/>
          </w:tcPr>
          <w:p w14:paraId="5C9BE1A7" w14:textId="77777777" w:rsidR="009725C3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14:paraId="632C9C15" w14:textId="77777777" w:rsidR="009725C3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9725C3" w:rsidRPr="00805BEA" w14:paraId="221A5E24" w14:textId="77777777" w:rsidTr="00805BEA">
        <w:trPr>
          <w:trHeight w:val="64"/>
        </w:trPr>
        <w:tc>
          <w:tcPr>
            <w:tcW w:w="5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E95607" w14:textId="77777777" w:rsidR="009725C3" w:rsidRPr="00805BEA" w:rsidRDefault="009725C3" w:rsidP="00805BEA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4"/>
                <w:szCs w:val="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95EB49" w14:textId="77777777" w:rsidR="009725C3" w:rsidRPr="00805BEA" w:rsidRDefault="009725C3" w:rsidP="00805BEA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4"/>
                <w:szCs w:val="4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7037D3" w14:textId="77777777" w:rsidR="009725C3" w:rsidRPr="00805BEA" w:rsidRDefault="009725C3" w:rsidP="00805BEA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4"/>
                <w:szCs w:val="4"/>
              </w:rPr>
            </w:pPr>
          </w:p>
        </w:tc>
      </w:tr>
      <w:tr w:rsidR="009725C3" w14:paraId="3A148667" w14:textId="77777777" w:rsidTr="0080732C">
        <w:trPr>
          <w:gridAfter w:val="1"/>
          <w:wAfter w:w="15" w:type="dxa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9A3F4D" w14:textId="77777777" w:rsidR="009725C3" w:rsidRDefault="009725C3" w:rsidP="00A62E0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606" w:hanging="294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7B5DF8" w14:textId="77777777" w:rsidR="009725C3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D0A347" w14:textId="77777777" w:rsidR="009725C3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9725C3" w:rsidRPr="00805BEA" w14:paraId="6CE72E5A" w14:textId="77777777" w:rsidTr="0080732C">
        <w:trPr>
          <w:gridAfter w:val="1"/>
          <w:wAfter w:w="15" w:type="dxa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74F7D2" w14:textId="77777777" w:rsidR="009725C3" w:rsidRPr="00805BEA" w:rsidRDefault="009725C3" w:rsidP="00805BEA">
            <w:pPr>
              <w:pStyle w:val="ListParagraph"/>
              <w:spacing w:after="0" w:line="240" w:lineRule="auto"/>
              <w:ind w:left="606" w:hanging="294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253FFB7" w14:textId="77777777" w:rsidR="009725C3" w:rsidRPr="00805BEA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B85F3CF" w14:textId="77777777" w:rsidR="009725C3" w:rsidRPr="00805BEA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</w:tr>
      <w:tr w:rsidR="009725C3" w14:paraId="0D9F0E96" w14:textId="77777777" w:rsidTr="0080732C">
        <w:trPr>
          <w:gridAfter w:val="1"/>
          <w:wAfter w:w="15" w:type="dxa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EA30F2" w14:textId="77777777" w:rsidR="009725C3" w:rsidRDefault="009725C3" w:rsidP="00A62E0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606" w:hanging="294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64B6AA" w14:textId="77777777" w:rsidR="009725C3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C0703F" w14:textId="77777777" w:rsidR="009725C3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9725C3" w:rsidRPr="00805BEA" w14:paraId="36BEC756" w14:textId="77777777" w:rsidTr="0080732C">
        <w:trPr>
          <w:gridAfter w:val="1"/>
          <w:wAfter w:w="15" w:type="dxa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9FF40F9" w14:textId="77777777" w:rsidR="009725C3" w:rsidRPr="00805BEA" w:rsidRDefault="009725C3" w:rsidP="00805BEA">
            <w:pPr>
              <w:pStyle w:val="ListParagraph"/>
              <w:spacing w:after="0" w:line="240" w:lineRule="auto"/>
              <w:ind w:left="606" w:hanging="294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06C57F0" w14:textId="77777777" w:rsidR="009725C3" w:rsidRPr="00805BEA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77676F8" w14:textId="77777777" w:rsidR="009725C3" w:rsidRPr="00805BEA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</w:tr>
      <w:tr w:rsidR="009725C3" w14:paraId="0B6743D4" w14:textId="77777777" w:rsidTr="0080732C">
        <w:trPr>
          <w:gridAfter w:val="1"/>
          <w:wAfter w:w="15" w:type="dxa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F1ED68" w14:textId="77777777" w:rsidR="009725C3" w:rsidRDefault="009725C3" w:rsidP="00A62E0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606" w:hanging="294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2D8D58" w14:textId="77777777" w:rsidR="009725C3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942549" w14:textId="77777777" w:rsidR="009725C3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9725C3" w:rsidRPr="00805BEA" w14:paraId="1EFCD982" w14:textId="77777777" w:rsidTr="0080732C">
        <w:trPr>
          <w:gridAfter w:val="1"/>
          <w:wAfter w:w="15" w:type="dxa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A1DB7C" w14:textId="77777777" w:rsidR="009725C3" w:rsidRPr="00805BEA" w:rsidRDefault="009725C3" w:rsidP="00805BEA">
            <w:pPr>
              <w:pStyle w:val="ListParagraph"/>
              <w:spacing w:after="0" w:line="240" w:lineRule="auto"/>
              <w:ind w:left="606" w:hanging="294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36DD1C1" w14:textId="77777777" w:rsidR="009725C3" w:rsidRPr="00805BEA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14AB4F" w14:textId="77777777" w:rsidR="009725C3" w:rsidRPr="00805BEA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</w:tr>
      <w:tr w:rsidR="009725C3" w14:paraId="3C0A2870" w14:textId="77777777" w:rsidTr="0080732C">
        <w:trPr>
          <w:gridAfter w:val="1"/>
          <w:wAfter w:w="15" w:type="dxa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531019A" w14:textId="77777777" w:rsidR="009725C3" w:rsidRDefault="009725C3" w:rsidP="00A62E0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606" w:hanging="294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1765B0" w14:textId="77777777" w:rsidR="009725C3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4C444" w14:textId="77777777" w:rsidR="009725C3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9725C3" w:rsidRPr="00805BEA" w14:paraId="3F68DD11" w14:textId="77777777" w:rsidTr="0080732C">
        <w:trPr>
          <w:gridAfter w:val="1"/>
          <w:wAfter w:w="15" w:type="dxa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BE3251" w14:textId="77777777" w:rsidR="009725C3" w:rsidRPr="00805BEA" w:rsidRDefault="009725C3" w:rsidP="00805BEA">
            <w:pPr>
              <w:pStyle w:val="ListParagraph"/>
              <w:spacing w:after="0" w:line="240" w:lineRule="auto"/>
              <w:ind w:left="606" w:hanging="294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79D4144" w14:textId="77777777" w:rsidR="009725C3" w:rsidRPr="00805BEA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6DDA0A6" w14:textId="77777777" w:rsidR="009725C3" w:rsidRPr="00805BEA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</w:tr>
      <w:tr w:rsidR="009725C3" w14:paraId="6654194B" w14:textId="77777777" w:rsidTr="0080732C">
        <w:trPr>
          <w:gridAfter w:val="1"/>
          <w:wAfter w:w="15" w:type="dxa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F5AA12" w14:textId="77777777" w:rsidR="009725C3" w:rsidRDefault="009725C3" w:rsidP="00A62E0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606" w:hanging="294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8A46A9" w14:textId="77777777" w:rsidR="009725C3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C59E3C" w14:textId="77777777" w:rsidR="009725C3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9725C3" w:rsidRPr="00805BEA" w14:paraId="4F0F2FCF" w14:textId="77777777" w:rsidTr="0080732C">
        <w:trPr>
          <w:gridAfter w:val="1"/>
          <w:wAfter w:w="15" w:type="dxa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35B469C" w14:textId="77777777" w:rsidR="009725C3" w:rsidRPr="00805BEA" w:rsidRDefault="009725C3" w:rsidP="00805BEA">
            <w:pPr>
              <w:pStyle w:val="ListParagraph"/>
              <w:spacing w:after="0" w:line="240" w:lineRule="auto"/>
              <w:ind w:left="606" w:hanging="294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FB0ABE3" w14:textId="77777777" w:rsidR="009725C3" w:rsidRPr="00805BEA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7BED571" w14:textId="77777777" w:rsidR="009725C3" w:rsidRPr="00805BEA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</w:tr>
      <w:tr w:rsidR="009725C3" w14:paraId="5FB2B3FD" w14:textId="77777777" w:rsidTr="0080732C">
        <w:trPr>
          <w:gridAfter w:val="1"/>
          <w:wAfter w:w="15" w:type="dxa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A9F749" w14:textId="77777777" w:rsidR="009725C3" w:rsidRDefault="009725C3" w:rsidP="00A62E0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606" w:hanging="294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7807240" w14:textId="77777777" w:rsidR="009725C3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BED12" w14:textId="77777777" w:rsidR="009725C3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9725C3" w:rsidRPr="00805BEA" w14:paraId="29740740" w14:textId="77777777" w:rsidTr="0080732C">
        <w:trPr>
          <w:gridAfter w:val="1"/>
          <w:wAfter w:w="15" w:type="dxa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5AFD2D7" w14:textId="77777777" w:rsidR="009725C3" w:rsidRPr="00805BEA" w:rsidRDefault="009725C3" w:rsidP="00805BEA">
            <w:pPr>
              <w:pStyle w:val="ListParagraph"/>
              <w:spacing w:after="0" w:line="240" w:lineRule="auto"/>
              <w:ind w:left="606" w:hanging="294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5386B75" w14:textId="77777777" w:rsidR="009725C3" w:rsidRPr="00805BEA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07F29D2" w14:textId="77777777" w:rsidR="009725C3" w:rsidRPr="00805BEA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</w:tr>
      <w:tr w:rsidR="009725C3" w14:paraId="5AC11122" w14:textId="77777777" w:rsidTr="00805BEA">
        <w:trPr>
          <w:gridAfter w:val="1"/>
          <w:wAfter w:w="15" w:type="dxa"/>
        </w:trPr>
        <w:tc>
          <w:tcPr>
            <w:tcW w:w="56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46F14C" w14:textId="77777777" w:rsidR="009725C3" w:rsidRDefault="009725C3" w:rsidP="00A62E0B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606" w:hanging="294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A3EE27" w14:textId="77777777" w:rsidR="009725C3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421CA" w14:textId="77777777" w:rsidR="009725C3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9725C3" w:rsidRPr="003E0124" w14:paraId="10FAC5A0" w14:textId="77777777" w:rsidTr="003E0124">
        <w:trPr>
          <w:gridAfter w:val="1"/>
          <w:wAfter w:w="15" w:type="dxa"/>
        </w:trPr>
        <w:tc>
          <w:tcPr>
            <w:tcW w:w="5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BB1B85" w14:textId="77777777" w:rsidR="009725C3" w:rsidRPr="003E0124" w:rsidRDefault="009725C3" w:rsidP="00805BEA">
            <w:pPr>
              <w:pStyle w:val="ListParagraph"/>
              <w:spacing w:after="0" w:line="240" w:lineRule="auto"/>
              <w:ind w:left="606" w:hanging="294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1B92D0" w14:textId="77777777" w:rsidR="009725C3" w:rsidRPr="003E0124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  <w:tc>
          <w:tcPr>
            <w:tcW w:w="40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0DBF2B5" w14:textId="77777777" w:rsidR="009725C3" w:rsidRPr="003E0124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"/>
                <w:szCs w:val="2"/>
              </w:rPr>
            </w:pPr>
          </w:p>
        </w:tc>
      </w:tr>
      <w:tr w:rsidR="009725C3" w:rsidRPr="00AC41AD" w14:paraId="31A69038" w14:textId="77777777" w:rsidTr="003E0124">
        <w:trPr>
          <w:trHeight w:val="174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14:paraId="7F7C439E" w14:textId="77777777" w:rsidR="009725C3" w:rsidRDefault="009725C3" w:rsidP="001B4F3E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Sub-Total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3B0E74" w14:textId="77777777" w:rsidR="009725C3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14:paraId="3DA658B9" w14:textId="77777777" w:rsidR="009725C3" w:rsidRPr="00AC41AD" w:rsidRDefault="009725C3" w:rsidP="001B4F3E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  <w:tr w:rsidR="009725C3" w:rsidRPr="003E48CD" w14:paraId="7C17B407" w14:textId="77777777" w:rsidTr="0080732C">
        <w:tc>
          <w:tcPr>
            <w:tcW w:w="5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F7741B" w14:textId="77777777" w:rsidR="009725C3" w:rsidRPr="003E48CD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92E1FC0" w14:textId="77777777" w:rsidR="009725C3" w:rsidRPr="003E48CD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84F0D2" w14:textId="77777777" w:rsidR="009725C3" w:rsidRPr="003E48CD" w:rsidRDefault="009725C3" w:rsidP="001B4F3E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bCs/>
                <w:iCs/>
                <w:sz w:val="6"/>
                <w:szCs w:val="6"/>
              </w:rPr>
            </w:pPr>
          </w:p>
        </w:tc>
      </w:tr>
      <w:tr w:rsidR="009725C3" w14:paraId="0183D87D" w14:textId="77777777" w:rsidTr="003E0124">
        <w:trPr>
          <w:trHeight w:val="403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462679B" w14:textId="77777777" w:rsidR="009725C3" w:rsidRPr="001F4247" w:rsidRDefault="009725C3" w:rsidP="001B4F3E">
            <w:pPr>
              <w:jc w:val="center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color w:val="auto"/>
                <w:sz w:val="20"/>
              </w:rPr>
              <w:t>GRAND TOTAL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2D70E9" w14:textId="77777777" w:rsidR="009725C3" w:rsidRDefault="009725C3" w:rsidP="001B4F3E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0517F0C" w14:textId="77777777" w:rsidR="009725C3" w:rsidRDefault="009725C3" w:rsidP="001B4F3E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</w:p>
        </w:tc>
      </w:tr>
    </w:tbl>
    <w:p w14:paraId="3D139B49" w14:textId="77777777" w:rsidR="009725C3" w:rsidRDefault="009725C3" w:rsidP="009725C3">
      <w:pPr>
        <w:pStyle w:val="ListParagraph"/>
        <w:spacing w:after="0" w:line="240" w:lineRule="auto"/>
        <w:ind w:left="142"/>
        <w:rPr>
          <w:rFonts w:ascii="Arial" w:hAnsi="Arial" w:cs="Arial"/>
          <w:b/>
          <w:bCs/>
          <w:i/>
          <w:iCs/>
          <w:sz w:val="20"/>
        </w:rPr>
      </w:pPr>
    </w:p>
    <w:p w14:paraId="34392533" w14:textId="77777777" w:rsidR="009725C3" w:rsidRDefault="009725C3" w:rsidP="009725C3">
      <w:pPr>
        <w:pBdr>
          <w:bottom w:val="single" w:sz="12" w:space="1" w:color="auto"/>
        </w:pBdr>
        <w:ind w:left="-426" w:right="-283"/>
        <w:jc w:val="both"/>
        <w:rPr>
          <w:sz w:val="20"/>
          <w:szCs w:val="20"/>
        </w:rPr>
      </w:pPr>
    </w:p>
    <w:bookmarkStart w:id="3" w:name="_Hlk148534808"/>
    <w:bookmarkStart w:id="4" w:name="_Hlk148090641"/>
    <w:p w14:paraId="0F54DBAA" w14:textId="77777777" w:rsidR="009725C3" w:rsidRPr="00876E8C" w:rsidRDefault="00550BE9" w:rsidP="009725C3">
      <w:pPr>
        <w:pStyle w:val="ListParagraph"/>
        <w:spacing w:line="240" w:lineRule="auto"/>
        <w:ind w:left="142" w:right="-141" w:hanging="426"/>
        <w:jc w:val="both"/>
        <w:rPr>
          <w:rFonts w:ascii="Arial" w:hAnsi="Arial" w:cs="Arial"/>
          <w:bCs/>
          <w:i/>
          <w:sz w:val="20"/>
          <w:szCs w:val="20"/>
        </w:rPr>
      </w:pPr>
      <w:sdt>
        <w:sdtPr>
          <w:rPr>
            <w:rFonts w:ascii="Arial" w:hAnsi="Arial" w:cs="Arial"/>
            <w:bCs/>
            <w:sz w:val="28"/>
            <w:szCs w:val="20"/>
            <w:lang w:val="en-PH"/>
          </w:rPr>
          <w:id w:val="-17621305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5C3" w:rsidRPr="00876E8C">
            <w:rPr>
              <w:rFonts w:ascii="MS Gothic" w:eastAsia="MS Gothic" w:hAnsi="MS Gothic" w:cs="Arial" w:hint="eastAsia"/>
              <w:bCs/>
              <w:sz w:val="28"/>
              <w:szCs w:val="20"/>
              <w:lang w:val="en-PH"/>
            </w:rPr>
            <w:t>☐</w:t>
          </w:r>
        </w:sdtContent>
      </w:sdt>
      <w:bookmarkEnd w:id="3"/>
      <w:r w:rsidR="009725C3" w:rsidRPr="00876E8C">
        <w:rPr>
          <w:rFonts w:ascii="Arial" w:hAnsi="Arial" w:cs="Arial"/>
          <w:bCs/>
          <w:sz w:val="28"/>
          <w:szCs w:val="20"/>
          <w:lang w:val="en-PH"/>
        </w:rPr>
        <w:t xml:space="preserve"> </w:t>
      </w:r>
      <w:r w:rsidR="009725C3" w:rsidRPr="00876E8C">
        <w:rPr>
          <w:rFonts w:ascii="Arial" w:hAnsi="Arial" w:cs="Arial"/>
          <w:bCs/>
          <w:sz w:val="20"/>
          <w:szCs w:val="20"/>
        </w:rPr>
        <w:t>I/</w:t>
      </w:r>
      <w:r w:rsidR="009725C3" w:rsidRPr="00876E8C">
        <w:rPr>
          <w:rFonts w:ascii="Arial" w:hAnsi="Arial" w:cs="Arial"/>
          <w:bCs/>
          <w:i/>
          <w:sz w:val="20"/>
          <w:szCs w:val="20"/>
        </w:rPr>
        <w:t>We</w:t>
      </w:r>
      <w:r w:rsidR="009725C3" w:rsidRPr="00876E8C">
        <w:rPr>
          <w:rFonts w:ascii="Arial" w:hAnsi="Arial" w:cs="Arial"/>
          <w:bCs/>
          <w:sz w:val="20"/>
          <w:szCs w:val="20"/>
        </w:rPr>
        <w:t xml:space="preserve"> hereby certify the truth of the foregoing. </w:t>
      </w:r>
      <w:r w:rsidR="009725C3" w:rsidRPr="00876E8C">
        <w:rPr>
          <w:rFonts w:ascii="Arial" w:hAnsi="Arial" w:cs="Arial"/>
          <w:bCs/>
          <w:i/>
          <w:sz w:val="20"/>
          <w:szCs w:val="20"/>
        </w:rPr>
        <w:t xml:space="preserve">I/We further authorize the DOST and other agencies to verify the authenticity of all the documents presented. </w:t>
      </w:r>
      <w:r w:rsidR="009725C3" w:rsidRPr="00876E8C">
        <w:rPr>
          <w:rFonts w:ascii="Arial" w:hAnsi="Arial" w:cs="Arial"/>
          <w:bCs/>
          <w:sz w:val="20"/>
          <w:szCs w:val="20"/>
        </w:rPr>
        <w:t>I/</w:t>
      </w:r>
      <w:r w:rsidR="009725C3" w:rsidRPr="00876E8C">
        <w:rPr>
          <w:rFonts w:ascii="Arial" w:hAnsi="Arial" w:cs="Arial"/>
          <w:bCs/>
          <w:i/>
          <w:sz w:val="20"/>
          <w:szCs w:val="20"/>
        </w:rPr>
        <w:t>We</w:t>
      </w:r>
      <w:r w:rsidR="009725C3" w:rsidRPr="00876E8C">
        <w:rPr>
          <w:rFonts w:ascii="Arial" w:hAnsi="Arial" w:cs="Arial"/>
          <w:bCs/>
          <w:sz w:val="20"/>
          <w:szCs w:val="20"/>
        </w:rPr>
        <w:t xml:space="preserve"> understand that any willful omission/false statement shall be a basis for the </w:t>
      </w:r>
      <w:r w:rsidR="009725C3" w:rsidRPr="00876E8C">
        <w:rPr>
          <w:rFonts w:ascii="Arial" w:hAnsi="Arial" w:cs="Arial"/>
          <w:bCs/>
          <w:i/>
          <w:sz w:val="20"/>
          <w:szCs w:val="20"/>
        </w:rPr>
        <w:t>cancellation</w:t>
      </w:r>
      <w:r w:rsidR="009725C3" w:rsidRPr="00876E8C">
        <w:rPr>
          <w:rFonts w:ascii="Arial" w:hAnsi="Arial" w:cs="Arial"/>
          <w:bCs/>
          <w:sz w:val="20"/>
          <w:szCs w:val="20"/>
        </w:rPr>
        <w:t xml:space="preserve"> of the</w:t>
      </w:r>
      <w:r w:rsidR="009725C3" w:rsidRPr="00876E8C">
        <w:rPr>
          <w:rFonts w:ascii="Arial" w:hAnsi="Arial" w:cs="Arial"/>
          <w:bCs/>
          <w:sz w:val="20"/>
          <w:szCs w:val="20"/>
          <w:lang w:val="id-ID"/>
        </w:rPr>
        <w:t xml:space="preserve"> </w:t>
      </w:r>
      <w:r w:rsidR="009725C3" w:rsidRPr="00876E8C">
        <w:rPr>
          <w:rFonts w:ascii="Arial" w:hAnsi="Arial" w:cs="Arial"/>
          <w:bCs/>
          <w:i/>
          <w:sz w:val="20"/>
          <w:szCs w:val="20"/>
          <w:lang w:val="en-PH"/>
        </w:rPr>
        <w:t>application for</w:t>
      </w:r>
      <w:r w:rsidR="009725C3" w:rsidRPr="00876E8C">
        <w:rPr>
          <w:rFonts w:ascii="Arial" w:hAnsi="Arial" w:cs="Arial"/>
          <w:bCs/>
          <w:sz w:val="20"/>
          <w:szCs w:val="20"/>
          <w:lang w:val="en-PH"/>
        </w:rPr>
        <w:t xml:space="preserve"> certification.</w:t>
      </w:r>
    </w:p>
    <w:p w14:paraId="457BBCD5" w14:textId="77777777" w:rsidR="009725C3" w:rsidRPr="00876E8C" w:rsidRDefault="009725C3" w:rsidP="009725C3">
      <w:pPr>
        <w:pStyle w:val="ListParagraph"/>
        <w:spacing w:line="240" w:lineRule="auto"/>
        <w:ind w:left="142" w:right="-141" w:hanging="426"/>
        <w:jc w:val="both"/>
        <w:rPr>
          <w:rFonts w:ascii="Arial" w:hAnsi="Arial" w:cs="Arial"/>
          <w:bCs/>
          <w:sz w:val="20"/>
          <w:szCs w:val="20"/>
        </w:rPr>
      </w:pPr>
    </w:p>
    <w:p w14:paraId="37081A6F" w14:textId="77777777" w:rsidR="009725C3" w:rsidRPr="00876E8C" w:rsidRDefault="00550BE9" w:rsidP="009725C3">
      <w:pPr>
        <w:pStyle w:val="ListParagraph"/>
        <w:spacing w:line="240" w:lineRule="auto"/>
        <w:ind w:left="142" w:right="-141" w:hanging="426"/>
        <w:jc w:val="both"/>
        <w:rPr>
          <w:rFonts w:ascii="Arial" w:hAnsi="Arial" w:cs="Arial"/>
          <w:bCs/>
          <w:i/>
          <w:sz w:val="20"/>
          <w:szCs w:val="20"/>
        </w:rPr>
      </w:pPr>
      <w:sdt>
        <w:sdtPr>
          <w:rPr>
            <w:rFonts w:ascii="Arial" w:hAnsi="Arial" w:cs="Arial"/>
            <w:bCs/>
            <w:sz w:val="28"/>
            <w:szCs w:val="20"/>
            <w:lang w:val="en-PH"/>
          </w:rPr>
          <w:id w:val="-8463957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5C3" w:rsidRPr="00876E8C">
            <w:rPr>
              <w:rFonts w:ascii="MS Gothic" w:eastAsia="MS Gothic" w:hAnsi="MS Gothic" w:cs="Arial" w:hint="eastAsia"/>
              <w:bCs/>
              <w:sz w:val="28"/>
              <w:szCs w:val="20"/>
              <w:lang w:val="en-PH"/>
            </w:rPr>
            <w:t>☐</w:t>
          </w:r>
        </w:sdtContent>
      </w:sdt>
      <w:r w:rsidR="009725C3" w:rsidRPr="00876E8C">
        <w:rPr>
          <w:rFonts w:ascii="Arial" w:hAnsi="Arial" w:cs="Arial"/>
          <w:bCs/>
          <w:sz w:val="28"/>
          <w:szCs w:val="20"/>
          <w:lang w:val="en-PH"/>
        </w:rPr>
        <w:t xml:space="preserve"> </w:t>
      </w:r>
      <w:r w:rsidR="009725C3" w:rsidRPr="00876E8C">
        <w:rPr>
          <w:rFonts w:ascii="Arial" w:hAnsi="Arial" w:cs="Arial"/>
          <w:bCs/>
          <w:i/>
          <w:sz w:val="20"/>
          <w:szCs w:val="20"/>
        </w:rPr>
        <w:t>I/We hereby agree that I/we shall abide by the duties and obligations of the certification.</w:t>
      </w:r>
    </w:p>
    <w:p w14:paraId="4CEAF31C" w14:textId="77777777" w:rsidR="009725C3" w:rsidRPr="00876E8C" w:rsidRDefault="009725C3" w:rsidP="009725C3">
      <w:pPr>
        <w:pStyle w:val="ListParagraph"/>
        <w:spacing w:line="240" w:lineRule="auto"/>
        <w:ind w:left="142" w:right="-141" w:hanging="426"/>
        <w:jc w:val="both"/>
        <w:rPr>
          <w:rFonts w:ascii="Arial" w:hAnsi="Arial" w:cs="Arial"/>
          <w:bCs/>
          <w:sz w:val="20"/>
          <w:szCs w:val="20"/>
        </w:rPr>
      </w:pPr>
    </w:p>
    <w:p w14:paraId="6C7D4A64" w14:textId="77777777" w:rsidR="009725C3" w:rsidRPr="00876E8C" w:rsidRDefault="00550BE9" w:rsidP="009725C3">
      <w:pPr>
        <w:pStyle w:val="ListParagraph"/>
        <w:spacing w:line="240" w:lineRule="auto"/>
        <w:ind w:left="142" w:right="-141" w:hanging="426"/>
        <w:jc w:val="both"/>
        <w:rPr>
          <w:rFonts w:ascii="Arial" w:hAnsi="Arial" w:cs="Arial"/>
          <w:bCs/>
          <w:i/>
          <w:sz w:val="20"/>
          <w:szCs w:val="20"/>
        </w:rPr>
      </w:pPr>
      <w:sdt>
        <w:sdtPr>
          <w:rPr>
            <w:rFonts w:ascii="Arial" w:hAnsi="Arial" w:cs="Arial"/>
            <w:bCs/>
            <w:sz w:val="28"/>
            <w:szCs w:val="20"/>
            <w:lang w:val="en-PH"/>
          </w:rPr>
          <w:id w:val="14618400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25C3" w:rsidRPr="00876E8C">
            <w:rPr>
              <w:rFonts w:ascii="MS Gothic" w:eastAsia="MS Gothic" w:hAnsi="MS Gothic" w:cs="Arial" w:hint="eastAsia"/>
              <w:bCs/>
              <w:sz w:val="28"/>
              <w:szCs w:val="20"/>
              <w:lang w:val="en-PH"/>
            </w:rPr>
            <w:t>☐</w:t>
          </w:r>
        </w:sdtContent>
      </w:sdt>
      <w:r w:rsidR="009725C3" w:rsidRPr="00876E8C">
        <w:rPr>
          <w:rFonts w:ascii="Arial" w:hAnsi="Arial" w:cs="Arial"/>
          <w:bCs/>
          <w:i/>
          <w:sz w:val="20"/>
          <w:szCs w:val="20"/>
        </w:rPr>
        <w:t xml:space="preserve"> I/We further agree that in case of failure to comply with and/or violation of the duties and obligations governing the certification, the issued certification shall be suspended and/or revoked, and that </w:t>
      </w:r>
      <w:r w:rsidR="009725C3" w:rsidRPr="00876E8C">
        <w:rPr>
          <w:rFonts w:ascii="Arial" w:hAnsi="Arial" w:cs="Arial"/>
          <w:bCs/>
          <w:i/>
          <w:iCs/>
          <w:sz w:val="20"/>
          <w:szCs w:val="20"/>
        </w:rPr>
        <w:t>those who committed such violations</w:t>
      </w:r>
      <w:r w:rsidR="009725C3" w:rsidRPr="00876E8C">
        <w:rPr>
          <w:rFonts w:ascii="Arial" w:hAnsi="Arial" w:cs="Arial"/>
          <w:bCs/>
          <w:i/>
          <w:sz w:val="20"/>
          <w:szCs w:val="20"/>
        </w:rPr>
        <w:t xml:space="preserve"> may be penalized </w:t>
      </w:r>
      <w:r w:rsidR="009725C3" w:rsidRPr="00876E8C">
        <w:rPr>
          <w:rFonts w:ascii="Arial" w:hAnsi="Arial" w:cs="Arial"/>
          <w:bCs/>
          <w:i/>
          <w:iCs/>
          <w:sz w:val="20"/>
          <w:szCs w:val="20"/>
        </w:rPr>
        <w:t>criminally or civilly in the discretion of the court</w:t>
      </w:r>
      <w:r w:rsidR="009725C3" w:rsidRPr="00876E8C">
        <w:rPr>
          <w:rFonts w:ascii="Arial" w:hAnsi="Arial" w:cs="Arial"/>
          <w:bCs/>
          <w:i/>
          <w:sz w:val="20"/>
          <w:szCs w:val="20"/>
        </w:rPr>
        <w:t>.</w:t>
      </w:r>
    </w:p>
    <w:p w14:paraId="1D9BDAA3" w14:textId="77777777" w:rsidR="009725C3" w:rsidRPr="00204389" w:rsidRDefault="009725C3" w:rsidP="009725C3">
      <w:pPr>
        <w:pStyle w:val="ListParagraph"/>
        <w:pBdr>
          <w:bottom w:val="single" w:sz="12" w:space="1" w:color="auto"/>
        </w:pBdr>
        <w:spacing w:line="240" w:lineRule="auto"/>
        <w:ind w:left="-426" w:right="-447"/>
        <w:jc w:val="both"/>
        <w:rPr>
          <w:rFonts w:ascii="Arial" w:hAnsi="Arial" w:cs="Arial"/>
          <w:b/>
          <w:bCs/>
          <w:sz w:val="10"/>
          <w:szCs w:val="10"/>
        </w:rPr>
      </w:pPr>
    </w:p>
    <w:tbl>
      <w:tblPr>
        <w:tblStyle w:val="TableGrid"/>
        <w:tblW w:w="10967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284"/>
        <w:gridCol w:w="283"/>
        <w:gridCol w:w="3265"/>
        <w:gridCol w:w="425"/>
        <w:gridCol w:w="3595"/>
      </w:tblGrid>
      <w:tr w:rsidR="009725C3" w:rsidRPr="00224A53" w14:paraId="39D91CA9" w14:textId="77777777" w:rsidTr="001B4F3E">
        <w:trPr>
          <w:trHeight w:val="166"/>
        </w:trPr>
        <w:tc>
          <w:tcPr>
            <w:tcW w:w="3115" w:type="dxa"/>
          </w:tcPr>
          <w:p w14:paraId="7F1F5FE0" w14:textId="77777777" w:rsidR="009725C3" w:rsidRPr="00095B06" w:rsidRDefault="009725C3" w:rsidP="001B4F3E">
            <w:pPr>
              <w:rPr>
                <w:b/>
                <w:bCs/>
                <w:i/>
                <w:color w:val="auto"/>
                <w:sz w:val="20"/>
                <w:szCs w:val="20"/>
              </w:rPr>
            </w:pPr>
            <w:r w:rsidRPr="00095B06">
              <w:rPr>
                <w:b/>
                <w:bCs/>
                <w:i/>
                <w:color w:val="auto"/>
                <w:sz w:val="20"/>
                <w:szCs w:val="20"/>
              </w:rPr>
              <w:t>Budget Officer:</w:t>
            </w:r>
          </w:p>
        </w:tc>
        <w:tc>
          <w:tcPr>
            <w:tcW w:w="284" w:type="dxa"/>
          </w:tcPr>
          <w:p w14:paraId="71AE0B35" w14:textId="77777777" w:rsidR="009725C3" w:rsidRPr="00224A53" w:rsidRDefault="009725C3" w:rsidP="001B4F3E">
            <w:pPr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83" w:type="dxa"/>
          </w:tcPr>
          <w:p w14:paraId="3CF0F3C1" w14:textId="77777777" w:rsidR="009725C3" w:rsidRPr="00224A53" w:rsidRDefault="009725C3" w:rsidP="001B4F3E">
            <w:pPr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265" w:type="dxa"/>
          </w:tcPr>
          <w:p w14:paraId="02C40490" w14:textId="77777777" w:rsidR="009725C3" w:rsidRPr="00224A53" w:rsidRDefault="009725C3" w:rsidP="001B4F3E">
            <w:pPr>
              <w:rPr>
                <w:b/>
                <w:bCs/>
                <w:color w:val="auto"/>
                <w:sz w:val="20"/>
                <w:szCs w:val="20"/>
              </w:rPr>
            </w:pPr>
            <w:r w:rsidRPr="00224A53">
              <w:rPr>
                <w:b/>
                <w:bCs/>
                <w:color w:val="auto"/>
                <w:sz w:val="20"/>
                <w:szCs w:val="20"/>
              </w:rPr>
              <w:t>Project Leader</w:t>
            </w:r>
            <w:r>
              <w:rPr>
                <w:b/>
                <w:bCs/>
                <w:color w:val="auto"/>
                <w:sz w:val="20"/>
                <w:szCs w:val="20"/>
              </w:rPr>
              <w:t>/Coordinator</w:t>
            </w:r>
            <w:r w:rsidRPr="00224A53">
              <w:rPr>
                <w:b/>
                <w:bCs/>
                <w:color w:val="auto"/>
                <w:sz w:val="20"/>
                <w:szCs w:val="20"/>
              </w:rPr>
              <w:t>:</w:t>
            </w:r>
          </w:p>
        </w:tc>
        <w:tc>
          <w:tcPr>
            <w:tcW w:w="425" w:type="dxa"/>
          </w:tcPr>
          <w:p w14:paraId="34EFCCCC" w14:textId="77777777" w:rsidR="009725C3" w:rsidRDefault="009725C3" w:rsidP="001B4F3E">
            <w:pPr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595" w:type="dxa"/>
          </w:tcPr>
          <w:p w14:paraId="6E9088B3" w14:textId="77777777" w:rsidR="009725C3" w:rsidRPr="00224A53" w:rsidRDefault="009725C3" w:rsidP="001B4F3E">
            <w:pPr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Head of Organization:</w:t>
            </w:r>
          </w:p>
        </w:tc>
      </w:tr>
      <w:tr w:rsidR="009725C3" w:rsidRPr="00224A53" w14:paraId="0CA265C7" w14:textId="77777777" w:rsidTr="001B4F3E">
        <w:trPr>
          <w:trHeight w:val="912"/>
        </w:trPr>
        <w:tc>
          <w:tcPr>
            <w:tcW w:w="3115" w:type="dxa"/>
            <w:tcBorders>
              <w:bottom w:val="single" w:sz="4" w:space="0" w:color="auto"/>
            </w:tcBorders>
            <w:vAlign w:val="bottom"/>
          </w:tcPr>
          <w:p w14:paraId="592D4CF2" w14:textId="77777777" w:rsidR="009725C3" w:rsidRPr="00DD74F6" w:rsidRDefault="009725C3" w:rsidP="001B4F3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vAlign w:val="bottom"/>
          </w:tcPr>
          <w:p w14:paraId="39EDB9AE" w14:textId="77777777" w:rsidR="009725C3" w:rsidRPr="00224A53" w:rsidRDefault="009725C3" w:rsidP="001B4F3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83" w:type="dxa"/>
            <w:vAlign w:val="bottom"/>
          </w:tcPr>
          <w:p w14:paraId="6FF912E9" w14:textId="77777777" w:rsidR="009725C3" w:rsidRPr="00224A53" w:rsidRDefault="009725C3" w:rsidP="001B4F3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265" w:type="dxa"/>
            <w:tcBorders>
              <w:bottom w:val="single" w:sz="4" w:space="0" w:color="auto"/>
            </w:tcBorders>
            <w:vAlign w:val="bottom"/>
          </w:tcPr>
          <w:p w14:paraId="41577885" w14:textId="77777777" w:rsidR="009725C3" w:rsidRPr="00224A53" w:rsidRDefault="009725C3" w:rsidP="001B4F3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Align w:val="bottom"/>
          </w:tcPr>
          <w:p w14:paraId="53B7542B" w14:textId="77777777" w:rsidR="009725C3" w:rsidRPr="00224A53" w:rsidRDefault="009725C3" w:rsidP="001B4F3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595" w:type="dxa"/>
            <w:tcBorders>
              <w:bottom w:val="single" w:sz="4" w:space="0" w:color="auto"/>
            </w:tcBorders>
            <w:vAlign w:val="bottom"/>
          </w:tcPr>
          <w:p w14:paraId="3B24C4E5" w14:textId="77777777" w:rsidR="009725C3" w:rsidRPr="00224A53" w:rsidRDefault="009725C3" w:rsidP="001B4F3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725C3" w:rsidRPr="00224A53" w14:paraId="34B0DC8C" w14:textId="77777777" w:rsidTr="001B4F3E">
        <w:trPr>
          <w:trHeight w:val="345"/>
        </w:trPr>
        <w:tc>
          <w:tcPr>
            <w:tcW w:w="3115" w:type="dxa"/>
            <w:tcBorders>
              <w:top w:val="single" w:sz="4" w:space="0" w:color="auto"/>
            </w:tcBorders>
          </w:tcPr>
          <w:p w14:paraId="4D273BF0" w14:textId="77777777" w:rsidR="009725C3" w:rsidRPr="00095B06" w:rsidRDefault="009725C3" w:rsidP="001B4F3E">
            <w:pPr>
              <w:jc w:val="center"/>
              <w:rPr>
                <w:bCs/>
                <w:i/>
                <w:color w:val="auto"/>
                <w:sz w:val="16"/>
                <w:szCs w:val="16"/>
              </w:rPr>
            </w:pPr>
            <w:r w:rsidRPr="00095B06">
              <w:rPr>
                <w:bCs/>
                <w:i/>
                <w:color w:val="auto"/>
                <w:sz w:val="16"/>
                <w:szCs w:val="16"/>
              </w:rPr>
              <w:t>Signature over Printed Name</w:t>
            </w:r>
          </w:p>
        </w:tc>
        <w:tc>
          <w:tcPr>
            <w:tcW w:w="284" w:type="dxa"/>
          </w:tcPr>
          <w:p w14:paraId="75334C50" w14:textId="77777777" w:rsidR="009725C3" w:rsidRPr="00224A53" w:rsidRDefault="009725C3" w:rsidP="001B4F3E">
            <w:pPr>
              <w:jc w:val="center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283" w:type="dxa"/>
          </w:tcPr>
          <w:p w14:paraId="4C038901" w14:textId="77777777" w:rsidR="009725C3" w:rsidRPr="00224A53" w:rsidRDefault="009725C3" w:rsidP="001B4F3E">
            <w:pPr>
              <w:jc w:val="center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3265" w:type="dxa"/>
            <w:tcBorders>
              <w:top w:val="single" w:sz="4" w:space="0" w:color="auto"/>
            </w:tcBorders>
          </w:tcPr>
          <w:p w14:paraId="3EABD397" w14:textId="77777777" w:rsidR="009725C3" w:rsidRPr="00224A53" w:rsidRDefault="009725C3" w:rsidP="001B4F3E">
            <w:pPr>
              <w:jc w:val="center"/>
              <w:rPr>
                <w:bCs/>
                <w:color w:val="auto"/>
                <w:sz w:val="16"/>
                <w:szCs w:val="16"/>
              </w:rPr>
            </w:pPr>
            <w:r w:rsidRPr="00224A53">
              <w:rPr>
                <w:bCs/>
                <w:color w:val="auto"/>
                <w:sz w:val="16"/>
                <w:szCs w:val="16"/>
              </w:rPr>
              <w:t>Signature over Printed Name</w:t>
            </w:r>
          </w:p>
        </w:tc>
        <w:tc>
          <w:tcPr>
            <w:tcW w:w="425" w:type="dxa"/>
          </w:tcPr>
          <w:p w14:paraId="60E114BB" w14:textId="77777777" w:rsidR="009725C3" w:rsidRPr="00224A53" w:rsidRDefault="009725C3" w:rsidP="001B4F3E">
            <w:pPr>
              <w:jc w:val="center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3595" w:type="dxa"/>
            <w:tcBorders>
              <w:top w:val="single" w:sz="4" w:space="0" w:color="auto"/>
            </w:tcBorders>
          </w:tcPr>
          <w:p w14:paraId="35E531B6" w14:textId="77777777" w:rsidR="009725C3" w:rsidRPr="00224A53" w:rsidRDefault="009725C3" w:rsidP="001B4F3E">
            <w:pPr>
              <w:jc w:val="center"/>
              <w:rPr>
                <w:bCs/>
                <w:color w:val="auto"/>
                <w:sz w:val="16"/>
                <w:szCs w:val="16"/>
              </w:rPr>
            </w:pPr>
            <w:r w:rsidRPr="00224A53">
              <w:rPr>
                <w:bCs/>
                <w:color w:val="auto"/>
                <w:sz w:val="16"/>
                <w:szCs w:val="16"/>
              </w:rPr>
              <w:t>Signature over Printed Name</w:t>
            </w:r>
          </w:p>
        </w:tc>
      </w:tr>
      <w:tr w:rsidR="009725C3" w:rsidRPr="00224A53" w14:paraId="3FBDAB55" w14:textId="77777777" w:rsidTr="001B4F3E">
        <w:trPr>
          <w:trHeight w:val="345"/>
        </w:trPr>
        <w:tc>
          <w:tcPr>
            <w:tcW w:w="3115" w:type="dxa"/>
            <w:tcBorders>
              <w:bottom w:val="single" w:sz="4" w:space="0" w:color="auto"/>
            </w:tcBorders>
            <w:vAlign w:val="bottom"/>
          </w:tcPr>
          <w:p w14:paraId="0009C101" w14:textId="77777777" w:rsidR="009725C3" w:rsidRPr="00DD74F6" w:rsidRDefault="009725C3" w:rsidP="001B4F3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vAlign w:val="bottom"/>
          </w:tcPr>
          <w:p w14:paraId="113DE42F" w14:textId="77777777" w:rsidR="009725C3" w:rsidRPr="00224A53" w:rsidRDefault="009725C3" w:rsidP="001B4F3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83" w:type="dxa"/>
            <w:vAlign w:val="bottom"/>
          </w:tcPr>
          <w:p w14:paraId="0E67A7FC" w14:textId="77777777" w:rsidR="009725C3" w:rsidRPr="00224A53" w:rsidRDefault="009725C3" w:rsidP="001B4F3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265" w:type="dxa"/>
            <w:tcBorders>
              <w:bottom w:val="single" w:sz="4" w:space="0" w:color="auto"/>
            </w:tcBorders>
            <w:vAlign w:val="bottom"/>
          </w:tcPr>
          <w:p w14:paraId="39A42590" w14:textId="77777777" w:rsidR="009725C3" w:rsidRPr="00224A53" w:rsidRDefault="009725C3" w:rsidP="001B4F3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Align w:val="bottom"/>
          </w:tcPr>
          <w:p w14:paraId="6941E3BD" w14:textId="77777777" w:rsidR="009725C3" w:rsidRPr="00224A53" w:rsidRDefault="009725C3" w:rsidP="001B4F3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595" w:type="dxa"/>
            <w:tcBorders>
              <w:bottom w:val="single" w:sz="4" w:space="0" w:color="auto"/>
            </w:tcBorders>
            <w:vAlign w:val="bottom"/>
          </w:tcPr>
          <w:p w14:paraId="1FCABCE7" w14:textId="77777777" w:rsidR="009725C3" w:rsidRPr="00224A53" w:rsidRDefault="009725C3" w:rsidP="001B4F3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725C3" w:rsidRPr="00224A53" w14:paraId="00F3E564" w14:textId="77777777" w:rsidTr="001B4F3E">
        <w:trPr>
          <w:trHeight w:val="345"/>
        </w:trPr>
        <w:tc>
          <w:tcPr>
            <w:tcW w:w="3115" w:type="dxa"/>
            <w:tcBorders>
              <w:top w:val="single" w:sz="4" w:space="0" w:color="auto"/>
            </w:tcBorders>
          </w:tcPr>
          <w:p w14:paraId="6A62A54E" w14:textId="77777777" w:rsidR="009725C3" w:rsidRPr="00095B06" w:rsidRDefault="009725C3" w:rsidP="001B4F3E">
            <w:pPr>
              <w:jc w:val="center"/>
              <w:rPr>
                <w:bCs/>
                <w:i/>
                <w:color w:val="auto"/>
                <w:sz w:val="16"/>
                <w:szCs w:val="16"/>
              </w:rPr>
            </w:pPr>
            <w:r w:rsidRPr="00095B06">
              <w:rPr>
                <w:bCs/>
                <w:i/>
                <w:color w:val="auto"/>
                <w:sz w:val="16"/>
                <w:szCs w:val="16"/>
              </w:rPr>
              <w:t>Designation</w:t>
            </w:r>
          </w:p>
        </w:tc>
        <w:tc>
          <w:tcPr>
            <w:tcW w:w="284" w:type="dxa"/>
          </w:tcPr>
          <w:p w14:paraId="656CA1D6" w14:textId="77777777" w:rsidR="009725C3" w:rsidRPr="00224A53" w:rsidRDefault="009725C3" w:rsidP="001B4F3E">
            <w:pPr>
              <w:jc w:val="center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283" w:type="dxa"/>
          </w:tcPr>
          <w:p w14:paraId="13897C4A" w14:textId="77777777" w:rsidR="009725C3" w:rsidRPr="00224A53" w:rsidRDefault="009725C3" w:rsidP="001B4F3E">
            <w:pPr>
              <w:jc w:val="center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3265" w:type="dxa"/>
            <w:tcBorders>
              <w:top w:val="single" w:sz="4" w:space="0" w:color="auto"/>
            </w:tcBorders>
          </w:tcPr>
          <w:p w14:paraId="1C71EBCA" w14:textId="77777777" w:rsidR="009725C3" w:rsidRPr="00224A53" w:rsidRDefault="009725C3" w:rsidP="001B4F3E">
            <w:pPr>
              <w:jc w:val="center"/>
              <w:rPr>
                <w:bCs/>
                <w:color w:val="auto"/>
                <w:sz w:val="16"/>
                <w:szCs w:val="16"/>
              </w:rPr>
            </w:pPr>
            <w:r w:rsidRPr="00224A53">
              <w:rPr>
                <w:bCs/>
                <w:color w:val="auto"/>
                <w:sz w:val="16"/>
                <w:szCs w:val="16"/>
              </w:rPr>
              <w:t>Designation</w:t>
            </w:r>
          </w:p>
        </w:tc>
        <w:tc>
          <w:tcPr>
            <w:tcW w:w="425" w:type="dxa"/>
          </w:tcPr>
          <w:p w14:paraId="596F741B" w14:textId="77777777" w:rsidR="009725C3" w:rsidRPr="00224A53" w:rsidRDefault="009725C3" w:rsidP="001B4F3E">
            <w:pPr>
              <w:jc w:val="center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3595" w:type="dxa"/>
            <w:tcBorders>
              <w:top w:val="single" w:sz="4" w:space="0" w:color="auto"/>
            </w:tcBorders>
          </w:tcPr>
          <w:p w14:paraId="23C613D7" w14:textId="77777777" w:rsidR="009725C3" w:rsidRPr="00224A53" w:rsidRDefault="009725C3" w:rsidP="001B4F3E">
            <w:pPr>
              <w:jc w:val="center"/>
              <w:rPr>
                <w:bCs/>
                <w:color w:val="auto"/>
                <w:sz w:val="16"/>
                <w:szCs w:val="16"/>
              </w:rPr>
            </w:pPr>
            <w:r w:rsidRPr="00224A53">
              <w:rPr>
                <w:bCs/>
                <w:color w:val="auto"/>
                <w:sz w:val="16"/>
                <w:szCs w:val="16"/>
              </w:rPr>
              <w:t>Designation</w:t>
            </w:r>
          </w:p>
        </w:tc>
      </w:tr>
      <w:tr w:rsidR="009725C3" w:rsidRPr="00224A53" w14:paraId="26E24592" w14:textId="77777777" w:rsidTr="001B4F3E">
        <w:trPr>
          <w:trHeight w:val="345"/>
        </w:trPr>
        <w:tc>
          <w:tcPr>
            <w:tcW w:w="3115" w:type="dxa"/>
            <w:tcBorders>
              <w:bottom w:val="single" w:sz="4" w:space="0" w:color="auto"/>
            </w:tcBorders>
            <w:vAlign w:val="bottom"/>
          </w:tcPr>
          <w:p w14:paraId="27B3EF57" w14:textId="77777777" w:rsidR="009725C3" w:rsidRPr="00DD74F6" w:rsidRDefault="009725C3" w:rsidP="001B4F3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84" w:type="dxa"/>
            <w:vAlign w:val="bottom"/>
          </w:tcPr>
          <w:p w14:paraId="3CF1B76C" w14:textId="77777777" w:rsidR="009725C3" w:rsidRPr="00224A53" w:rsidRDefault="009725C3" w:rsidP="001B4F3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83" w:type="dxa"/>
            <w:vAlign w:val="bottom"/>
          </w:tcPr>
          <w:p w14:paraId="20166EE9" w14:textId="77777777" w:rsidR="009725C3" w:rsidRPr="00224A53" w:rsidRDefault="009725C3" w:rsidP="001B4F3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265" w:type="dxa"/>
            <w:tcBorders>
              <w:bottom w:val="single" w:sz="4" w:space="0" w:color="auto"/>
            </w:tcBorders>
            <w:vAlign w:val="bottom"/>
          </w:tcPr>
          <w:p w14:paraId="17A99326" w14:textId="77777777" w:rsidR="009725C3" w:rsidRPr="00224A53" w:rsidRDefault="009725C3" w:rsidP="001B4F3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Align w:val="bottom"/>
          </w:tcPr>
          <w:p w14:paraId="5F7EDC9D" w14:textId="77777777" w:rsidR="009725C3" w:rsidRPr="00224A53" w:rsidRDefault="009725C3" w:rsidP="001B4F3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595" w:type="dxa"/>
            <w:tcBorders>
              <w:bottom w:val="single" w:sz="4" w:space="0" w:color="auto"/>
            </w:tcBorders>
            <w:vAlign w:val="bottom"/>
          </w:tcPr>
          <w:p w14:paraId="20E25BA3" w14:textId="77777777" w:rsidR="009725C3" w:rsidRPr="00224A53" w:rsidRDefault="009725C3" w:rsidP="001B4F3E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9725C3" w:rsidRPr="00224A53" w14:paraId="2696F379" w14:textId="77777777" w:rsidTr="001B4F3E">
        <w:trPr>
          <w:trHeight w:val="345"/>
        </w:trPr>
        <w:tc>
          <w:tcPr>
            <w:tcW w:w="3115" w:type="dxa"/>
            <w:tcBorders>
              <w:top w:val="single" w:sz="4" w:space="0" w:color="auto"/>
            </w:tcBorders>
          </w:tcPr>
          <w:p w14:paraId="5193C535" w14:textId="77777777" w:rsidR="009725C3" w:rsidRPr="00095B06" w:rsidRDefault="009725C3" w:rsidP="001B4F3E">
            <w:pPr>
              <w:jc w:val="center"/>
              <w:rPr>
                <w:bCs/>
                <w:i/>
                <w:color w:val="auto"/>
                <w:sz w:val="16"/>
                <w:szCs w:val="16"/>
              </w:rPr>
            </w:pPr>
            <w:r w:rsidRPr="00095B06">
              <w:rPr>
                <w:bCs/>
                <w:i/>
                <w:color w:val="auto"/>
                <w:sz w:val="16"/>
                <w:szCs w:val="16"/>
              </w:rPr>
              <w:t>Date Signed</w:t>
            </w:r>
          </w:p>
        </w:tc>
        <w:tc>
          <w:tcPr>
            <w:tcW w:w="284" w:type="dxa"/>
          </w:tcPr>
          <w:p w14:paraId="2D0173EC" w14:textId="77777777" w:rsidR="009725C3" w:rsidRPr="00224A53" w:rsidRDefault="009725C3" w:rsidP="001B4F3E">
            <w:pPr>
              <w:jc w:val="center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283" w:type="dxa"/>
          </w:tcPr>
          <w:p w14:paraId="2BC8ED44" w14:textId="77777777" w:rsidR="009725C3" w:rsidRPr="00224A53" w:rsidRDefault="009725C3" w:rsidP="001B4F3E">
            <w:pPr>
              <w:jc w:val="center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3265" w:type="dxa"/>
            <w:tcBorders>
              <w:top w:val="single" w:sz="4" w:space="0" w:color="auto"/>
            </w:tcBorders>
          </w:tcPr>
          <w:p w14:paraId="56431CF3" w14:textId="77777777" w:rsidR="009725C3" w:rsidRPr="00224A53" w:rsidRDefault="009725C3" w:rsidP="001B4F3E">
            <w:pPr>
              <w:jc w:val="center"/>
              <w:rPr>
                <w:bCs/>
                <w:color w:val="auto"/>
                <w:sz w:val="16"/>
                <w:szCs w:val="16"/>
              </w:rPr>
            </w:pPr>
            <w:r w:rsidRPr="00224A53">
              <w:rPr>
                <w:bCs/>
                <w:color w:val="auto"/>
                <w:sz w:val="16"/>
                <w:szCs w:val="16"/>
              </w:rPr>
              <w:t>Date Signed</w:t>
            </w:r>
          </w:p>
        </w:tc>
        <w:tc>
          <w:tcPr>
            <w:tcW w:w="425" w:type="dxa"/>
          </w:tcPr>
          <w:p w14:paraId="67BA688C" w14:textId="77777777" w:rsidR="009725C3" w:rsidRPr="00224A53" w:rsidRDefault="009725C3" w:rsidP="001B4F3E">
            <w:pPr>
              <w:jc w:val="center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3595" w:type="dxa"/>
            <w:tcBorders>
              <w:top w:val="single" w:sz="4" w:space="0" w:color="auto"/>
            </w:tcBorders>
          </w:tcPr>
          <w:p w14:paraId="7549ADA1" w14:textId="77777777" w:rsidR="009725C3" w:rsidRPr="00224A53" w:rsidRDefault="009725C3" w:rsidP="001B4F3E">
            <w:pPr>
              <w:jc w:val="center"/>
              <w:rPr>
                <w:bCs/>
                <w:color w:val="auto"/>
                <w:sz w:val="16"/>
                <w:szCs w:val="16"/>
              </w:rPr>
            </w:pPr>
            <w:r w:rsidRPr="00224A53">
              <w:rPr>
                <w:bCs/>
                <w:color w:val="auto"/>
                <w:sz w:val="16"/>
                <w:szCs w:val="16"/>
              </w:rPr>
              <w:t>Date Signed</w:t>
            </w:r>
          </w:p>
        </w:tc>
      </w:tr>
      <w:bookmarkEnd w:id="4"/>
    </w:tbl>
    <w:p w14:paraId="54D24EC5" w14:textId="6CED2367" w:rsidR="00276AA1" w:rsidRDefault="00276AA1" w:rsidP="009725C3">
      <w:pPr>
        <w:pStyle w:val="ListParagraph"/>
        <w:spacing w:after="0" w:line="240" w:lineRule="auto"/>
        <w:ind w:left="142"/>
        <w:rPr>
          <w:b/>
          <w:sz w:val="18"/>
          <w:szCs w:val="18"/>
        </w:rPr>
      </w:pPr>
    </w:p>
    <w:sectPr w:rsidR="00276AA1" w:rsidSect="009725C3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601" w:right="851" w:bottom="862" w:left="851" w:header="340" w:footer="38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4060B6" w14:textId="77777777" w:rsidR="00550BE9" w:rsidRDefault="00550BE9">
      <w:r>
        <w:separator/>
      </w:r>
    </w:p>
  </w:endnote>
  <w:endnote w:type="continuationSeparator" w:id="0">
    <w:p w14:paraId="1B96C507" w14:textId="77777777" w:rsidR="00550BE9" w:rsidRDefault="00550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91C4FF" w14:textId="3A384408" w:rsidR="00C1470F" w:rsidRPr="004B6A4D" w:rsidRDefault="00C1470F" w:rsidP="00C9184C">
    <w:pPr>
      <w:pStyle w:val="Footer"/>
      <w:ind w:right="-610"/>
      <w:jc w:val="right"/>
      <w:rPr>
        <w:noProof/>
        <w:color w:val="auto"/>
        <w:sz w:val="20"/>
      </w:rPr>
    </w:pPr>
    <w:r w:rsidRPr="00BF665B">
      <w:rPr>
        <w:rFonts w:ascii="Arial Nova" w:hAnsi="Arial Nova"/>
        <w:noProof/>
        <w:sz w:val="18"/>
        <w:szCs w:val="18"/>
        <w:lang w:val="en-PH" w:eastAsia="en-PH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73F3C3D" wp14:editId="2F0E76B5">
              <wp:simplePos x="0" y="0"/>
              <wp:positionH relativeFrom="rightMargin">
                <wp:posOffset>-6845935</wp:posOffset>
              </wp:positionH>
              <wp:positionV relativeFrom="paragraph">
                <wp:posOffset>-9525</wp:posOffset>
              </wp:positionV>
              <wp:extent cx="5591175" cy="266700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9117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E34A459" w14:textId="1FCE826E" w:rsidR="00C1470F" w:rsidRPr="00F167AB" w:rsidRDefault="00C1470F" w:rsidP="008C269E">
                          <w:pPr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</w:pPr>
                          <w:r w:rsidRPr="004356CF"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  <w:t xml:space="preserve">SFU 0001 </w:t>
                          </w:r>
                          <w:r w:rsidRPr="00A175F0"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  <w:t xml:space="preserve">Detailed </w:t>
                          </w:r>
                          <w:r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  <w:t xml:space="preserve">S&amp;T </w:t>
                          </w:r>
                          <w:r w:rsidRPr="00A175F0"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  <w:t>PPA</w:t>
                          </w:r>
                          <w:r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  <w:t xml:space="preserve"> / Specific R&amp;D Project</w:t>
                          </w:r>
                          <w:r w:rsidRPr="00A175F0"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  <w:t xml:space="preserve"> Proposal Form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3F3C3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539.05pt;margin-top:-.75pt;width:440.25pt;height:21pt;z-index:2516756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" filled="f" stroked="f" strokeweight=".5pt">
              <v:textbox>
                <w:txbxContent>
                  <w:p w14:paraId="5E34A459" w14:textId="1FCE826E" w:rsidR="00C1470F" w:rsidRPr="00F167AB" w:rsidRDefault="00C1470F" w:rsidP="008C269E">
                    <w:pPr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</w:pPr>
                    <w:r w:rsidRPr="004356CF"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  <w:t xml:space="preserve">SFU 0001 </w:t>
                    </w:r>
                    <w:r w:rsidRPr="00A175F0"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  <w:t xml:space="preserve">Detailed </w:t>
                    </w:r>
                    <w:r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  <w:t xml:space="preserve">S&amp;T </w:t>
                    </w:r>
                    <w:r w:rsidRPr="00A175F0"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  <w:t>PPA</w:t>
                    </w:r>
                    <w:r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  <w:t xml:space="preserve"> / Specific R&amp;D Project</w:t>
                    </w:r>
                    <w:r w:rsidRPr="00A175F0"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  <w:t xml:space="preserve"> Proposal Form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F167AB">
      <w:rPr>
        <w:color w:val="auto"/>
        <w:sz w:val="20"/>
      </w:rPr>
      <w:t xml:space="preserve">Page </w:t>
    </w:r>
    <w:r w:rsidRPr="00F167AB">
      <w:rPr>
        <w:color w:val="auto"/>
        <w:sz w:val="20"/>
      </w:rPr>
      <w:fldChar w:fldCharType="begin"/>
    </w:r>
    <w:r w:rsidRPr="00F167AB">
      <w:rPr>
        <w:color w:val="auto"/>
        <w:sz w:val="20"/>
      </w:rPr>
      <w:instrText xml:space="preserve"> PAGE   \* MERGEFORMAT </w:instrText>
    </w:r>
    <w:r w:rsidRPr="00F167AB">
      <w:rPr>
        <w:color w:val="auto"/>
        <w:sz w:val="20"/>
      </w:rPr>
      <w:fldChar w:fldCharType="separate"/>
    </w:r>
    <w:r>
      <w:rPr>
        <w:noProof/>
        <w:color w:val="auto"/>
        <w:sz w:val="20"/>
      </w:rPr>
      <w:t>5</w:t>
    </w:r>
    <w:r w:rsidRPr="00F167AB">
      <w:rPr>
        <w:noProof/>
        <w:color w:val="auto"/>
        <w:sz w:val="20"/>
      </w:rPr>
      <w:fldChar w:fldCharType="end"/>
    </w:r>
    <w:r w:rsidRPr="00F167AB">
      <w:rPr>
        <w:noProof/>
        <w:color w:val="auto"/>
        <w:sz w:val="20"/>
      </w:rPr>
      <w:t xml:space="preserve"> of </w:t>
    </w:r>
    <w:r w:rsidRPr="00F167AB">
      <w:rPr>
        <w:noProof/>
        <w:color w:val="auto"/>
        <w:sz w:val="20"/>
      </w:rPr>
      <w:fldChar w:fldCharType="begin"/>
    </w:r>
    <w:r w:rsidRPr="00F167AB">
      <w:rPr>
        <w:noProof/>
        <w:color w:val="auto"/>
        <w:sz w:val="20"/>
      </w:rPr>
      <w:instrText xml:space="preserve"> NUMPAGES   \* MERGEFORMAT </w:instrText>
    </w:r>
    <w:r w:rsidRPr="00F167AB">
      <w:rPr>
        <w:noProof/>
        <w:color w:val="auto"/>
        <w:sz w:val="20"/>
      </w:rPr>
      <w:fldChar w:fldCharType="separate"/>
    </w:r>
    <w:r>
      <w:rPr>
        <w:noProof/>
        <w:color w:val="auto"/>
        <w:sz w:val="20"/>
      </w:rPr>
      <w:t>5</w:t>
    </w:r>
    <w:r w:rsidRPr="00F167AB">
      <w:rPr>
        <w:noProof/>
        <w:color w:val="auto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6CC8E" w14:textId="77777777" w:rsidR="00C1470F" w:rsidRPr="00BD5DDB" w:rsidRDefault="00C1470F" w:rsidP="00E30818">
    <w:pPr>
      <w:pStyle w:val="Footer"/>
      <w:ind w:right="-601"/>
      <w:jc w:val="right"/>
      <w:rPr>
        <w:color w:val="auto"/>
      </w:rPr>
    </w:pPr>
    <w:r w:rsidRPr="00BD5DDB">
      <w:rPr>
        <w:rFonts w:ascii="Arial Nova" w:hAnsi="Arial Nova"/>
        <w:noProof/>
        <w:color w:val="auto"/>
        <w:sz w:val="18"/>
        <w:szCs w:val="18"/>
        <w:lang w:val="en-PH" w:eastAsia="en-PH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8B24F42" wp14:editId="205008A9">
              <wp:simplePos x="0" y="0"/>
              <wp:positionH relativeFrom="page">
                <wp:posOffset>180340</wp:posOffset>
              </wp:positionH>
              <wp:positionV relativeFrom="paragraph">
                <wp:posOffset>-50165</wp:posOffset>
              </wp:positionV>
              <wp:extent cx="3819525" cy="26670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1952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84ABC2" w14:textId="45E6ABD6" w:rsidR="00C1470F" w:rsidRPr="00F167AB" w:rsidRDefault="00C1470F" w:rsidP="00F167AB">
                          <w:pPr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</w:pPr>
                          <w:r w:rsidRPr="00F167AB"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  <w:t>SFU 0001</w:t>
                          </w:r>
                          <w:r w:rsidRPr="0000739B">
                            <w:t xml:space="preserve"> </w:t>
                          </w:r>
                          <w:r w:rsidRPr="00A175F0"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  <w:t xml:space="preserve">Detailed </w:t>
                          </w:r>
                          <w:r w:rsidRPr="002E1957"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  <w:t xml:space="preserve">S&amp;T PPA / Specific R&amp;D Project </w:t>
                          </w:r>
                          <w:r w:rsidRPr="00A175F0">
                            <w:rPr>
                              <w:rFonts w:ascii="Arial Nova" w:hAnsi="Arial Nova"/>
                              <w:i/>
                              <w:color w:val="auto"/>
                              <w:sz w:val="18"/>
                              <w:szCs w:val="18"/>
                            </w:rPr>
                            <w:t>Proposal Form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B24F4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left:0;text-align:left;margin-left:14.2pt;margin-top:-3.95pt;width:300.75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" filled="f" stroked="f" strokeweight=".5pt">
              <v:textbox>
                <w:txbxContent>
                  <w:p w14:paraId="0D84ABC2" w14:textId="45E6ABD6" w:rsidR="00C1470F" w:rsidRPr="00F167AB" w:rsidRDefault="00C1470F" w:rsidP="00F167AB">
                    <w:pPr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</w:pPr>
                    <w:r w:rsidRPr="00F167AB"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  <w:t>SFU 0001</w:t>
                    </w:r>
                    <w:r w:rsidRPr="0000739B">
                      <w:t xml:space="preserve"> </w:t>
                    </w:r>
                    <w:r w:rsidRPr="00A175F0"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  <w:t xml:space="preserve">Detailed </w:t>
                    </w:r>
                    <w:r w:rsidRPr="002E1957"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  <w:t xml:space="preserve">S&amp;T PPA / Specific R&amp;D Project </w:t>
                    </w:r>
                    <w:r w:rsidRPr="00A175F0">
                      <w:rPr>
                        <w:rFonts w:ascii="Arial Nova" w:hAnsi="Arial Nova"/>
                        <w:i/>
                        <w:color w:val="auto"/>
                        <w:sz w:val="18"/>
                        <w:szCs w:val="18"/>
                      </w:rPr>
                      <w:t>Proposal Form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BD5DDB">
      <w:rPr>
        <w:color w:val="auto"/>
        <w:sz w:val="20"/>
      </w:rPr>
      <w:t xml:space="preserve">Page </w:t>
    </w:r>
    <w:r w:rsidRPr="00BD5DDB">
      <w:rPr>
        <w:color w:val="auto"/>
        <w:sz w:val="20"/>
      </w:rPr>
      <w:fldChar w:fldCharType="begin"/>
    </w:r>
    <w:r w:rsidRPr="00BD5DDB">
      <w:rPr>
        <w:color w:val="auto"/>
        <w:sz w:val="20"/>
      </w:rPr>
      <w:instrText xml:space="preserve"> PAGE   \* MERGEFORMAT </w:instrText>
    </w:r>
    <w:r w:rsidRPr="00BD5DDB">
      <w:rPr>
        <w:color w:val="auto"/>
        <w:sz w:val="20"/>
      </w:rPr>
      <w:fldChar w:fldCharType="separate"/>
    </w:r>
    <w:r w:rsidRPr="00BD5DDB">
      <w:rPr>
        <w:noProof/>
        <w:color w:val="auto"/>
        <w:sz w:val="20"/>
      </w:rPr>
      <w:t>1</w:t>
    </w:r>
    <w:r w:rsidRPr="00BD5DDB">
      <w:rPr>
        <w:noProof/>
        <w:color w:val="auto"/>
        <w:sz w:val="20"/>
      </w:rPr>
      <w:fldChar w:fldCharType="end"/>
    </w:r>
    <w:r w:rsidRPr="00BD5DDB">
      <w:rPr>
        <w:noProof/>
        <w:color w:val="auto"/>
        <w:sz w:val="20"/>
      </w:rPr>
      <w:t xml:space="preserve"> of </w:t>
    </w:r>
    <w:r w:rsidRPr="00BD5DDB">
      <w:rPr>
        <w:noProof/>
        <w:color w:val="auto"/>
        <w:sz w:val="20"/>
      </w:rPr>
      <w:fldChar w:fldCharType="begin"/>
    </w:r>
    <w:r w:rsidRPr="00BD5DDB">
      <w:rPr>
        <w:noProof/>
        <w:color w:val="auto"/>
        <w:sz w:val="20"/>
      </w:rPr>
      <w:instrText xml:space="preserve"> NUMPAGES   \* MERGEFORMAT </w:instrText>
    </w:r>
    <w:r w:rsidRPr="00BD5DDB">
      <w:rPr>
        <w:noProof/>
        <w:color w:val="auto"/>
        <w:sz w:val="20"/>
      </w:rPr>
      <w:fldChar w:fldCharType="separate"/>
    </w:r>
    <w:r w:rsidRPr="00BD5DDB">
      <w:rPr>
        <w:noProof/>
        <w:color w:val="auto"/>
        <w:sz w:val="20"/>
      </w:rPr>
      <w:t>5</w:t>
    </w:r>
    <w:r w:rsidRPr="00BD5DDB">
      <w:rPr>
        <w:noProof/>
        <w:color w:val="auto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65D355" w14:textId="77777777" w:rsidR="00550BE9" w:rsidRDefault="00550BE9">
      <w:r>
        <w:separator/>
      </w:r>
    </w:p>
  </w:footnote>
  <w:footnote w:type="continuationSeparator" w:id="0">
    <w:p w14:paraId="110AC037" w14:textId="77777777" w:rsidR="00550BE9" w:rsidRDefault="00550B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182C8" w14:textId="77777777" w:rsidR="00C1470F" w:rsidRPr="00A11EA8" w:rsidRDefault="00C1470F" w:rsidP="00A729AD">
    <w:pPr>
      <w:pStyle w:val="Header"/>
      <w:tabs>
        <w:tab w:val="clear" w:pos="4320"/>
        <w:tab w:val="clear" w:pos="8640"/>
      </w:tabs>
      <w:rPr>
        <w:b/>
        <w:color w:val="auto"/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21F18" w14:textId="4CFA81A2" w:rsidR="00230723" w:rsidRDefault="00230723">
    <w:r w:rsidRPr="005C368B">
      <w:rPr>
        <w:b/>
        <w:bCs/>
        <w:noProof/>
        <w:sz w:val="20"/>
        <w:szCs w:val="20"/>
        <w:lang w:val="en-PH" w:eastAsia="en-PH"/>
      </w:rPr>
      <mc:AlternateContent>
        <mc:Choice Requires="wps">
          <w:drawing>
            <wp:anchor distT="0" distB="0" distL="114300" distR="114300" simplePos="0" relativeHeight="251679744" behindDoc="1" locked="0" layoutInCell="1" allowOverlap="1" wp14:anchorId="66F4A7A8" wp14:editId="27FA8A8B">
              <wp:simplePos x="0" y="0"/>
              <wp:positionH relativeFrom="page">
                <wp:posOffset>6133465</wp:posOffset>
              </wp:positionH>
              <wp:positionV relativeFrom="paragraph">
                <wp:posOffset>-116840</wp:posOffset>
              </wp:positionV>
              <wp:extent cx="1200150" cy="38100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00150" cy="381000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4046B9" w14:textId="77777777" w:rsidR="00E902C0" w:rsidRPr="00993D20" w:rsidRDefault="00E902C0" w:rsidP="00E902C0">
                          <w:pPr>
                            <w:rPr>
                              <w:color w:val="auto"/>
                              <w:sz w:val="20"/>
                              <w:lang w:val="id-ID"/>
                            </w:rPr>
                          </w:pPr>
                          <w:r w:rsidRPr="00993D20">
                            <w:rPr>
                              <w:color w:val="auto"/>
                              <w:sz w:val="20"/>
                            </w:rPr>
                            <w:t>SFU 00</w:t>
                          </w:r>
                          <w:r>
                            <w:rPr>
                              <w:color w:val="auto"/>
                              <w:sz w:val="20"/>
                            </w:rPr>
                            <w:t>01</w:t>
                          </w:r>
                        </w:p>
                        <w:p w14:paraId="7CE5EC4A" w14:textId="738DE4F9" w:rsidR="00E902C0" w:rsidRPr="00831290" w:rsidRDefault="00E902C0" w:rsidP="00E902C0">
                          <w:pPr>
                            <w:rPr>
                              <w:color w:val="auto"/>
                              <w:sz w:val="20"/>
                              <w:lang w:val="en-PH"/>
                            </w:rPr>
                          </w:pPr>
                          <w:r w:rsidRPr="00993D20">
                            <w:rPr>
                              <w:color w:val="auto"/>
                              <w:sz w:val="20"/>
                            </w:rPr>
                            <w:t>Rev.</w:t>
                          </w:r>
                          <w:r>
                            <w:rPr>
                              <w:color w:val="auto"/>
                              <w:sz w:val="20"/>
                            </w:rPr>
                            <w:t>2</w:t>
                          </w:r>
                          <w:r w:rsidRPr="00993D20">
                            <w:rPr>
                              <w:color w:val="auto"/>
                              <w:sz w:val="20"/>
                            </w:rPr>
                            <w:t>/</w:t>
                          </w:r>
                          <w:r w:rsidR="00230723">
                            <w:rPr>
                              <w:color w:val="auto"/>
                              <w:sz w:val="20"/>
                            </w:rPr>
                            <w:t>04-11-2025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6F4A7A8" id="Rectangle 1" o:spid="_x0000_s1027" style="position:absolute;margin-left:482.95pt;margin-top:-9.2pt;width:94.5pt;height:30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" fillcolor="white [3201]" stroked="f" strokecolor="black [3200]" strokeweight="1pt">
              <v:textbox>
                <w:txbxContent>
                  <w:p w14:paraId="404046B9" w14:textId="77777777" w:rsidR="00E902C0" w:rsidRPr="00993D20" w:rsidRDefault="00E902C0" w:rsidP="00E902C0">
                    <w:pPr>
                      <w:rPr>
                        <w:color w:val="auto"/>
                        <w:sz w:val="20"/>
                        <w:lang w:val="id-ID"/>
                      </w:rPr>
                    </w:pPr>
                    <w:r w:rsidRPr="00993D20">
                      <w:rPr>
                        <w:color w:val="auto"/>
                        <w:sz w:val="20"/>
                      </w:rPr>
                      <w:t>SFU 00</w:t>
                    </w:r>
                    <w:r>
                      <w:rPr>
                        <w:color w:val="auto"/>
                        <w:sz w:val="20"/>
                      </w:rPr>
                      <w:t>01</w:t>
                    </w:r>
                  </w:p>
                  <w:p w14:paraId="7CE5EC4A" w14:textId="738DE4F9" w:rsidR="00E902C0" w:rsidRPr="00831290" w:rsidRDefault="00E902C0" w:rsidP="00E902C0">
                    <w:pPr>
                      <w:rPr>
                        <w:color w:val="auto"/>
                        <w:sz w:val="20"/>
                        <w:lang w:val="en-PH"/>
                      </w:rPr>
                    </w:pPr>
                    <w:r w:rsidRPr="00993D20">
                      <w:rPr>
                        <w:color w:val="auto"/>
                        <w:sz w:val="20"/>
                      </w:rPr>
                      <w:t>Rev.</w:t>
                    </w:r>
                    <w:r>
                      <w:rPr>
                        <w:color w:val="auto"/>
                        <w:sz w:val="20"/>
                      </w:rPr>
                      <w:t>2</w:t>
                    </w:r>
                    <w:r w:rsidRPr="00993D20">
                      <w:rPr>
                        <w:color w:val="auto"/>
                        <w:sz w:val="20"/>
                      </w:rPr>
                      <w:t>/</w:t>
                    </w:r>
                    <w:r w:rsidR="00230723">
                      <w:rPr>
                        <w:color w:val="auto"/>
                        <w:sz w:val="20"/>
                      </w:rPr>
                      <w:t>04-11-2025</w:t>
                    </w:r>
                  </w:p>
                </w:txbxContent>
              </v:textbox>
              <w10:wrap anchorx="page"/>
            </v:rect>
          </w:pict>
        </mc:Fallback>
      </mc:AlternateContent>
    </w:r>
  </w:p>
  <w:tbl>
    <w:tblPr>
      <w:tblStyle w:val="TableGrid"/>
      <w:tblW w:w="8789" w:type="dxa"/>
      <w:tblInd w:w="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789"/>
    </w:tblGrid>
    <w:tr w:rsidR="00E902C0" w:rsidRPr="009725C3" w14:paraId="4E1D558A" w14:textId="77777777" w:rsidTr="00E902C0">
      <w:tc>
        <w:tcPr>
          <w:tcW w:w="8789" w:type="dxa"/>
        </w:tcPr>
        <w:p w14:paraId="73D50492" w14:textId="26F6FF0B" w:rsidR="00E902C0" w:rsidRPr="009725C3" w:rsidRDefault="00E902C0" w:rsidP="009725C3">
          <w:pPr>
            <w:rPr>
              <w:i/>
              <w:iCs/>
              <w:color w:val="auto"/>
              <w:sz w:val="22"/>
              <w:szCs w:val="20"/>
              <w:lang w:val="id-ID"/>
            </w:rPr>
          </w:pPr>
          <w:bookmarkStart w:id="5" w:name="_Hlk69305778"/>
          <w:bookmarkStart w:id="6" w:name="_Hlk69305779"/>
          <w:r w:rsidRPr="009725C3">
            <w:rPr>
              <w:i/>
              <w:iCs/>
              <w:color w:val="auto"/>
              <w:sz w:val="20"/>
              <w:szCs w:val="20"/>
            </w:rPr>
            <w:t>Department of Science and Technology Certification Service</w:t>
          </w:r>
        </w:p>
      </w:tc>
    </w:tr>
    <w:tr w:rsidR="00E902C0" w:rsidRPr="009725C3" w14:paraId="0F7B4A67" w14:textId="77777777" w:rsidTr="00E902C0">
      <w:tc>
        <w:tcPr>
          <w:tcW w:w="8789" w:type="dxa"/>
        </w:tcPr>
        <w:p w14:paraId="5B29C7FC" w14:textId="376E0E6D" w:rsidR="00E902C0" w:rsidRPr="009725C3" w:rsidRDefault="00E902C0" w:rsidP="009725C3">
          <w:pPr>
            <w:rPr>
              <w:b/>
              <w:i/>
              <w:color w:val="auto"/>
              <w:sz w:val="20"/>
              <w:szCs w:val="20"/>
            </w:rPr>
          </w:pPr>
          <w:r w:rsidRPr="009725C3">
            <w:rPr>
              <w:b/>
              <w:i/>
              <w:color w:val="auto"/>
              <w:sz w:val="20"/>
              <w:szCs w:val="20"/>
            </w:rPr>
            <w:t>DETAILED</w:t>
          </w:r>
          <w:r w:rsidRPr="009725C3">
            <w:rPr>
              <w:b/>
              <w:color w:val="auto"/>
              <w:sz w:val="20"/>
              <w:szCs w:val="20"/>
            </w:rPr>
            <w:t xml:space="preserve"> </w:t>
          </w:r>
          <w:r w:rsidRPr="009725C3">
            <w:rPr>
              <w:b/>
              <w:i/>
              <w:color w:val="auto"/>
              <w:sz w:val="20"/>
              <w:szCs w:val="20"/>
            </w:rPr>
            <w:t>SCIENCE &amp; TECHNOLOGY</w:t>
          </w:r>
          <w:r w:rsidRPr="009725C3">
            <w:rPr>
              <w:b/>
              <w:color w:val="auto"/>
              <w:sz w:val="20"/>
              <w:szCs w:val="20"/>
            </w:rPr>
            <w:t xml:space="preserve"> </w:t>
          </w:r>
          <w:r w:rsidRPr="009725C3">
            <w:rPr>
              <w:b/>
              <w:i/>
              <w:color w:val="auto"/>
              <w:sz w:val="20"/>
              <w:szCs w:val="20"/>
            </w:rPr>
            <w:t xml:space="preserve">(S&amp;T) </w:t>
          </w:r>
          <w:r w:rsidRPr="009725C3">
            <w:rPr>
              <w:b/>
              <w:color w:val="auto"/>
              <w:sz w:val="20"/>
              <w:szCs w:val="20"/>
            </w:rPr>
            <w:t>PROGRAM, PROJECT, OR ACTIVITY (</w:t>
          </w:r>
          <w:r w:rsidRPr="009725C3">
            <w:rPr>
              <w:b/>
              <w:i/>
              <w:color w:val="auto"/>
              <w:sz w:val="20"/>
              <w:szCs w:val="20"/>
            </w:rPr>
            <w:t xml:space="preserve">PPA) / </w:t>
          </w:r>
        </w:p>
        <w:p w14:paraId="6CEA0083" w14:textId="6BEC4618" w:rsidR="00E902C0" w:rsidRPr="009725C3" w:rsidRDefault="00E902C0" w:rsidP="009725C3">
          <w:pPr>
            <w:rPr>
              <w:i/>
              <w:color w:val="auto"/>
              <w:sz w:val="21"/>
              <w:szCs w:val="21"/>
            </w:rPr>
          </w:pPr>
          <w:r w:rsidRPr="009725C3">
            <w:rPr>
              <w:b/>
              <w:i/>
              <w:color w:val="auto"/>
              <w:sz w:val="20"/>
              <w:szCs w:val="20"/>
            </w:rPr>
            <w:t>SPECIFIC RESEARCH AND DEVELOPMENT (R&amp;D) PROJECT PROPOSAL FORM</w:t>
          </w:r>
        </w:p>
        <w:p w14:paraId="682285FE" w14:textId="5B971177" w:rsidR="00E902C0" w:rsidRPr="009725C3" w:rsidRDefault="00E902C0" w:rsidP="009725C3">
          <w:pPr>
            <w:rPr>
              <w:i/>
              <w:color w:val="auto"/>
              <w:sz w:val="14"/>
              <w:szCs w:val="14"/>
            </w:rPr>
          </w:pPr>
          <w:r w:rsidRPr="009725C3">
            <w:rPr>
              <w:i/>
              <w:color w:val="auto"/>
              <w:sz w:val="18"/>
              <w:szCs w:val="14"/>
            </w:rPr>
            <w:t>(Accomplish this form for every proposed S&amp;T PPA or Specific R&amp;D Project using 10-point Arial typeface.)</w:t>
          </w:r>
        </w:p>
      </w:tc>
    </w:tr>
  </w:tbl>
  <w:bookmarkEnd w:id="5"/>
  <w:bookmarkEnd w:id="6"/>
  <w:p w14:paraId="5BA6E636" w14:textId="4D6F96D7" w:rsidR="00C1470F" w:rsidRPr="00A729AD" w:rsidRDefault="00E902C0" w:rsidP="009725C3">
    <w:pPr>
      <w:pStyle w:val="Header"/>
    </w:pPr>
    <w:r>
      <w:rPr>
        <w:noProof/>
        <w:lang w:val="en-PH" w:eastAsia="en-PH"/>
      </w:rPr>
      <w:drawing>
        <wp:anchor distT="0" distB="0" distL="114300" distR="114300" simplePos="0" relativeHeight="251677696" behindDoc="0" locked="0" layoutInCell="1" allowOverlap="1" wp14:anchorId="5D5659A2" wp14:editId="36379BA0">
          <wp:simplePos x="0" y="0"/>
          <wp:positionH relativeFrom="column">
            <wp:posOffset>-297612</wp:posOffset>
          </wp:positionH>
          <wp:positionV relativeFrom="paragraph">
            <wp:posOffset>-608965</wp:posOffset>
          </wp:positionV>
          <wp:extent cx="685800" cy="685800"/>
          <wp:effectExtent l="0" t="0" r="0" b="0"/>
          <wp:wrapNone/>
          <wp:docPr id="12" name="Picture 12" descr="DOST corporate logo_shado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Picture 38" descr="DOST corporate logo_shadow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21180"/>
    <w:multiLevelType w:val="hybridMultilevel"/>
    <w:tmpl w:val="2B76B326"/>
    <w:lvl w:ilvl="0" w:tplc="3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C59C6"/>
    <w:multiLevelType w:val="hybridMultilevel"/>
    <w:tmpl w:val="2C10D53C"/>
    <w:lvl w:ilvl="0" w:tplc="0A16552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B157A"/>
    <w:multiLevelType w:val="hybridMultilevel"/>
    <w:tmpl w:val="B85C5350"/>
    <w:lvl w:ilvl="0" w:tplc="0A16552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A4028"/>
    <w:multiLevelType w:val="hybridMultilevel"/>
    <w:tmpl w:val="F1DC3EA2"/>
    <w:lvl w:ilvl="0" w:tplc="E12AA192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260" w:hanging="360"/>
      </w:pPr>
    </w:lvl>
    <w:lvl w:ilvl="2" w:tplc="3409001B" w:tentative="1">
      <w:start w:val="1"/>
      <w:numFmt w:val="lowerRoman"/>
      <w:lvlText w:val="%3."/>
      <w:lvlJc w:val="right"/>
      <w:pPr>
        <w:ind w:left="1980" w:hanging="180"/>
      </w:pPr>
    </w:lvl>
    <w:lvl w:ilvl="3" w:tplc="3409000F" w:tentative="1">
      <w:start w:val="1"/>
      <w:numFmt w:val="decimal"/>
      <w:lvlText w:val="%4."/>
      <w:lvlJc w:val="left"/>
      <w:pPr>
        <w:ind w:left="2700" w:hanging="360"/>
      </w:pPr>
    </w:lvl>
    <w:lvl w:ilvl="4" w:tplc="34090019" w:tentative="1">
      <w:start w:val="1"/>
      <w:numFmt w:val="lowerLetter"/>
      <w:lvlText w:val="%5."/>
      <w:lvlJc w:val="left"/>
      <w:pPr>
        <w:ind w:left="3420" w:hanging="360"/>
      </w:pPr>
    </w:lvl>
    <w:lvl w:ilvl="5" w:tplc="3409001B" w:tentative="1">
      <w:start w:val="1"/>
      <w:numFmt w:val="lowerRoman"/>
      <w:lvlText w:val="%6."/>
      <w:lvlJc w:val="right"/>
      <w:pPr>
        <w:ind w:left="4140" w:hanging="180"/>
      </w:pPr>
    </w:lvl>
    <w:lvl w:ilvl="6" w:tplc="3409000F" w:tentative="1">
      <w:start w:val="1"/>
      <w:numFmt w:val="decimal"/>
      <w:lvlText w:val="%7."/>
      <w:lvlJc w:val="left"/>
      <w:pPr>
        <w:ind w:left="4860" w:hanging="360"/>
      </w:pPr>
    </w:lvl>
    <w:lvl w:ilvl="7" w:tplc="34090019" w:tentative="1">
      <w:start w:val="1"/>
      <w:numFmt w:val="lowerLetter"/>
      <w:lvlText w:val="%8."/>
      <w:lvlJc w:val="left"/>
      <w:pPr>
        <w:ind w:left="5580" w:hanging="360"/>
      </w:pPr>
    </w:lvl>
    <w:lvl w:ilvl="8" w:tplc="3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11A87A6A"/>
    <w:multiLevelType w:val="hybridMultilevel"/>
    <w:tmpl w:val="2C74E2D2"/>
    <w:lvl w:ilvl="0" w:tplc="0A16552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F184C"/>
    <w:multiLevelType w:val="hybridMultilevel"/>
    <w:tmpl w:val="B85C5350"/>
    <w:lvl w:ilvl="0" w:tplc="0A16552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E20911"/>
    <w:multiLevelType w:val="hybridMultilevel"/>
    <w:tmpl w:val="08142B32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19087E"/>
    <w:multiLevelType w:val="hybridMultilevel"/>
    <w:tmpl w:val="B85C5350"/>
    <w:lvl w:ilvl="0" w:tplc="0A16552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EB1877"/>
    <w:multiLevelType w:val="hybridMultilevel"/>
    <w:tmpl w:val="2C10D53C"/>
    <w:lvl w:ilvl="0" w:tplc="0A16552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82AEC"/>
    <w:multiLevelType w:val="hybridMultilevel"/>
    <w:tmpl w:val="B85C5350"/>
    <w:lvl w:ilvl="0" w:tplc="0A16552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2F3C7B"/>
    <w:multiLevelType w:val="hybridMultilevel"/>
    <w:tmpl w:val="EE7A6664"/>
    <w:lvl w:ilvl="0" w:tplc="67A6D44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0EB3880"/>
    <w:multiLevelType w:val="hybridMultilevel"/>
    <w:tmpl w:val="B85C5350"/>
    <w:lvl w:ilvl="0" w:tplc="0A16552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949E8"/>
    <w:multiLevelType w:val="hybridMultilevel"/>
    <w:tmpl w:val="2C10D53C"/>
    <w:lvl w:ilvl="0" w:tplc="0A16552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4A6849"/>
    <w:multiLevelType w:val="hybridMultilevel"/>
    <w:tmpl w:val="6918447C"/>
    <w:lvl w:ilvl="0" w:tplc="B06A4A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CB7BE3"/>
    <w:multiLevelType w:val="hybridMultilevel"/>
    <w:tmpl w:val="5AC475D8"/>
    <w:lvl w:ilvl="0" w:tplc="2774F4E4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260" w:hanging="360"/>
      </w:pPr>
    </w:lvl>
    <w:lvl w:ilvl="2" w:tplc="3409001B" w:tentative="1">
      <w:start w:val="1"/>
      <w:numFmt w:val="lowerRoman"/>
      <w:lvlText w:val="%3."/>
      <w:lvlJc w:val="right"/>
      <w:pPr>
        <w:ind w:left="1980" w:hanging="180"/>
      </w:pPr>
    </w:lvl>
    <w:lvl w:ilvl="3" w:tplc="3409000F" w:tentative="1">
      <w:start w:val="1"/>
      <w:numFmt w:val="decimal"/>
      <w:lvlText w:val="%4."/>
      <w:lvlJc w:val="left"/>
      <w:pPr>
        <w:ind w:left="2700" w:hanging="360"/>
      </w:pPr>
    </w:lvl>
    <w:lvl w:ilvl="4" w:tplc="34090019" w:tentative="1">
      <w:start w:val="1"/>
      <w:numFmt w:val="lowerLetter"/>
      <w:lvlText w:val="%5."/>
      <w:lvlJc w:val="left"/>
      <w:pPr>
        <w:ind w:left="3420" w:hanging="360"/>
      </w:pPr>
    </w:lvl>
    <w:lvl w:ilvl="5" w:tplc="3409001B" w:tentative="1">
      <w:start w:val="1"/>
      <w:numFmt w:val="lowerRoman"/>
      <w:lvlText w:val="%6."/>
      <w:lvlJc w:val="right"/>
      <w:pPr>
        <w:ind w:left="4140" w:hanging="180"/>
      </w:pPr>
    </w:lvl>
    <w:lvl w:ilvl="6" w:tplc="3409000F" w:tentative="1">
      <w:start w:val="1"/>
      <w:numFmt w:val="decimal"/>
      <w:lvlText w:val="%7."/>
      <w:lvlJc w:val="left"/>
      <w:pPr>
        <w:ind w:left="4860" w:hanging="360"/>
      </w:pPr>
    </w:lvl>
    <w:lvl w:ilvl="7" w:tplc="34090019" w:tentative="1">
      <w:start w:val="1"/>
      <w:numFmt w:val="lowerLetter"/>
      <w:lvlText w:val="%8."/>
      <w:lvlJc w:val="left"/>
      <w:pPr>
        <w:ind w:left="5580" w:hanging="360"/>
      </w:pPr>
    </w:lvl>
    <w:lvl w:ilvl="8" w:tplc="3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623A1501"/>
    <w:multiLevelType w:val="multilevel"/>
    <w:tmpl w:val="A9EC3B50"/>
    <w:styleLink w:val="Style1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651F2660"/>
    <w:multiLevelType w:val="hybridMultilevel"/>
    <w:tmpl w:val="36B090D8"/>
    <w:lvl w:ilvl="0" w:tplc="272297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171561"/>
    <w:multiLevelType w:val="hybridMultilevel"/>
    <w:tmpl w:val="2C10D53C"/>
    <w:lvl w:ilvl="0" w:tplc="0A16552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764A1C"/>
    <w:multiLevelType w:val="hybridMultilevel"/>
    <w:tmpl w:val="2B76B326"/>
    <w:lvl w:ilvl="0" w:tplc="3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C15197"/>
    <w:multiLevelType w:val="hybridMultilevel"/>
    <w:tmpl w:val="51081496"/>
    <w:lvl w:ilvl="0" w:tplc="3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502427"/>
    <w:multiLevelType w:val="hybridMultilevel"/>
    <w:tmpl w:val="7938D6CE"/>
    <w:lvl w:ilvl="0" w:tplc="1E58897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i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3053BC"/>
    <w:multiLevelType w:val="hybridMultilevel"/>
    <w:tmpl w:val="E43A4B92"/>
    <w:lvl w:ilvl="0" w:tplc="AC4A0A7A">
      <w:start w:val="1"/>
      <w:numFmt w:val="upperRoman"/>
      <w:lvlText w:val="%1."/>
      <w:lvlJc w:val="left"/>
      <w:pPr>
        <w:ind w:left="-180" w:hanging="720"/>
      </w:pPr>
      <w:rPr>
        <w:rFonts w:ascii="Arial" w:hAnsi="Arial" w:cs="Arial"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ind w:left="5220" w:hanging="180"/>
      </w:pPr>
    </w:lvl>
  </w:abstractNum>
  <w:num w:numId="1">
    <w:abstractNumId w:val="15"/>
  </w:num>
  <w:num w:numId="2">
    <w:abstractNumId w:val="20"/>
  </w:num>
  <w:num w:numId="3">
    <w:abstractNumId w:val="21"/>
  </w:num>
  <w:num w:numId="4">
    <w:abstractNumId w:val="19"/>
  </w:num>
  <w:num w:numId="5">
    <w:abstractNumId w:val="13"/>
  </w:num>
  <w:num w:numId="6">
    <w:abstractNumId w:val="16"/>
  </w:num>
  <w:num w:numId="7">
    <w:abstractNumId w:val="10"/>
  </w:num>
  <w:num w:numId="8">
    <w:abstractNumId w:val="12"/>
  </w:num>
  <w:num w:numId="9">
    <w:abstractNumId w:val="8"/>
  </w:num>
  <w:num w:numId="10">
    <w:abstractNumId w:val="17"/>
  </w:num>
  <w:num w:numId="11">
    <w:abstractNumId w:val="1"/>
  </w:num>
  <w:num w:numId="12">
    <w:abstractNumId w:val="2"/>
  </w:num>
  <w:num w:numId="13">
    <w:abstractNumId w:val="7"/>
  </w:num>
  <w:num w:numId="14">
    <w:abstractNumId w:val="5"/>
  </w:num>
  <w:num w:numId="15">
    <w:abstractNumId w:val="11"/>
  </w:num>
  <w:num w:numId="16">
    <w:abstractNumId w:val="9"/>
  </w:num>
  <w:num w:numId="17">
    <w:abstractNumId w:val="4"/>
  </w:num>
  <w:num w:numId="18">
    <w:abstractNumId w:val="6"/>
  </w:num>
  <w:num w:numId="19">
    <w:abstractNumId w:val="18"/>
  </w:num>
  <w:num w:numId="20">
    <w:abstractNumId w:val="0"/>
  </w:num>
  <w:num w:numId="21">
    <w:abstractNumId w:val="3"/>
  </w:num>
  <w:num w:numId="22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hdrShapeDefaults>
    <o:shapedefaults v:ext="edit" spidmax="2049" stroke="f"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Y3MjAzMjIEUiamZko6SsGpxcWZ+XkgBYbGtQCJcQhjLQAAAA=="/>
  </w:docVars>
  <w:rsids>
    <w:rsidRoot w:val="0005719D"/>
    <w:rsid w:val="00000070"/>
    <w:rsid w:val="0000141E"/>
    <w:rsid w:val="00001572"/>
    <w:rsid w:val="00001751"/>
    <w:rsid w:val="00003A06"/>
    <w:rsid w:val="000066A7"/>
    <w:rsid w:val="0000739B"/>
    <w:rsid w:val="00016DEF"/>
    <w:rsid w:val="000209A5"/>
    <w:rsid w:val="00020DD1"/>
    <w:rsid w:val="00020E54"/>
    <w:rsid w:val="00022B9C"/>
    <w:rsid w:val="00025C0C"/>
    <w:rsid w:val="0003046F"/>
    <w:rsid w:val="00031AFB"/>
    <w:rsid w:val="000332AF"/>
    <w:rsid w:val="00034565"/>
    <w:rsid w:val="000345D6"/>
    <w:rsid w:val="00036209"/>
    <w:rsid w:val="00036FD9"/>
    <w:rsid w:val="00040258"/>
    <w:rsid w:val="0004034C"/>
    <w:rsid w:val="00041052"/>
    <w:rsid w:val="00041AEB"/>
    <w:rsid w:val="000445C4"/>
    <w:rsid w:val="00044E76"/>
    <w:rsid w:val="0005162E"/>
    <w:rsid w:val="000524D0"/>
    <w:rsid w:val="00053C94"/>
    <w:rsid w:val="00056F22"/>
    <w:rsid w:val="0005719D"/>
    <w:rsid w:val="000606A3"/>
    <w:rsid w:val="000636D2"/>
    <w:rsid w:val="00064931"/>
    <w:rsid w:val="00065BA2"/>
    <w:rsid w:val="00065E82"/>
    <w:rsid w:val="00066380"/>
    <w:rsid w:val="00066759"/>
    <w:rsid w:val="00066ABB"/>
    <w:rsid w:val="000672CD"/>
    <w:rsid w:val="00067361"/>
    <w:rsid w:val="00070362"/>
    <w:rsid w:val="00071211"/>
    <w:rsid w:val="00071437"/>
    <w:rsid w:val="00077B7B"/>
    <w:rsid w:val="00080281"/>
    <w:rsid w:val="00081D3F"/>
    <w:rsid w:val="00085D0A"/>
    <w:rsid w:val="000903C2"/>
    <w:rsid w:val="00093DA9"/>
    <w:rsid w:val="00094F23"/>
    <w:rsid w:val="00095B06"/>
    <w:rsid w:val="00095D4C"/>
    <w:rsid w:val="000A00A5"/>
    <w:rsid w:val="000A1449"/>
    <w:rsid w:val="000A440D"/>
    <w:rsid w:val="000A4E19"/>
    <w:rsid w:val="000A6E25"/>
    <w:rsid w:val="000A6E6D"/>
    <w:rsid w:val="000B2481"/>
    <w:rsid w:val="000B397D"/>
    <w:rsid w:val="000B6CB3"/>
    <w:rsid w:val="000C0FD4"/>
    <w:rsid w:val="000C15BC"/>
    <w:rsid w:val="000C26F8"/>
    <w:rsid w:val="000C34A2"/>
    <w:rsid w:val="000C43CC"/>
    <w:rsid w:val="000C5317"/>
    <w:rsid w:val="000C5764"/>
    <w:rsid w:val="000D3F36"/>
    <w:rsid w:val="000D7473"/>
    <w:rsid w:val="000D7837"/>
    <w:rsid w:val="000E2351"/>
    <w:rsid w:val="000E2677"/>
    <w:rsid w:val="000E2DF9"/>
    <w:rsid w:val="000E4CE1"/>
    <w:rsid w:val="000E54C6"/>
    <w:rsid w:val="000E5CD9"/>
    <w:rsid w:val="000F05FC"/>
    <w:rsid w:val="000F270A"/>
    <w:rsid w:val="000F7DA0"/>
    <w:rsid w:val="00104955"/>
    <w:rsid w:val="0010717C"/>
    <w:rsid w:val="001102C3"/>
    <w:rsid w:val="001107BE"/>
    <w:rsid w:val="00110F69"/>
    <w:rsid w:val="00111CC1"/>
    <w:rsid w:val="00113632"/>
    <w:rsid w:val="00114887"/>
    <w:rsid w:val="00115B25"/>
    <w:rsid w:val="00121CCD"/>
    <w:rsid w:val="0012431F"/>
    <w:rsid w:val="001243D1"/>
    <w:rsid w:val="001244E4"/>
    <w:rsid w:val="00124E01"/>
    <w:rsid w:val="00126447"/>
    <w:rsid w:val="001265C3"/>
    <w:rsid w:val="0012775A"/>
    <w:rsid w:val="00131A95"/>
    <w:rsid w:val="0013252C"/>
    <w:rsid w:val="00132F3B"/>
    <w:rsid w:val="00135885"/>
    <w:rsid w:val="001378E7"/>
    <w:rsid w:val="00140833"/>
    <w:rsid w:val="00142E51"/>
    <w:rsid w:val="00145FE9"/>
    <w:rsid w:val="00153FE9"/>
    <w:rsid w:val="00154837"/>
    <w:rsid w:val="00161D1A"/>
    <w:rsid w:val="00162E4D"/>
    <w:rsid w:val="00162F67"/>
    <w:rsid w:val="00163864"/>
    <w:rsid w:val="001641E1"/>
    <w:rsid w:val="00164AAE"/>
    <w:rsid w:val="001665F7"/>
    <w:rsid w:val="00171CA7"/>
    <w:rsid w:val="0017223A"/>
    <w:rsid w:val="00173833"/>
    <w:rsid w:val="00173BC0"/>
    <w:rsid w:val="00173CD5"/>
    <w:rsid w:val="001756E4"/>
    <w:rsid w:val="00176289"/>
    <w:rsid w:val="00177F30"/>
    <w:rsid w:val="001805B8"/>
    <w:rsid w:val="001848BA"/>
    <w:rsid w:val="00191973"/>
    <w:rsid w:val="00196469"/>
    <w:rsid w:val="0019657C"/>
    <w:rsid w:val="00196D61"/>
    <w:rsid w:val="00196E46"/>
    <w:rsid w:val="001A01D0"/>
    <w:rsid w:val="001A1000"/>
    <w:rsid w:val="001A186E"/>
    <w:rsid w:val="001B671B"/>
    <w:rsid w:val="001C20C5"/>
    <w:rsid w:val="001C45E1"/>
    <w:rsid w:val="001C472F"/>
    <w:rsid w:val="001C6691"/>
    <w:rsid w:val="001D0921"/>
    <w:rsid w:val="001D0BAF"/>
    <w:rsid w:val="001E158E"/>
    <w:rsid w:val="001E2581"/>
    <w:rsid w:val="001E2A14"/>
    <w:rsid w:val="001E6314"/>
    <w:rsid w:val="001E6A68"/>
    <w:rsid w:val="001E6F06"/>
    <w:rsid w:val="001E7945"/>
    <w:rsid w:val="001F035F"/>
    <w:rsid w:val="001F1C0C"/>
    <w:rsid w:val="001F2C08"/>
    <w:rsid w:val="001F4247"/>
    <w:rsid w:val="00201D2F"/>
    <w:rsid w:val="00204389"/>
    <w:rsid w:val="0020785E"/>
    <w:rsid w:val="00207956"/>
    <w:rsid w:val="00210931"/>
    <w:rsid w:val="0021493A"/>
    <w:rsid w:val="002207D6"/>
    <w:rsid w:val="00224C42"/>
    <w:rsid w:val="00225F62"/>
    <w:rsid w:val="00227E28"/>
    <w:rsid w:val="00230723"/>
    <w:rsid w:val="002322C5"/>
    <w:rsid w:val="00234CB1"/>
    <w:rsid w:val="00235D11"/>
    <w:rsid w:val="002376EC"/>
    <w:rsid w:val="002422EA"/>
    <w:rsid w:val="00244610"/>
    <w:rsid w:val="00244DD7"/>
    <w:rsid w:val="00245D67"/>
    <w:rsid w:val="002536BF"/>
    <w:rsid w:val="002556C6"/>
    <w:rsid w:val="00256845"/>
    <w:rsid w:val="00257ABC"/>
    <w:rsid w:val="00260573"/>
    <w:rsid w:val="00261AFC"/>
    <w:rsid w:val="00263528"/>
    <w:rsid w:val="00263BAB"/>
    <w:rsid w:val="0026765D"/>
    <w:rsid w:val="00267C33"/>
    <w:rsid w:val="00267EE8"/>
    <w:rsid w:val="00270008"/>
    <w:rsid w:val="002727EA"/>
    <w:rsid w:val="00272F94"/>
    <w:rsid w:val="002736F7"/>
    <w:rsid w:val="00273E12"/>
    <w:rsid w:val="00274833"/>
    <w:rsid w:val="00275B91"/>
    <w:rsid w:val="00275CDB"/>
    <w:rsid w:val="00276AA1"/>
    <w:rsid w:val="00280C3C"/>
    <w:rsid w:val="002816F5"/>
    <w:rsid w:val="002821C2"/>
    <w:rsid w:val="002828C8"/>
    <w:rsid w:val="00283384"/>
    <w:rsid w:val="002857A9"/>
    <w:rsid w:val="00294073"/>
    <w:rsid w:val="00294656"/>
    <w:rsid w:val="0029519A"/>
    <w:rsid w:val="002A4E0E"/>
    <w:rsid w:val="002A5A19"/>
    <w:rsid w:val="002A66DE"/>
    <w:rsid w:val="002A7442"/>
    <w:rsid w:val="002B2568"/>
    <w:rsid w:val="002B2DF4"/>
    <w:rsid w:val="002B3A4A"/>
    <w:rsid w:val="002B3E34"/>
    <w:rsid w:val="002B72B2"/>
    <w:rsid w:val="002C00C7"/>
    <w:rsid w:val="002C145B"/>
    <w:rsid w:val="002C277E"/>
    <w:rsid w:val="002C3218"/>
    <w:rsid w:val="002C7ED1"/>
    <w:rsid w:val="002D4AD6"/>
    <w:rsid w:val="002D5C70"/>
    <w:rsid w:val="002E097A"/>
    <w:rsid w:val="002E0CDB"/>
    <w:rsid w:val="002E1957"/>
    <w:rsid w:val="002E1A90"/>
    <w:rsid w:val="002E2326"/>
    <w:rsid w:val="002E2823"/>
    <w:rsid w:val="002E3262"/>
    <w:rsid w:val="002E37F2"/>
    <w:rsid w:val="002E4F35"/>
    <w:rsid w:val="002E581B"/>
    <w:rsid w:val="002E6213"/>
    <w:rsid w:val="002E717D"/>
    <w:rsid w:val="002E7552"/>
    <w:rsid w:val="002F019E"/>
    <w:rsid w:val="002F1C5A"/>
    <w:rsid w:val="002F2828"/>
    <w:rsid w:val="002F2F90"/>
    <w:rsid w:val="002F4345"/>
    <w:rsid w:val="002F5A4F"/>
    <w:rsid w:val="002F6A7B"/>
    <w:rsid w:val="002F75A6"/>
    <w:rsid w:val="002F7C4B"/>
    <w:rsid w:val="0030063E"/>
    <w:rsid w:val="00302146"/>
    <w:rsid w:val="003021C2"/>
    <w:rsid w:val="003025AA"/>
    <w:rsid w:val="0031130C"/>
    <w:rsid w:val="00312EFC"/>
    <w:rsid w:val="0031338E"/>
    <w:rsid w:val="003165D8"/>
    <w:rsid w:val="00317250"/>
    <w:rsid w:val="00317731"/>
    <w:rsid w:val="00317C36"/>
    <w:rsid w:val="00317D41"/>
    <w:rsid w:val="00317F04"/>
    <w:rsid w:val="00320FDB"/>
    <w:rsid w:val="00321B17"/>
    <w:rsid w:val="003239C7"/>
    <w:rsid w:val="00323BBB"/>
    <w:rsid w:val="00333370"/>
    <w:rsid w:val="00333A7B"/>
    <w:rsid w:val="00334BFE"/>
    <w:rsid w:val="00334F08"/>
    <w:rsid w:val="00336ADE"/>
    <w:rsid w:val="003435DA"/>
    <w:rsid w:val="0034772E"/>
    <w:rsid w:val="00350068"/>
    <w:rsid w:val="003504F0"/>
    <w:rsid w:val="003513DF"/>
    <w:rsid w:val="00351A7E"/>
    <w:rsid w:val="00353E03"/>
    <w:rsid w:val="003602B1"/>
    <w:rsid w:val="003604A7"/>
    <w:rsid w:val="00365F3A"/>
    <w:rsid w:val="0036618A"/>
    <w:rsid w:val="00366E17"/>
    <w:rsid w:val="00367A06"/>
    <w:rsid w:val="00376CA3"/>
    <w:rsid w:val="0037799D"/>
    <w:rsid w:val="00380BCF"/>
    <w:rsid w:val="00381379"/>
    <w:rsid w:val="00382BC8"/>
    <w:rsid w:val="00383281"/>
    <w:rsid w:val="00383F34"/>
    <w:rsid w:val="00385C1B"/>
    <w:rsid w:val="0039027D"/>
    <w:rsid w:val="0039058A"/>
    <w:rsid w:val="00390BD3"/>
    <w:rsid w:val="003940A7"/>
    <w:rsid w:val="003A0262"/>
    <w:rsid w:val="003A0FDE"/>
    <w:rsid w:val="003A4557"/>
    <w:rsid w:val="003A583A"/>
    <w:rsid w:val="003A5A74"/>
    <w:rsid w:val="003A5D38"/>
    <w:rsid w:val="003A688E"/>
    <w:rsid w:val="003B0457"/>
    <w:rsid w:val="003B0D11"/>
    <w:rsid w:val="003B1DE3"/>
    <w:rsid w:val="003B2336"/>
    <w:rsid w:val="003B3132"/>
    <w:rsid w:val="003B32D2"/>
    <w:rsid w:val="003B55D1"/>
    <w:rsid w:val="003B5931"/>
    <w:rsid w:val="003B5BE9"/>
    <w:rsid w:val="003B6B4B"/>
    <w:rsid w:val="003B6C08"/>
    <w:rsid w:val="003C0BD4"/>
    <w:rsid w:val="003C2495"/>
    <w:rsid w:val="003C3FEA"/>
    <w:rsid w:val="003C707A"/>
    <w:rsid w:val="003C7AFA"/>
    <w:rsid w:val="003D61C3"/>
    <w:rsid w:val="003D6612"/>
    <w:rsid w:val="003D68DE"/>
    <w:rsid w:val="003E0124"/>
    <w:rsid w:val="003E0BCF"/>
    <w:rsid w:val="003E48CD"/>
    <w:rsid w:val="003E5339"/>
    <w:rsid w:val="003F1947"/>
    <w:rsid w:val="003F5109"/>
    <w:rsid w:val="003F763B"/>
    <w:rsid w:val="003F7D5B"/>
    <w:rsid w:val="004013AA"/>
    <w:rsid w:val="004019E3"/>
    <w:rsid w:val="004060A7"/>
    <w:rsid w:val="004060F5"/>
    <w:rsid w:val="0041145E"/>
    <w:rsid w:val="00415C18"/>
    <w:rsid w:val="004164A6"/>
    <w:rsid w:val="00422C7D"/>
    <w:rsid w:val="00424518"/>
    <w:rsid w:val="00424560"/>
    <w:rsid w:val="00424820"/>
    <w:rsid w:val="004266A9"/>
    <w:rsid w:val="00430713"/>
    <w:rsid w:val="00430759"/>
    <w:rsid w:val="004320F3"/>
    <w:rsid w:val="004328DF"/>
    <w:rsid w:val="004338B9"/>
    <w:rsid w:val="00434B5B"/>
    <w:rsid w:val="00435517"/>
    <w:rsid w:val="004356CF"/>
    <w:rsid w:val="0044163E"/>
    <w:rsid w:val="00441AAF"/>
    <w:rsid w:val="00442C99"/>
    <w:rsid w:val="0044584E"/>
    <w:rsid w:val="00445DE5"/>
    <w:rsid w:val="00447B9A"/>
    <w:rsid w:val="00447C21"/>
    <w:rsid w:val="004519C7"/>
    <w:rsid w:val="00452961"/>
    <w:rsid w:val="004536BD"/>
    <w:rsid w:val="004538C1"/>
    <w:rsid w:val="004544C1"/>
    <w:rsid w:val="004551EF"/>
    <w:rsid w:val="004563E9"/>
    <w:rsid w:val="00457000"/>
    <w:rsid w:val="00457CA0"/>
    <w:rsid w:val="00460FE7"/>
    <w:rsid w:val="004622F9"/>
    <w:rsid w:val="00464510"/>
    <w:rsid w:val="00465356"/>
    <w:rsid w:val="0047097F"/>
    <w:rsid w:val="00475EC9"/>
    <w:rsid w:val="004767C9"/>
    <w:rsid w:val="00477B25"/>
    <w:rsid w:val="00480D0E"/>
    <w:rsid w:val="004811DA"/>
    <w:rsid w:val="004849DB"/>
    <w:rsid w:val="00486AAE"/>
    <w:rsid w:val="004908DA"/>
    <w:rsid w:val="004925B2"/>
    <w:rsid w:val="00494EC9"/>
    <w:rsid w:val="0049534E"/>
    <w:rsid w:val="00495761"/>
    <w:rsid w:val="00495DC4"/>
    <w:rsid w:val="004965D0"/>
    <w:rsid w:val="0049694A"/>
    <w:rsid w:val="004971E0"/>
    <w:rsid w:val="00497962"/>
    <w:rsid w:val="004A2393"/>
    <w:rsid w:val="004A6169"/>
    <w:rsid w:val="004B0059"/>
    <w:rsid w:val="004B197B"/>
    <w:rsid w:val="004B38EC"/>
    <w:rsid w:val="004B577C"/>
    <w:rsid w:val="004B5FDA"/>
    <w:rsid w:val="004B6A4D"/>
    <w:rsid w:val="004C0168"/>
    <w:rsid w:val="004C06B0"/>
    <w:rsid w:val="004C1859"/>
    <w:rsid w:val="004C19C5"/>
    <w:rsid w:val="004C4DF6"/>
    <w:rsid w:val="004C5939"/>
    <w:rsid w:val="004C6B81"/>
    <w:rsid w:val="004D01A2"/>
    <w:rsid w:val="004D0725"/>
    <w:rsid w:val="004D1ED4"/>
    <w:rsid w:val="004D4C30"/>
    <w:rsid w:val="004D4D21"/>
    <w:rsid w:val="004D4F71"/>
    <w:rsid w:val="004D5C00"/>
    <w:rsid w:val="004D652A"/>
    <w:rsid w:val="004E28AA"/>
    <w:rsid w:val="004E5D5E"/>
    <w:rsid w:val="004F30A4"/>
    <w:rsid w:val="004F5E9C"/>
    <w:rsid w:val="004F6EFE"/>
    <w:rsid w:val="005025AE"/>
    <w:rsid w:val="00504883"/>
    <w:rsid w:val="00514EFC"/>
    <w:rsid w:val="00515BA6"/>
    <w:rsid w:val="00515EDE"/>
    <w:rsid w:val="0051676C"/>
    <w:rsid w:val="005167D0"/>
    <w:rsid w:val="00522222"/>
    <w:rsid w:val="00522DD1"/>
    <w:rsid w:val="00524183"/>
    <w:rsid w:val="00526946"/>
    <w:rsid w:val="00527F31"/>
    <w:rsid w:val="00530743"/>
    <w:rsid w:val="00531E3E"/>
    <w:rsid w:val="0053219B"/>
    <w:rsid w:val="00532A3A"/>
    <w:rsid w:val="00535022"/>
    <w:rsid w:val="00537225"/>
    <w:rsid w:val="00537F63"/>
    <w:rsid w:val="00540061"/>
    <w:rsid w:val="005402ED"/>
    <w:rsid w:val="0054302C"/>
    <w:rsid w:val="0054479F"/>
    <w:rsid w:val="00544FEA"/>
    <w:rsid w:val="005457FB"/>
    <w:rsid w:val="005468FE"/>
    <w:rsid w:val="00550B3E"/>
    <w:rsid w:val="00550BE9"/>
    <w:rsid w:val="00551297"/>
    <w:rsid w:val="00551FD2"/>
    <w:rsid w:val="0055438F"/>
    <w:rsid w:val="00555A23"/>
    <w:rsid w:val="00556FA6"/>
    <w:rsid w:val="00560721"/>
    <w:rsid w:val="00562812"/>
    <w:rsid w:val="00562C55"/>
    <w:rsid w:val="00562CE1"/>
    <w:rsid w:val="00563806"/>
    <w:rsid w:val="00564118"/>
    <w:rsid w:val="00564C33"/>
    <w:rsid w:val="005654BD"/>
    <w:rsid w:val="005655BD"/>
    <w:rsid w:val="00566F10"/>
    <w:rsid w:val="00566F5B"/>
    <w:rsid w:val="005671BA"/>
    <w:rsid w:val="00570309"/>
    <w:rsid w:val="0057484D"/>
    <w:rsid w:val="005763D6"/>
    <w:rsid w:val="00584380"/>
    <w:rsid w:val="0058460D"/>
    <w:rsid w:val="005900B5"/>
    <w:rsid w:val="005921E0"/>
    <w:rsid w:val="00595FD5"/>
    <w:rsid w:val="005A0A6B"/>
    <w:rsid w:val="005A1D95"/>
    <w:rsid w:val="005A4048"/>
    <w:rsid w:val="005A41D6"/>
    <w:rsid w:val="005A5931"/>
    <w:rsid w:val="005A5B6D"/>
    <w:rsid w:val="005A67F8"/>
    <w:rsid w:val="005B6B3D"/>
    <w:rsid w:val="005B7D2E"/>
    <w:rsid w:val="005C071E"/>
    <w:rsid w:val="005C368B"/>
    <w:rsid w:val="005C3D9A"/>
    <w:rsid w:val="005C7D04"/>
    <w:rsid w:val="005D0242"/>
    <w:rsid w:val="005D2D6E"/>
    <w:rsid w:val="005D4342"/>
    <w:rsid w:val="005D4BD8"/>
    <w:rsid w:val="005D5118"/>
    <w:rsid w:val="005D643D"/>
    <w:rsid w:val="005E1640"/>
    <w:rsid w:val="005F07F8"/>
    <w:rsid w:val="005F15CA"/>
    <w:rsid w:val="005F1C3B"/>
    <w:rsid w:val="005F5C4F"/>
    <w:rsid w:val="00600C2F"/>
    <w:rsid w:val="00603DFF"/>
    <w:rsid w:val="00604996"/>
    <w:rsid w:val="006062D7"/>
    <w:rsid w:val="0060727E"/>
    <w:rsid w:val="00607282"/>
    <w:rsid w:val="00607560"/>
    <w:rsid w:val="0060765E"/>
    <w:rsid w:val="00612FEB"/>
    <w:rsid w:val="00613D09"/>
    <w:rsid w:val="006146F3"/>
    <w:rsid w:val="00620993"/>
    <w:rsid w:val="00622ADD"/>
    <w:rsid w:val="00622D5A"/>
    <w:rsid w:val="00624C7E"/>
    <w:rsid w:val="00625A2D"/>
    <w:rsid w:val="00625E1A"/>
    <w:rsid w:val="006275E3"/>
    <w:rsid w:val="0062799C"/>
    <w:rsid w:val="006308DE"/>
    <w:rsid w:val="0063147E"/>
    <w:rsid w:val="006336A8"/>
    <w:rsid w:val="0064013F"/>
    <w:rsid w:val="00640B21"/>
    <w:rsid w:val="0064250A"/>
    <w:rsid w:val="006441D4"/>
    <w:rsid w:val="0064430A"/>
    <w:rsid w:val="00644388"/>
    <w:rsid w:val="0064626F"/>
    <w:rsid w:val="00646AD5"/>
    <w:rsid w:val="006471C6"/>
    <w:rsid w:val="0064772D"/>
    <w:rsid w:val="0065223B"/>
    <w:rsid w:val="00656502"/>
    <w:rsid w:val="006578B7"/>
    <w:rsid w:val="00662A0A"/>
    <w:rsid w:val="00663472"/>
    <w:rsid w:val="00664EA4"/>
    <w:rsid w:val="0066562B"/>
    <w:rsid w:val="00667B66"/>
    <w:rsid w:val="00667D90"/>
    <w:rsid w:val="00670FD5"/>
    <w:rsid w:val="00672BB8"/>
    <w:rsid w:val="00674B9B"/>
    <w:rsid w:val="006766B1"/>
    <w:rsid w:val="00677D50"/>
    <w:rsid w:val="00686A19"/>
    <w:rsid w:val="00692211"/>
    <w:rsid w:val="0069248C"/>
    <w:rsid w:val="00693B47"/>
    <w:rsid w:val="00693E47"/>
    <w:rsid w:val="00694105"/>
    <w:rsid w:val="00694BAB"/>
    <w:rsid w:val="00696B90"/>
    <w:rsid w:val="00696FD8"/>
    <w:rsid w:val="006A01EF"/>
    <w:rsid w:val="006A08D0"/>
    <w:rsid w:val="006A09FF"/>
    <w:rsid w:val="006A1A12"/>
    <w:rsid w:val="006A35BF"/>
    <w:rsid w:val="006A41FD"/>
    <w:rsid w:val="006B0C91"/>
    <w:rsid w:val="006B42A5"/>
    <w:rsid w:val="006B456A"/>
    <w:rsid w:val="006B67EC"/>
    <w:rsid w:val="006B68E6"/>
    <w:rsid w:val="006B705D"/>
    <w:rsid w:val="006B7C66"/>
    <w:rsid w:val="006C06BA"/>
    <w:rsid w:val="006D0115"/>
    <w:rsid w:val="006D27AA"/>
    <w:rsid w:val="006D30D7"/>
    <w:rsid w:val="006D48DF"/>
    <w:rsid w:val="006D58E3"/>
    <w:rsid w:val="006E3B7F"/>
    <w:rsid w:val="006E3D55"/>
    <w:rsid w:val="006E4D9A"/>
    <w:rsid w:val="006E51A9"/>
    <w:rsid w:val="006E5946"/>
    <w:rsid w:val="006E5BB5"/>
    <w:rsid w:val="006F0F4F"/>
    <w:rsid w:val="006F23A9"/>
    <w:rsid w:val="006F780F"/>
    <w:rsid w:val="006F7F89"/>
    <w:rsid w:val="007010A1"/>
    <w:rsid w:val="00702056"/>
    <w:rsid w:val="0070390B"/>
    <w:rsid w:val="00703C56"/>
    <w:rsid w:val="00705237"/>
    <w:rsid w:val="00705E1D"/>
    <w:rsid w:val="00711BDE"/>
    <w:rsid w:val="00712101"/>
    <w:rsid w:val="007219F2"/>
    <w:rsid w:val="007256F3"/>
    <w:rsid w:val="00730871"/>
    <w:rsid w:val="00732C80"/>
    <w:rsid w:val="007350BB"/>
    <w:rsid w:val="007351A2"/>
    <w:rsid w:val="0073769C"/>
    <w:rsid w:val="00740F0B"/>
    <w:rsid w:val="00741666"/>
    <w:rsid w:val="00751DD5"/>
    <w:rsid w:val="00752353"/>
    <w:rsid w:val="0075525D"/>
    <w:rsid w:val="00756046"/>
    <w:rsid w:val="00757120"/>
    <w:rsid w:val="0075733E"/>
    <w:rsid w:val="00757434"/>
    <w:rsid w:val="00757950"/>
    <w:rsid w:val="00760638"/>
    <w:rsid w:val="0076174F"/>
    <w:rsid w:val="00763ED2"/>
    <w:rsid w:val="0076492F"/>
    <w:rsid w:val="00767F02"/>
    <w:rsid w:val="00767F4E"/>
    <w:rsid w:val="00771516"/>
    <w:rsid w:val="0077187E"/>
    <w:rsid w:val="00780477"/>
    <w:rsid w:val="00780E9E"/>
    <w:rsid w:val="007819A7"/>
    <w:rsid w:val="00783755"/>
    <w:rsid w:val="0078485B"/>
    <w:rsid w:val="00787225"/>
    <w:rsid w:val="007910EF"/>
    <w:rsid w:val="00791D0A"/>
    <w:rsid w:val="00792174"/>
    <w:rsid w:val="00792F40"/>
    <w:rsid w:val="00792FDC"/>
    <w:rsid w:val="007949BA"/>
    <w:rsid w:val="00794D51"/>
    <w:rsid w:val="00796803"/>
    <w:rsid w:val="00796B31"/>
    <w:rsid w:val="0079700B"/>
    <w:rsid w:val="007A0894"/>
    <w:rsid w:val="007A0BF4"/>
    <w:rsid w:val="007A1603"/>
    <w:rsid w:val="007A335F"/>
    <w:rsid w:val="007A6E14"/>
    <w:rsid w:val="007A704D"/>
    <w:rsid w:val="007A7A57"/>
    <w:rsid w:val="007A7CE9"/>
    <w:rsid w:val="007B1D7A"/>
    <w:rsid w:val="007B3DF4"/>
    <w:rsid w:val="007B4CA9"/>
    <w:rsid w:val="007B4E9E"/>
    <w:rsid w:val="007C068A"/>
    <w:rsid w:val="007C4B4A"/>
    <w:rsid w:val="007C4D92"/>
    <w:rsid w:val="007C52B1"/>
    <w:rsid w:val="007C6331"/>
    <w:rsid w:val="007D130D"/>
    <w:rsid w:val="007D32C0"/>
    <w:rsid w:val="007D406C"/>
    <w:rsid w:val="007D44E0"/>
    <w:rsid w:val="007D4FFB"/>
    <w:rsid w:val="007E187F"/>
    <w:rsid w:val="007E227D"/>
    <w:rsid w:val="007E347D"/>
    <w:rsid w:val="007E3C48"/>
    <w:rsid w:val="007F335C"/>
    <w:rsid w:val="007F4743"/>
    <w:rsid w:val="007F5087"/>
    <w:rsid w:val="007F5188"/>
    <w:rsid w:val="007F56D7"/>
    <w:rsid w:val="007F7A94"/>
    <w:rsid w:val="007F7BA2"/>
    <w:rsid w:val="00801C80"/>
    <w:rsid w:val="00801D0E"/>
    <w:rsid w:val="008025FD"/>
    <w:rsid w:val="00804C78"/>
    <w:rsid w:val="0080576C"/>
    <w:rsid w:val="00805A69"/>
    <w:rsid w:val="00805BEA"/>
    <w:rsid w:val="008063D8"/>
    <w:rsid w:val="00806E54"/>
    <w:rsid w:val="0080732C"/>
    <w:rsid w:val="0081322D"/>
    <w:rsid w:val="008132EE"/>
    <w:rsid w:val="00813BF0"/>
    <w:rsid w:val="0081755E"/>
    <w:rsid w:val="00817BAC"/>
    <w:rsid w:val="00824839"/>
    <w:rsid w:val="00825892"/>
    <w:rsid w:val="0082698D"/>
    <w:rsid w:val="00827D02"/>
    <w:rsid w:val="00831290"/>
    <w:rsid w:val="00831F49"/>
    <w:rsid w:val="00832917"/>
    <w:rsid w:val="00833466"/>
    <w:rsid w:val="00833BDE"/>
    <w:rsid w:val="00834250"/>
    <w:rsid w:val="00835EFF"/>
    <w:rsid w:val="00836C0C"/>
    <w:rsid w:val="008459B0"/>
    <w:rsid w:val="00846060"/>
    <w:rsid w:val="008469D6"/>
    <w:rsid w:val="00846E6E"/>
    <w:rsid w:val="00847C9A"/>
    <w:rsid w:val="0085009A"/>
    <w:rsid w:val="0085023B"/>
    <w:rsid w:val="00854785"/>
    <w:rsid w:val="0085621D"/>
    <w:rsid w:val="008606C4"/>
    <w:rsid w:val="00860B01"/>
    <w:rsid w:val="008613F0"/>
    <w:rsid w:val="008629BB"/>
    <w:rsid w:val="00863F72"/>
    <w:rsid w:val="00865503"/>
    <w:rsid w:val="00865811"/>
    <w:rsid w:val="00866A88"/>
    <w:rsid w:val="00870D76"/>
    <w:rsid w:val="00872D5F"/>
    <w:rsid w:val="00873FC1"/>
    <w:rsid w:val="008766C2"/>
    <w:rsid w:val="00876E8C"/>
    <w:rsid w:val="00877CC4"/>
    <w:rsid w:val="00880810"/>
    <w:rsid w:val="00881325"/>
    <w:rsid w:val="00883582"/>
    <w:rsid w:val="00885536"/>
    <w:rsid w:val="00887DD1"/>
    <w:rsid w:val="00890560"/>
    <w:rsid w:val="008908BA"/>
    <w:rsid w:val="008909E8"/>
    <w:rsid w:val="00890BEB"/>
    <w:rsid w:val="008917C9"/>
    <w:rsid w:val="008930CA"/>
    <w:rsid w:val="0089322C"/>
    <w:rsid w:val="00894170"/>
    <w:rsid w:val="00895071"/>
    <w:rsid w:val="008953E9"/>
    <w:rsid w:val="00897DDC"/>
    <w:rsid w:val="008A0602"/>
    <w:rsid w:val="008A0B3E"/>
    <w:rsid w:val="008A1EA0"/>
    <w:rsid w:val="008A1FFF"/>
    <w:rsid w:val="008A60CA"/>
    <w:rsid w:val="008B0E3F"/>
    <w:rsid w:val="008B141D"/>
    <w:rsid w:val="008B2095"/>
    <w:rsid w:val="008B4F9B"/>
    <w:rsid w:val="008B5236"/>
    <w:rsid w:val="008B7A97"/>
    <w:rsid w:val="008C269E"/>
    <w:rsid w:val="008C2EDE"/>
    <w:rsid w:val="008C5B09"/>
    <w:rsid w:val="008C5E43"/>
    <w:rsid w:val="008C6CC8"/>
    <w:rsid w:val="008D0D7C"/>
    <w:rsid w:val="008E16D5"/>
    <w:rsid w:val="008E2E0C"/>
    <w:rsid w:val="008E3B5C"/>
    <w:rsid w:val="008E4D0A"/>
    <w:rsid w:val="008E5B86"/>
    <w:rsid w:val="008E5FC8"/>
    <w:rsid w:val="008E7456"/>
    <w:rsid w:val="008F0137"/>
    <w:rsid w:val="008F2AD0"/>
    <w:rsid w:val="008F2AD7"/>
    <w:rsid w:val="008F6108"/>
    <w:rsid w:val="008F61A6"/>
    <w:rsid w:val="008F7C9B"/>
    <w:rsid w:val="00900424"/>
    <w:rsid w:val="00900504"/>
    <w:rsid w:val="00901628"/>
    <w:rsid w:val="00904A17"/>
    <w:rsid w:val="0091035B"/>
    <w:rsid w:val="009104F4"/>
    <w:rsid w:val="009109A4"/>
    <w:rsid w:val="009118A5"/>
    <w:rsid w:val="00911F0F"/>
    <w:rsid w:val="00912BDD"/>
    <w:rsid w:val="00914A1D"/>
    <w:rsid w:val="00917414"/>
    <w:rsid w:val="00917A02"/>
    <w:rsid w:val="009202AB"/>
    <w:rsid w:val="00923A3C"/>
    <w:rsid w:val="009249D7"/>
    <w:rsid w:val="009309A8"/>
    <w:rsid w:val="009327B3"/>
    <w:rsid w:val="009357DB"/>
    <w:rsid w:val="00941D45"/>
    <w:rsid w:val="00942FAC"/>
    <w:rsid w:val="009459F7"/>
    <w:rsid w:val="00945A57"/>
    <w:rsid w:val="00945C0D"/>
    <w:rsid w:val="00946C62"/>
    <w:rsid w:val="00947298"/>
    <w:rsid w:val="00947823"/>
    <w:rsid w:val="00950533"/>
    <w:rsid w:val="009512EC"/>
    <w:rsid w:val="00951ACF"/>
    <w:rsid w:val="00951ECF"/>
    <w:rsid w:val="00952255"/>
    <w:rsid w:val="009524D8"/>
    <w:rsid w:val="00953645"/>
    <w:rsid w:val="00954321"/>
    <w:rsid w:val="00955521"/>
    <w:rsid w:val="009564D6"/>
    <w:rsid w:val="00956C2A"/>
    <w:rsid w:val="00961FAD"/>
    <w:rsid w:val="0096388C"/>
    <w:rsid w:val="00965445"/>
    <w:rsid w:val="009656F4"/>
    <w:rsid w:val="00967B47"/>
    <w:rsid w:val="009725C3"/>
    <w:rsid w:val="009733A1"/>
    <w:rsid w:val="0097415A"/>
    <w:rsid w:val="00975BF5"/>
    <w:rsid w:val="00975D40"/>
    <w:rsid w:val="00981EC3"/>
    <w:rsid w:val="00984611"/>
    <w:rsid w:val="00986DAF"/>
    <w:rsid w:val="009870BA"/>
    <w:rsid w:val="0099078F"/>
    <w:rsid w:val="00993738"/>
    <w:rsid w:val="00993BFF"/>
    <w:rsid w:val="00993D20"/>
    <w:rsid w:val="009A0217"/>
    <w:rsid w:val="009A50FF"/>
    <w:rsid w:val="009A5C76"/>
    <w:rsid w:val="009A6EB0"/>
    <w:rsid w:val="009B0055"/>
    <w:rsid w:val="009B5C6A"/>
    <w:rsid w:val="009B631A"/>
    <w:rsid w:val="009C0351"/>
    <w:rsid w:val="009C1001"/>
    <w:rsid w:val="009C2286"/>
    <w:rsid w:val="009C4105"/>
    <w:rsid w:val="009C4CD9"/>
    <w:rsid w:val="009C6D57"/>
    <w:rsid w:val="009C6DB0"/>
    <w:rsid w:val="009D054C"/>
    <w:rsid w:val="009D39CB"/>
    <w:rsid w:val="009D5BEA"/>
    <w:rsid w:val="009D679C"/>
    <w:rsid w:val="009D696C"/>
    <w:rsid w:val="009D7436"/>
    <w:rsid w:val="009E04EC"/>
    <w:rsid w:val="009E05C3"/>
    <w:rsid w:val="009E192B"/>
    <w:rsid w:val="009E27FD"/>
    <w:rsid w:val="009E29C3"/>
    <w:rsid w:val="009E4476"/>
    <w:rsid w:val="009E4DBD"/>
    <w:rsid w:val="009E532C"/>
    <w:rsid w:val="009E5C02"/>
    <w:rsid w:val="009E64A7"/>
    <w:rsid w:val="009F1BB9"/>
    <w:rsid w:val="009F201D"/>
    <w:rsid w:val="009F2CB5"/>
    <w:rsid w:val="009F2CDB"/>
    <w:rsid w:val="009F3331"/>
    <w:rsid w:val="009F44C8"/>
    <w:rsid w:val="009F6927"/>
    <w:rsid w:val="00A00291"/>
    <w:rsid w:val="00A02917"/>
    <w:rsid w:val="00A03303"/>
    <w:rsid w:val="00A05978"/>
    <w:rsid w:val="00A05C49"/>
    <w:rsid w:val="00A108E7"/>
    <w:rsid w:val="00A11EA8"/>
    <w:rsid w:val="00A14BF5"/>
    <w:rsid w:val="00A15A41"/>
    <w:rsid w:val="00A175F0"/>
    <w:rsid w:val="00A20D34"/>
    <w:rsid w:val="00A21399"/>
    <w:rsid w:val="00A24E38"/>
    <w:rsid w:val="00A258E8"/>
    <w:rsid w:val="00A26D4F"/>
    <w:rsid w:val="00A27061"/>
    <w:rsid w:val="00A315F8"/>
    <w:rsid w:val="00A34AC4"/>
    <w:rsid w:val="00A36CE1"/>
    <w:rsid w:val="00A41010"/>
    <w:rsid w:val="00A4255D"/>
    <w:rsid w:val="00A442D2"/>
    <w:rsid w:val="00A4475C"/>
    <w:rsid w:val="00A45614"/>
    <w:rsid w:val="00A4719C"/>
    <w:rsid w:val="00A477FF"/>
    <w:rsid w:val="00A47EB5"/>
    <w:rsid w:val="00A50178"/>
    <w:rsid w:val="00A53212"/>
    <w:rsid w:val="00A536FF"/>
    <w:rsid w:val="00A54614"/>
    <w:rsid w:val="00A54758"/>
    <w:rsid w:val="00A570FA"/>
    <w:rsid w:val="00A57AAD"/>
    <w:rsid w:val="00A57FBD"/>
    <w:rsid w:val="00A62E0B"/>
    <w:rsid w:val="00A6432C"/>
    <w:rsid w:val="00A66965"/>
    <w:rsid w:val="00A675DD"/>
    <w:rsid w:val="00A729AD"/>
    <w:rsid w:val="00A745A3"/>
    <w:rsid w:val="00A76E37"/>
    <w:rsid w:val="00A800B3"/>
    <w:rsid w:val="00A80494"/>
    <w:rsid w:val="00A80993"/>
    <w:rsid w:val="00A83E98"/>
    <w:rsid w:val="00A849DB"/>
    <w:rsid w:val="00A866E7"/>
    <w:rsid w:val="00A86E80"/>
    <w:rsid w:val="00A8722A"/>
    <w:rsid w:val="00A877EA"/>
    <w:rsid w:val="00A87813"/>
    <w:rsid w:val="00A90568"/>
    <w:rsid w:val="00A91441"/>
    <w:rsid w:val="00A92557"/>
    <w:rsid w:val="00A96A0E"/>
    <w:rsid w:val="00A9732C"/>
    <w:rsid w:val="00AA3788"/>
    <w:rsid w:val="00AA5B50"/>
    <w:rsid w:val="00AA74B5"/>
    <w:rsid w:val="00AB1228"/>
    <w:rsid w:val="00AB3791"/>
    <w:rsid w:val="00AB3833"/>
    <w:rsid w:val="00AB3A7B"/>
    <w:rsid w:val="00AB3B94"/>
    <w:rsid w:val="00AB4FEA"/>
    <w:rsid w:val="00AB61F1"/>
    <w:rsid w:val="00AB69F6"/>
    <w:rsid w:val="00AB731B"/>
    <w:rsid w:val="00AC3DC5"/>
    <w:rsid w:val="00AC41AD"/>
    <w:rsid w:val="00AD2699"/>
    <w:rsid w:val="00AD34C5"/>
    <w:rsid w:val="00AD4068"/>
    <w:rsid w:val="00AD4B56"/>
    <w:rsid w:val="00AE0140"/>
    <w:rsid w:val="00AE0B18"/>
    <w:rsid w:val="00AE0E85"/>
    <w:rsid w:val="00AE19E4"/>
    <w:rsid w:val="00AF0591"/>
    <w:rsid w:val="00AF0FC6"/>
    <w:rsid w:val="00AF27B6"/>
    <w:rsid w:val="00AF3C5B"/>
    <w:rsid w:val="00AF4F1F"/>
    <w:rsid w:val="00AF59EC"/>
    <w:rsid w:val="00B00519"/>
    <w:rsid w:val="00B00CB8"/>
    <w:rsid w:val="00B02432"/>
    <w:rsid w:val="00B07D3E"/>
    <w:rsid w:val="00B111DC"/>
    <w:rsid w:val="00B146CA"/>
    <w:rsid w:val="00B1650E"/>
    <w:rsid w:val="00B16830"/>
    <w:rsid w:val="00B17604"/>
    <w:rsid w:val="00B204A6"/>
    <w:rsid w:val="00B20D52"/>
    <w:rsid w:val="00B22A52"/>
    <w:rsid w:val="00B22BA3"/>
    <w:rsid w:val="00B22EC1"/>
    <w:rsid w:val="00B23B96"/>
    <w:rsid w:val="00B24131"/>
    <w:rsid w:val="00B246AF"/>
    <w:rsid w:val="00B24C44"/>
    <w:rsid w:val="00B26D92"/>
    <w:rsid w:val="00B305ED"/>
    <w:rsid w:val="00B30CA6"/>
    <w:rsid w:val="00B30F4A"/>
    <w:rsid w:val="00B32AC0"/>
    <w:rsid w:val="00B33798"/>
    <w:rsid w:val="00B35A80"/>
    <w:rsid w:val="00B40C86"/>
    <w:rsid w:val="00B43A86"/>
    <w:rsid w:val="00B45E58"/>
    <w:rsid w:val="00B465D0"/>
    <w:rsid w:val="00B5056C"/>
    <w:rsid w:val="00B50B99"/>
    <w:rsid w:val="00B529A7"/>
    <w:rsid w:val="00B52C96"/>
    <w:rsid w:val="00B546F2"/>
    <w:rsid w:val="00B55D86"/>
    <w:rsid w:val="00B5735D"/>
    <w:rsid w:val="00B60AA5"/>
    <w:rsid w:val="00B61A2B"/>
    <w:rsid w:val="00B66220"/>
    <w:rsid w:val="00B7041D"/>
    <w:rsid w:val="00B71A01"/>
    <w:rsid w:val="00B737E3"/>
    <w:rsid w:val="00B75825"/>
    <w:rsid w:val="00B75D55"/>
    <w:rsid w:val="00B768B1"/>
    <w:rsid w:val="00B8087F"/>
    <w:rsid w:val="00B81768"/>
    <w:rsid w:val="00B81A8F"/>
    <w:rsid w:val="00B8269A"/>
    <w:rsid w:val="00B83751"/>
    <w:rsid w:val="00B84596"/>
    <w:rsid w:val="00B86F37"/>
    <w:rsid w:val="00B92CCF"/>
    <w:rsid w:val="00B92D3F"/>
    <w:rsid w:val="00B9370C"/>
    <w:rsid w:val="00B9632E"/>
    <w:rsid w:val="00B96C6D"/>
    <w:rsid w:val="00BA1E26"/>
    <w:rsid w:val="00BA2A1C"/>
    <w:rsid w:val="00BA3FB9"/>
    <w:rsid w:val="00BB36F0"/>
    <w:rsid w:val="00BB4F86"/>
    <w:rsid w:val="00BB591B"/>
    <w:rsid w:val="00BB5FA1"/>
    <w:rsid w:val="00BB61B2"/>
    <w:rsid w:val="00BB70D7"/>
    <w:rsid w:val="00BC04D3"/>
    <w:rsid w:val="00BC0C22"/>
    <w:rsid w:val="00BC1996"/>
    <w:rsid w:val="00BC28B1"/>
    <w:rsid w:val="00BC3241"/>
    <w:rsid w:val="00BC6A03"/>
    <w:rsid w:val="00BC7B5D"/>
    <w:rsid w:val="00BD0363"/>
    <w:rsid w:val="00BD2E73"/>
    <w:rsid w:val="00BD561E"/>
    <w:rsid w:val="00BD5DAC"/>
    <w:rsid w:val="00BD5DDB"/>
    <w:rsid w:val="00BE2B71"/>
    <w:rsid w:val="00BE31D9"/>
    <w:rsid w:val="00BE6097"/>
    <w:rsid w:val="00BF154B"/>
    <w:rsid w:val="00BF47AD"/>
    <w:rsid w:val="00BF7D59"/>
    <w:rsid w:val="00C00189"/>
    <w:rsid w:val="00C012A4"/>
    <w:rsid w:val="00C0214D"/>
    <w:rsid w:val="00C0326B"/>
    <w:rsid w:val="00C109D3"/>
    <w:rsid w:val="00C1178C"/>
    <w:rsid w:val="00C1470F"/>
    <w:rsid w:val="00C15D81"/>
    <w:rsid w:val="00C1626F"/>
    <w:rsid w:val="00C17D71"/>
    <w:rsid w:val="00C2029C"/>
    <w:rsid w:val="00C206AD"/>
    <w:rsid w:val="00C207EE"/>
    <w:rsid w:val="00C20E9D"/>
    <w:rsid w:val="00C21F67"/>
    <w:rsid w:val="00C21FCD"/>
    <w:rsid w:val="00C22920"/>
    <w:rsid w:val="00C23C27"/>
    <w:rsid w:val="00C26B5E"/>
    <w:rsid w:val="00C324C2"/>
    <w:rsid w:val="00C34C2D"/>
    <w:rsid w:val="00C34FC9"/>
    <w:rsid w:val="00C35C7D"/>
    <w:rsid w:val="00C43491"/>
    <w:rsid w:val="00C466C6"/>
    <w:rsid w:val="00C47035"/>
    <w:rsid w:val="00C51CB5"/>
    <w:rsid w:val="00C52A39"/>
    <w:rsid w:val="00C53336"/>
    <w:rsid w:val="00C53D70"/>
    <w:rsid w:val="00C56661"/>
    <w:rsid w:val="00C61CA0"/>
    <w:rsid w:val="00C62FBC"/>
    <w:rsid w:val="00C655FE"/>
    <w:rsid w:val="00C72E66"/>
    <w:rsid w:val="00C7395B"/>
    <w:rsid w:val="00C73D3A"/>
    <w:rsid w:val="00C76EC5"/>
    <w:rsid w:val="00C76F42"/>
    <w:rsid w:val="00C816F0"/>
    <w:rsid w:val="00C82BC2"/>
    <w:rsid w:val="00C908F7"/>
    <w:rsid w:val="00C9184C"/>
    <w:rsid w:val="00C92636"/>
    <w:rsid w:val="00C92BB1"/>
    <w:rsid w:val="00C95AD9"/>
    <w:rsid w:val="00CA2092"/>
    <w:rsid w:val="00CA32F0"/>
    <w:rsid w:val="00CA3719"/>
    <w:rsid w:val="00CA4925"/>
    <w:rsid w:val="00CB2DED"/>
    <w:rsid w:val="00CB2E7C"/>
    <w:rsid w:val="00CB3523"/>
    <w:rsid w:val="00CB4344"/>
    <w:rsid w:val="00CB5C84"/>
    <w:rsid w:val="00CB73B7"/>
    <w:rsid w:val="00CC10EA"/>
    <w:rsid w:val="00CC216A"/>
    <w:rsid w:val="00CC38FF"/>
    <w:rsid w:val="00CC5336"/>
    <w:rsid w:val="00CC59E0"/>
    <w:rsid w:val="00CC5B52"/>
    <w:rsid w:val="00CC65C6"/>
    <w:rsid w:val="00CD04EE"/>
    <w:rsid w:val="00CD05C4"/>
    <w:rsid w:val="00CD0703"/>
    <w:rsid w:val="00CD1591"/>
    <w:rsid w:val="00CD3243"/>
    <w:rsid w:val="00CD39F4"/>
    <w:rsid w:val="00CD3F1A"/>
    <w:rsid w:val="00CE148F"/>
    <w:rsid w:val="00CE2D7F"/>
    <w:rsid w:val="00CE3071"/>
    <w:rsid w:val="00CE483A"/>
    <w:rsid w:val="00CE4BB0"/>
    <w:rsid w:val="00CE4C5B"/>
    <w:rsid w:val="00CE57F5"/>
    <w:rsid w:val="00CE5B62"/>
    <w:rsid w:val="00CE76DF"/>
    <w:rsid w:val="00CF408B"/>
    <w:rsid w:val="00CF5235"/>
    <w:rsid w:val="00CF52F6"/>
    <w:rsid w:val="00D02518"/>
    <w:rsid w:val="00D026D4"/>
    <w:rsid w:val="00D03D6C"/>
    <w:rsid w:val="00D13CD3"/>
    <w:rsid w:val="00D15D05"/>
    <w:rsid w:val="00D17909"/>
    <w:rsid w:val="00D24038"/>
    <w:rsid w:val="00D24E7A"/>
    <w:rsid w:val="00D30093"/>
    <w:rsid w:val="00D3180C"/>
    <w:rsid w:val="00D330FD"/>
    <w:rsid w:val="00D34104"/>
    <w:rsid w:val="00D34518"/>
    <w:rsid w:val="00D34DE0"/>
    <w:rsid w:val="00D34FB4"/>
    <w:rsid w:val="00D36392"/>
    <w:rsid w:val="00D41420"/>
    <w:rsid w:val="00D41907"/>
    <w:rsid w:val="00D42B5E"/>
    <w:rsid w:val="00D457A8"/>
    <w:rsid w:val="00D464D4"/>
    <w:rsid w:val="00D46823"/>
    <w:rsid w:val="00D46B3E"/>
    <w:rsid w:val="00D47E1A"/>
    <w:rsid w:val="00D51484"/>
    <w:rsid w:val="00D52311"/>
    <w:rsid w:val="00D57BC5"/>
    <w:rsid w:val="00D63538"/>
    <w:rsid w:val="00D63CF7"/>
    <w:rsid w:val="00D654D1"/>
    <w:rsid w:val="00D65EF9"/>
    <w:rsid w:val="00D67967"/>
    <w:rsid w:val="00D7125D"/>
    <w:rsid w:val="00D718D0"/>
    <w:rsid w:val="00D733D5"/>
    <w:rsid w:val="00D73837"/>
    <w:rsid w:val="00D73E62"/>
    <w:rsid w:val="00D7458C"/>
    <w:rsid w:val="00D76017"/>
    <w:rsid w:val="00D7679D"/>
    <w:rsid w:val="00D778A6"/>
    <w:rsid w:val="00D778C9"/>
    <w:rsid w:val="00D77E2C"/>
    <w:rsid w:val="00D81E62"/>
    <w:rsid w:val="00D82498"/>
    <w:rsid w:val="00D831D5"/>
    <w:rsid w:val="00D849CD"/>
    <w:rsid w:val="00D859BD"/>
    <w:rsid w:val="00D87917"/>
    <w:rsid w:val="00D90D82"/>
    <w:rsid w:val="00D90F39"/>
    <w:rsid w:val="00D92F6C"/>
    <w:rsid w:val="00D95E22"/>
    <w:rsid w:val="00D978A5"/>
    <w:rsid w:val="00DA019D"/>
    <w:rsid w:val="00DA1673"/>
    <w:rsid w:val="00DA47DE"/>
    <w:rsid w:val="00DA603D"/>
    <w:rsid w:val="00DB18B2"/>
    <w:rsid w:val="00DB4521"/>
    <w:rsid w:val="00DC2F50"/>
    <w:rsid w:val="00DC3248"/>
    <w:rsid w:val="00DC5E24"/>
    <w:rsid w:val="00DC61B2"/>
    <w:rsid w:val="00DC71B3"/>
    <w:rsid w:val="00DC788D"/>
    <w:rsid w:val="00DD1B31"/>
    <w:rsid w:val="00DD3D91"/>
    <w:rsid w:val="00DD6CB5"/>
    <w:rsid w:val="00DD74F6"/>
    <w:rsid w:val="00DE03DD"/>
    <w:rsid w:val="00DE1786"/>
    <w:rsid w:val="00DE3168"/>
    <w:rsid w:val="00DE3834"/>
    <w:rsid w:val="00DE5A8B"/>
    <w:rsid w:val="00DF06D4"/>
    <w:rsid w:val="00DF2E7A"/>
    <w:rsid w:val="00DF3B64"/>
    <w:rsid w:val="00DF42FF"/>
    <w:rsid w:val="00E04993"/>
    <w:rsid w:val="00E04B0C"/>
    <w:rsid w:val="00E056FD"/>
    <w:rsid w:val="00E074E4"/>
    <w:rsid w:val="00E13080"/>
    <w:rsid w:val="00E1312D"/>
    <w:rsid w:val="00E15964"/>
    <w:rsid w:val="00E15C15"/>
    <w:rsid w:val="00E16643"/>
    <w:rsid w:val="00E2113C"/>
    <w:rsid w:val="00E22B67"/>
    <w:rsid w:val="00E23657"/>
    <w:rsid w:val="00E257FA"/>
    <w:rsid w:val="00E30818"/>
    <w:rsid w:val="00E31978"/>
    <w:rsid w:val="00E323D0"/>
    <w:rsid w:val="00E33BF6"/>
    <w:rsid w:val="00E343AA"/>
    <w:rsid w:val="00E3696F"/>
    <w:rsid w:val="00E41704"/>
    <w:rsid w:val="00E43B61"/>
    <w:rsid w:val="00E50753"/>
    <w:rsid w:val="00E53FCA"/>
    <w:rsid w:val="00E55B15"/>
    <w:rsid w:val="00E6359D"/>
    <w:rsid w:val="00E64991"/>
    <w:rsid w:val="00E72841"/>
    <w:rsid w:val="00E74B87"/>
    <w:rsid w:val="00E77B09"/>
    <w:rsid w:val="00E77C33"/>
    <w:rsid w:val="00E77CEB"/>
    <w:rsid w:val="00E82B83"/>
    <w:rsid w:val="00E83AA3"/>
    <w:rsid w:val="00E83AC5"/>
    <w:rsid w:val="00E84222"/>
    <w:rsid w:val="00E868F5"/>
    <w:rsid w:val="00E87B2E"/>
    <w:rsid w:val="00E902C0"/>
    <w:rsid w:val="00E91A14"/>
    <w:rsid w:val="00E9382C"/>
    <w:rsid w:val="00E940B4"/>
    <w:rsid w:val="00E96726"/>
    <w:rsid w:val="00E97571"/>
    <w:rsid w:val="00EA05ED"/>
    <w:rsid w:val="00EA3116"/>
    <w:rsid w:val="00EA4366"/>
    <w:rsid w:val="00EA556D"/>
    <w:rsid w:val="00EA6B73"/>
    <w:rsid w:val="00EA75CE"/>
    <w:rsid w:val="00EB00D4"/>
    <w:rsid w:val="00EB0B49"/>
    <w:rsid w:val="00EB106F"/>
    <w:rsid w:val="00EB295F"/>
    <w:rsid w:val="00EB4F21"/>
    <w:rsid w:val="00EB52F0"/>
    <w:rsid w:val="00EB56E3"/>
    <w:rsid w:val="00EB60C9"/>
    <w:rsid w:val="00EC060A"/>
    <w:rsid w:val="00EC1A94"/>
    <w:rsid w:val="00EC1E1C"/>
    <w:rsid w:val="00EC2F77"/>
    <w:rsid w:val="00EC3BAF"/>
    <w:rsid w:val="00EC4814"/>
    <w:rsid w:val="00EC4EE8"/>
    <w:rsid w:val="00EC527F"/>
    <w:rsid w:val="00EC612D"/>
    <w:rsid w:val="00ED2413"/>
    <w:rsid w:val="00ED303F"/>
    <w:rsid w:val="00ED3FF4"/>
    <w:rsid w:val="00ED523E"/>
    <w:rsid w:val="00ED534A"/>
    <w:rsid w:val="00ED5385"/>
    <w:rsid w:val="00EE3582"/>
    <w:rsid w:val="00EE53C6"/>
    <w:rsid w:val="00EE53CD"/>
    <w:rsid w:val="00EE752F"/>
    <w:rsid w:val="00EE7AC0"/>
    <w:rsid w:val="00EF0AEB"/>
    <w:rsid w:val="00EF15D0"/>
    <w:rsid w:val="00EF23BA"/>
    <w:rsid w:val="00EF527E"/>
    <w:rsid w:val="00F028D8"/>
    <w:rsid w:val="00F054D0"/>
    <w:rsid w:val="00F07F7B"/>
    <w:rsid w:val="00F10DFE"/>
    <w:rsid w:val="00F11471"/>
    <w:rsid w:val="00F13940"/>
    <w:rsid w:val="00F15EF6"/>
    <w:rsid w:val="00F167AB"/>
    <w:rsid w:val="00F20167"/>
    <w:rsid w:val="00F21AAA"/>
    <w:rsid w:val="00F226A3"/>
    <w:rsid w:val="00F22AD1"/>
    <w:rsid w:val="00F250FA"/>
    <w:rsid w:val="00F30A77"/>
    <w:rsid w:val="00F33F55"/>
    <w:rsid w:val="00F3411F"/>
    <w:rsid w:val="00F34D93"/>
    <w:rsid w:val="00F363B5"/>
    <w:rsid w:val="00F40C2D"/>
    <w:rsid w:val="00F42DEA"/>
    <w:rsid w:val="00F45048"/>
    <w:rsid w:val="00F46F34"/>
    <w:rsid w:val="00F47D4F"/>
    <w:rsid w:val="00F54B23"/>
    <w:rsid w:val="00F5567A"/>
    <w:rsid w:val="00F565E2"/>
    <w:rsid w:val="00F61C05"/>
    <w:rsid w:val="00F627C0"/>
    <w:rsid w:val="00F63F28"/>
    <w:rsid w:val="00F67D70"/>
    <w:rsid w:val="00F7045B"/>
    <w:rsid w:val="00F70A4D"/>
    <w:rsid w:val="00F717A3"/>
    <w:rsid w:val="00F7332A"/>
    <w:rsid w:val="00F760BB"/>
    <w:rsid w:val="00F76248"/>
    <w:rsid w:val="00F76C68"/>
    <w:rsid w:val="00F77B0B"/>
    <w:rsid w:val="00F77C9F"/>
    <w:rsid w:val="00F80A76"/>
    <w:rsid w:val="00F820A3"/>
    <w:rsid w:val="00F82BA6"/>
    <w:rsid w:val="00F837FE"/>
    <w:rsid w:val="00F85462"/>
    <w:rsid w:val="00F87C81"/>
    <w:rsid w:val="00F90274"/>
    <w:rsid w:val="00F95020"/>
    <w:rsid w:val="00F95381"/>
    <w:rsid w:val="00FA08B6"/>
    <w:rsid w:val="00FA6A25"/>
    <w:rsid w:val="00FA6CB3"/>
    <w:rsid w:val="00FB01E8"/>
    <w:rsid w:val="00FB26EA"/>
    <w:rsid w:val="00FB2C0C"/>
    <w:rsid w:val="00FB2D9A"/>
    <w:rsid w:val="00FB4E4D"/>
    <w:rsid w:val="00FB69B0"/>
    <w:rsid w:val="00FC0385"/>
    <w:rsid w:val="00FC1BDD"/>
    <w:rsid w:val="00FC2D2E"/>
    <w:rsid w:val="00FC2FE3"/>
    <w:rsid w:val="00FC3B5A"/>
    <w:rsid w:val="00FC7D5B"/>
    <w:rsid w:val="00FD1B3F"/>
    <w:rsid w:val="00FD3F18"/>
    <w:rsid w:val="00FD5E5E"/>
    <w:rsid w:val="00FD6010"/>
    <w:rsid w:val="00FE0D9D"/>
    <w:rsid w:val="00FE2AA1"/>
    <w:rsid w:val="00FE2F0A"/>
    <w:rsid w:val="00FE461C"/>
    <w:rsid w:val="00FE5E8A"/>
    <w:rsid w:val="00FE6419"/>
    <w:rsid w:val="00FE6CE9"/>
    <w:rsid w:val="00FF0053"/>
    <w:rsid w:val="00FF62A8"/>
    <w:rsid w:val="00FF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="f">
      <v:stroke on="f"/>
    </o:shapedefaults>
    <o:shapelayout v:ext="edit">
      <o:idmap v:ext="edit" data="1"/>
    </o:shapelayout>
  </w:shapeDefaults>
  <w:decimalSymbol w:val="."/>
  <w:listSeparator w:val=","/>
  <w14:docId w14:val="1A47C4EA"/>
  <w15:chartTrackingRefBased/>
  <w15:docId w15:val="{3CA5EF0B-7838-496B-90C8-3412F287B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PH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A0894"/>
    <w:rPr>
      <w:rFonts w:ascii="Arial" w:hAnsi="Arial" w:cs="Arial"/>
      <w:color w:val="000080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7A0894"/>
    <w:pPr>
      <w:keepNext/>
      <w:jc w:val="both"/>
      <w:outlineLvl w:val="0"/>
    </w:pPr>
    <w:rPr>
      <w:rFonts w:cs="Times New Roman"/>
      <w:b/>
      <w:bCs/>
    </w:rPr>
  </w:style>
  <w:style w:type="paragraph" w:styleId="Heading2">
    <w:name w:val="heading 2"/>
    <w:basedOn w:val="Normal"/>
    <w:next w:val="Normal"/>
    <w:link w:val="Heading2Char"/>
    <w:qFormat/>
    <w:rsid w:val="00CB5C84"/>
    <w:pPr>
      <w:keepNext/>
      <w:spacing w:before="240" w:after="60"/>
      <w:outlineLvl w:val="1"/>
    </w:pPr>
    <w:rPr>
      <w:rFonts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A0894"/>
    <w:pPr>
      <w:keepNext/>
      <w:jc w:val="center"/>
      <w:outlineLvl w:val="2"/>
    </w:pPr>
    <w:rPr>
      <w:i/>
      <w:iCs/>
      <w:color w:val="FFFFFF"/>
      <w:sz w:val="20"/>
    </w:rPr>
  </w:style>
  <w:style w:type="paragraph" w:styleId="Heading6">
    <w:name w:val="heading 6"/>
    <w:basedOn w:val="Normal"/>
    <w:next w:val="Normal"/>
    <w:qFormat/>
    <w:rsid w:val="008629BB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A0894"/>
    <w:pPr>
      <w:jc w:val="center"/>
    </w:pPr>
    <w:rPr>
      <w:b/>
      <w:bCs/>
      <w:color w:val="FFFFFF"/>
      <w:sz w:val="20"/>
    </w:rPr>
  </w:style>
  <w:style w:type="paragraph" w:styleId="Header">
    <w:name w:val="header"/>
    <w:basedOn w:val="Normal"/>
    <w:link w:val="HeaderChar"/>
    <w:uiPriority w:val="99"/>
    <w:rsid w:val="00C34FC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34FC9"/>
    <w:pPr>
      <w:tabs>
        <w:tab w:val="center" w:pos="4320"/>
        <w:tab w:val="right" w:pos="8640"/>
      </w:tabs>
    </w:pPr>
  </w:style>
  <w:style w:type="character" w:styleId="Hyperlink">
    <w:name w:val="Hyperlink"/>
    <w:rsid w:val="008909E8"/>
    <w:rPr>
      <w:color w:val="0000FF"/>
      <w:u w:val="single"/>
    </w:rPr>
  </w:style>
  <w:style w:type="table" w:styleId="TableGrid">
    <w:name w:val="Table Grid"/>
    <w:basedOn w:val="TableNormal"/>
    <w:uiPriority w:val="39"/>
    <w:rsid w:val="00F226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73FC1"/>
    <w:rPr>
      <w:rFonts w:ascii="Tahoma" w:hAnsi="Tahoma" w:cs="Tahoma"/>
      <w:sz w:val="16"/>
      <w:szCs w:val="16"/>
    </w:rPr>
  </w:style>
  <w:style w:type="paragraph" w:customStyle="1" w:styleId="NormalArial">
    <w:name w:val="Normal + Arial"/>
    <w:aliases w:val="Bold"/>
    <w:basedOn w:val="Normal"/>
    <w:link w:val="NormalArialChar"/>
    <w:rsid w:val="000066A7"/>
    <w:rPr>
      <w:b/>
      <w:color w:val="auto"/>
    </w:rPr>
  </w:style>
  <w:style w:type="character" w:customStyle="1" w:styleId="NormalArialChar">
    <w:name w:val="Normal + Arial Char"/>
    <w:aliases w:val="Bold Char"/>
    <w:link w:val="NormalArial"/>
    <w:rsid w:val="000066A7"/>
    <w:rPr>
      <w:rFonts w:ascii="Arial" w:hAnsi="Arial" w:cs="Arial"/>
      <w:b/>
      <w:sz w:val="24"/>
      <w:szCs w:val="24"/>
      <w:lang w:val="en-US" w:eastAsia="en-US" w:bidi="ar-SA"/>
    </w:rPr>
  </w:style>
  <w:style w:type="paragraph" w:styleId="Date">
    <w:name w:val="Date"/>
    <w:basedOn w:val="Normal"/>
    <w:next w:val="Normal"/>
    <w:rsid w:val="00CC38FF"/>
  </w:style>
  <w:style w:type="character" w:customStyle="1" w:styleId="Heading1Char">
    <w:name w:val="Heading 1 Char"/>
    <w:link w:val="Heading1"/>
    <w:rsid w:val="005A0A6B"/>
    <w:rPr>
      <w:rFonts w:ascii="Arial" w:hAnsi="Arial" w:cs="Arial"/>
      <w:b/>
      <w:bCs/>
      <w:color w:val="000080"/>
      <w:sz w:val="24"/>
      <w:szCs w:val="24"/>
      <w:lang w:val="en-US" w:eastAsia="en-US"/>
    </w:rPr>
  </w:style>
  <w:style w:type="character" w:customStyle="1" w:styleId="Heading2Char">
    <w:name w:val="Heading 2 Char"/>
    <w:link w:val="Heading2"/>
    <w:rsid w:val="005A0A6B"/>
    <w:rPr>
      <w:rFonts w:ascii="Arial" w:hAnsi="Arial" w:cs="Arial"/>
      <w:b/>
      <w:bCs/>
      <w:i/>
      <w:iCs/>
      <w:color w:val="000080"/>
      <w:sz w:val="28"/>
      <w:szCs w:val="28"/>
      <w:lang w:val="en-US" w:eastAsia="en-US"/>
    </w:rPr>
  </w:style>
  <w:style w:type="paragraph" w:styleId="NoSpacing">
    <w:name w:val="No Spacing"/>
    <w:link w:val="NoSpacingChar"/>
    <w:uiPriority w:val="1"/>
    <w:qFormat/>
    <w:rsid w:val="00FB01E8"/>
    <w:rPr>
      <w:rFonts w:ascii="Calibri" w:eastAsia="Calibri" w:hAnsi="Calibri"/>
      <w:sz w:val="22"/>
      <w:szCs w:val="22"/>
      <w:lang w:eastAsia="en-PH"/>
    </w:rPr>
  </w:style>
  <w:style w:type="character" w:customStyle="1" w:styleId="NoSpacingChar">
    <w:name w:val="No Spacing Char"/>
    <w:link w:val="NoSpacing"/>
    <w:uiPriority w:val="1"/>
    <w:rsid w:val="009C1001"/>
    <w:rPr>
      <w:rFonts w:ascii="Calibri" w:eastAsia="Calibri" w:hAnsi="Calibri"/>
      <w:sz w:val="22"/>
      <w:szCs w:val="22"/>
      <w:lang w:val="en-PH" w:bidi="ar-SA"/>
    </w:rPr>
  </w:style>
  <w:style w:type="paragraph" w:styleId="BodyText2">
    <w:name w:val="Body Text 2"/>
    <w:basedOn w:val="Normal"/>
    <w:link w:val="BodyText2Char"/>
    <w:rsid w:val="00422C7D"/>
    <w:pPr>
      <w:spacing w:after="120" w:line="480" w:lineRule="auto"/>
    </w:pPr>
    <w:rPr>
      <w:rFonts w:cs="Times New Roman"/>
    </w:rPr>
  </w:style>
  <w:style w:type="character" w:customStyle="1" w:styleId="BodyText2Char">
    <w:name w:val="Body Text 2 Char"/>
    <w:link w:val="BodyText2"/>
    <w:rsid w:val="00422C7D"/>
    <w:rPr>
      <w:rFonts w:ascii="Arial" w:hAnsi="Arial" w:cs="Arial"/>
      <w:color w:val="00008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422C7D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</w:rPr>
  </w:style>
  <w:style w:type="character" w:customStyle="1" w:styleId="HeaderChar">
    <w:name w:val="Header Char"/>
    <w:link w:val="Header"/>
    <w:uiPriority w:val="99"/>
    <w:rsid w:val="00044E76"/>
    <w:rPr>
      <w:rFonts w:ascii="Arial" w:hAnsi="Arial" w:cs="Arial"/>
      <w:color w:val="000080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sid w:val="00044E76"/>
    <w:rPr>
      <w:rFonts w:ascii="Arial" w:hAnsi="Arial" w:cs="Arial"/>
      <w:color w:val="000080"/>
      <w:sz w:val="24"/>
      <w:szCs w:val="24"/>
      <w:lang w:val="en-US"/>
    </w:rPr>
  </w:style>
  <w:style w:type="numbering" w:customStyle="1" w:styleId="Style1">
    <w:name w:val="Style1"/>
    <w:uiPriority w:val="99"/>
    <w:rsid w:val="00C1626F"/>
    <w:pPr>
      <w:numPr>
        <w:numId w:val="1"/>
      </w:numPr>
    </w:pPr>
  </w:style>
  <w:style w:type="character" w:customStyle="1" w:styleId="UnresolvedMention1">
    <w:name w:val="Unresolved Mention1"/>
    <w:uiPriority w:val="99"/>
    <w:semiHidden/>
    <w:unhideWhenUsed/>
    <w:rsid w:val="007F335C"/>
    <w:rPr>
      <w:color w:val="605E5C"/>
      <w:shd w:val="clear" w:color="auto" w:fill="E1DFDD"/>
    </w:rPr>
  </w:style>
  <w:style w:type="character" w:styleId="PageNumber">
    <w:name w:val="page number"/>
    <w:basedOn w:val="DefaultParagraphFont"/>
    <w:rsid w:val="00E30818"/>
  </w:style>
  <w:style w:type="character" w:styleId="UnresolvedMention">
    <w:name w:val="Unresolved Mention"/>
    <w:basedOn w:val="DefaultParagraphFont"/>
    <w:uiPriority w:val="99"/>
    <w:semiHidden/>
    <w:unhideWhenUsed/>
    <w:rsid w:val="00B662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3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chelle%20Sebastian\Desktop\Finance%202007%20Communications\DOST-ROS%20Docu%20Template\SET-UP%20Letterhead%20sampl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36DD6-CB1B-4347-82B6-45EE792CF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SET-UP Letterhead sample</Template>
  <TotalTime>1770</TotalTime>
  <Pages>4</Pages>
  <Words>827</Words>
  <Characters>4717</Characters>
  <Application>Microsoft Office Word</Application>
  <DocSecurity>0</DocSecurity>
  <Lines>786</Lines>
  <Paragraphs>230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DOST</Company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Sebastian</dc:creator>
  <cp:keywords/>
  <dc:description>SETUP-0908-018</dc:description>
  <cp:lastModifiedBy>Dex Joefel Abino</cp:lastModifiedBy>
  <cp:revision>418</cp:revision>
  <cp:lastPrinted>2025-01-27T04:36:00Z</cp:lastPrinted>
  <dcterms:created xsi:type="dcterms:W3CDTF">2023-07-13T09:37:00Z</dcterms:created>
  <dcterms:modified xsi:type="dcterms:W3CDTF">2025-04-08T07:15:00Z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4d41b6c96c50113c9bf65bdd0e9e78a711f08bd48c6022dbdbebce43258513bd</vt:lpwstr>
  </property>
</Properties>
</file>