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1EA99" w14:textId="77777777" w:rsidR="006870DD" w:rsidRPr="0071784D" w:rsidRDefault="006870DD" w:rsidP="002B0CD3">
      <w:pPr>
        <w:pStyle w:val="ListParagraph"/>
        <w:spacing w:after="0" w:line="240" w:lineRule="auto"/>
        <w:ind w:left="-360" w:right="-513"/>
        <w:jc w:val="center"/>
        <w:rPr>
          <w:rFonts w:ascii="Arial" w:hAnsi="Arial" w:cs="Arial"/>
          <w:b/>
          <w:bCs/>
          <w:sz w:val="24"/>
          <w:szCs w:val="28"/>
        </w:rPr>
      </w:pPr>
    </w:p>
    <w:p w14:paraId="2A64573B" w14:textId="566E51E1" w:rsidR="008B44D2" w:rsidRPr="0071784D" w:rsidRDefault="002D6AA7" w:rsidP="002B0CD3">
      <w:pPr>
        <w:pStyle w:val="ListParagraph"/>
        <w:spacing w:after="0" w:line="240" w:lineRule="auto"/>
        <w:ind w:left="-360" w:right="-513"/>
        <w:jc w:val="center"/>
        <w:rPr>
          <w:rFonts w:ascii="Arial" w:hAnsi="Arial" w:cs="Arial"/>
          <w:b/>
          <w:bCs/>
          <w:sz w:val="28"/>
          <w:szCs w:val="28"/>
        </w:rPr>
      </w:pPr>
      <w:r w:rsidRPr="0071784D">
        <w:rPr>
          <w:rFonts w:ascii="Arial" w:hAnsi="Arial" w:cs="Arial"/>
          <w:b/>
          <w:bCs/>
          <w:sz w:val="28"/>
          <w:szCs w:val="28"/>
        </w:rPr>
        <w:t>A</w:t>
      </w:r>
      <w:r w:rsidR="001E7CE6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="005B6E7D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Pr="0071784D">
        <w:rPr>
          <w:rFonts w:ascii="Arial" w:hAnsi="Arial" w:cs="Arial"/>
          <w:b/>
          <w:bCs/>
          <w:sz w:val="28"/>
          <w:szCs w:val="28"/>
        </w:rPr>
        <w:t xml:space="preserve">F </w:t>
      </w:r>
      <w:r w:rsidR="005B6E7D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Pr="0071784D">
        <w:rPr>
          <w:rFonts w:ascii="Arial" w:hAnsi="Arial" w:cs="Arial"/>
          <w:b/>
          <w:bCs/>
          <w:sz w:val="28"/>
          <w:szCs w:val="28"/>
        </w:rPr>
        <w:t xml:space="preserve">F </w:t>
      </w:r>
      <w:r w:rsidR="005B6E7D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Pr="0071784D">
        <w:rPr>
          <w:rFonts w:ascii="Arial" w:hAnsi="Arial" w:cs="Arial"/>
          <w:b/>
          <w:bCs/>
          <w:sz w:val="28"/>
          <w:szCs w:val="28"/>
        </w:rPr>
        <w:t xml:space="preserve">I </w:t>
      </w:r>
      <w:r w:rsidR="005B6E7D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Pr="0071784D">
        <w:rPr>
          <w:rFonts w:ascii="Arial" w:hAnsi="Arial" w:cs="Arial"/>
          <w:b/>
          <w:bCs/>
          <w:sz w:val="28"/>
          <w:szCs w:val="28"/>
        </w:rPr>
        <w:t>D</w:t>
      </w:r>
      <w:r w:rsidR="001E7CE6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="005B6E7D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Pr="0071784D">
        <w:rPr>
          <w:rFonts w:ascii="Arial" w:hAnsi="Arial" w:cs="Arial"/>
          <w:b/>
          <w:bCs/>
          <w:sz w:val="28"/>
          <w:szCs w:val="28"/>
        </w:rPr>
        <w:t>A</w:t>
      </w:r>
      <w:r w:rsidR="001E7CE6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="005B6E7D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Pr="0071784D">
        <w:rPr>
          <w:rFonts w:ascii="Arial" w:hAnsi="Arial" w:cs="Arial"/>
          <w:b/>
          <w:bCs/>
          <w:sz w:val="28"/>
          <w:szCs w:val="28"/>
        </w:rPr>
        <w:t>V</w:t>
      </w:r>
      <w:r w:rsidR="001E7CE6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="005B6E7D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Pr="0071784D">
        <w:rPr>
          <w:rFonts w:ascii="Arial" w:hAnsi="Arial" w:cs="Arial"/>
          <w:b/>
          <w:bCs/>
          <w:sz w:val="28"/>
          <w:szCs w:val="28"/>
        </w:rPr>
        <w:t>I</w:t>
      </w:r>
      <w:r w:rsidR="001E7CE6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="005B6E7D" w:rsidRPr="0071784D">
        <w:rPr>
          <w:rFonts w:ascii="Arial" w:hAnsi="Arial" w:cs="Arial"/>
          <w:b/>
          <w:bCs/>
          <w:sz w:val="28"/>
          <w:szCs w:val="28"/>
        </w:rPr>
        <w:t xml:space="preserve"> </w:t>
      </w:r>
      <w:r w:rsidRPr="0071784D">
        <w:rPr>
          <w:rFonts w:ascii="Arial" w:hAnsi="Arial" w:cs="Arial"/>
          <w:b/>
          <w:bCs/>
          <w:sz w:val="28"/>
          <w:szCs w:val="28"/>
        </w:rPr>
        <w:t>T</w:t>
      </w:r>
    </w:p>
    <w:p w14:paraId="26ACE613" w14:textId="4761B437" w:rsidR="00B708B6" w:rsidRDefault="00B708B6" w:rsidP="00B25650">
      <w:pPr>
        <w:pStyle w:val="ListParagraph"/>
        <w:spacing w:line="240" w:lineRule="auto"/>
        <w:ind w:left="-360" w:right="-513"/>
        <w:jc w:val="both"/>
        <w:rPr>
          <w:rFonts w:ascii="Arial" w:hAnsi="Arial" w:cs="Arial"/>
        </w:rPr>
      </w:pPr>
    </w:p>
    <w:p w14:paraId="0A4B8A82" w14:textId="77777777" w:rsidR="006870DD" w:rsidRPr="0071784D" w:rsidRDefault="006870DD" w:rsidP="00B25650">
      <w:pPr>
        <w:pStyle w:val="ListParagraph"/>
        <w:spacing w:line="240" w:lineRule="auto"/>
        <w:ind w:left="-360" w:right="-513"/>
        <w:jc w:val="both"/>
        <w:rPr>
          <w:rFonts w:ascii="Arial" w:hAnsi="Arial" w:cs="Arial"/>
        </w:rPr>
      </w:pPr>
    </w:p>
    <w:p w14:paraId="52031E6C" w14:textId="77777777" w:rsidR="00CD442F" w:rsidRPr="0071784D" w:rsidRDefault="00CD442F" w:rsidP="00B25650">
      <w:pPr>
        <w:pStyle w:val="ListParagraph"/>
        <w:spacing w:line="240" w:lineRule="auto"/>
        <w:ind w:left="-360" w:right="-513"/>
        <w:jc w:val="both"/>
        <w:rPr>
          <w:rFonts w:ascii="Arial" w:hAnsi="Arial" w:cs="Arial"/>
          <w:color w:val="000000" w:themeColor="text1"/>
        </w:rPr>
      </w:pPr>
    </w:p>
    <w:p w14:paraId="5CB305ED" w14:textId="67AA6B74" w:rsidR="008B44D2" w:rsidRPr="0071784D" w:rsidRDefault="002D6AA7" w:rsidP="002D6AA7">
      <w:pPr>
        <w:pStyle w:val="ListParagraph"/>
        <w:spacing w:line="240" w:lineRule="auto"/>
        <w:ind w:left="0" w:right="-333"/>
        <w:jc w:val="both"/>
        <w:rPr>
          <w:rFonts w:ascii="Arial" w:hAnsi="Arial" w:cs="Arial"/>
        </w:rPr>
      </w:pPr>
      <w:r w:rsidRPr="0071784D">
        <w:rPr>
          <w:rFonts w:ascii="Arial" w:hAnsi="Arial" w:cs="Arial"/>
          <w:color w:val="000000" w:themeColor="text1"/>
        </w:rPr>
        <w:t xml:space="preserve">I, </w:t>
      </w:r>
      <w:r w:rsidRPr="0071784D">
        <w:rPr>
          <w:rFonts w:ascii="Arial" w:hAnsi="Arial" w:cs="Arial"/>
          <w:bCs/>
          <w:color w:val="000000" w:themeColor="text1"/>
          <w:u w:val="single"/>
        </w:rPr>
        <w:t>________________________________</w:t>
      </w:r>
      <w:r w:rsidRPr="0071784D">
        <w:rPr>
          <w:rFonts w:ascii="Arial" w:hAnsi="Arial" w:cs="Arial"/>
          <w:color w:val="000000" w:themeColor="text1"/>
        </w:rPr>
        <w:t>, Filipino, single/married, of legal age</w:t>
      </w:r>
      <w:r w:rsidR="0060606A" w:rsidRPr="0071784D">
        <w:rPr>
          <w:rFonts w:ascii="Arial" w:hAnsi="Arial" w:cs="Arial"/>
        </w:rPr>
        <w:t>,</w:t>
      </w:r>
      <w:r w:rsidRPr="0071784D">
        <w:rPr>
          <w:rFonts w:ascii="Arial" w:hAnsi="Arial" w:cs="Arial"/>
        </w:rPr>
        <w:t xml:space="preserve"> with residence at ______________________________________</w:t>
      </w:r>
      <w:r w:rsidR="001E7CE6" w:rsidRPr="0071784D">
        <w:rPr>
          <w:rFonts w:ascii="Arial" w:hAnsi="Arial" w:cs="Arial"/>
        </w:rPr>
        <w:t>____________________ after being duly sworn in accordance with law, hereby depose and state that:</w:t>
      </w:r>
      <w:r w:rsidR="00F31678" w:rsidRPr="0071784D">
        <w:rPr>
          <w:rFonts w:ascii="Arial" w:hAnsi="Arial" w:cs="Arial"/>
        </w:rPr>
        <w:t xml:space="preserve"> </w:t>
      </w:r>
    </w:p>
    <w:p w14:paraId="5AF73621" w14:textId="77777777" w:rsidR="001E7CE6" w:rsidRPr="0071784D" w:rsidRDefault="001E7CE6" w:rsidP="002D6AA7">
      <w:pPr>
        <w:pStyle w:val="ListParagraph"/>
        <w:spacing w:line="240" w:lineRule="auto"/>
        <w:ind w:left="0" w:right="-333"/>
        <w:jc w:val="both"/>
        <w:rPr>
          <w:rFonts w:ascii="Arial" w:hAnsi="Arial" w:cs="Arial"/>
        </w:rPr>
      </w:pPr>
    </w:p>
    <w:p w14:paraId="58E47271" w14:textId="26A259B0" w:rsidR="001E7CE6" w:rsidRPr="0071784D" w:rsidRDefault="001E7CE6" w:rsidP="001E7CE6">
      <w:pPr>
        <w:pStyle w:val="ListParagraph"/>
        <w:numPr>
          <w:ilvl w:val="0"/>
          <w:numId w:val="9"/>
        </w:numPr>
        <w:spacing w:line="240" w:lineRule="auto"/>
        <w:ind w:right="-333"/>
        <w:jc w:val="both"/>
        <w:rPr>
          <w:rFonts w:ascii="Arial" w:hAnsi="Arial" w:cs="Arial"/>
        </w:rPr>
      </w:pPr>
      <w:r w:rsidRPr="0071784D">
        <w:rPr>
          <w:rFonts w:ascii="Arial" w:hAnsi="Arial" w:cs="Arial"/>
        </w:rPr>
        <w:t xml:space="preserve">I am the </w:t>
      </w:r>
      <w:r w:rsidRPr="0071784D">
        <w:rPr>
          <w:rFonts w:ascii="Arial" w:hAnsi="Arial" w:cs="Arial"/>
          <w:bCs/>
          <w:u w:val="single"/>
        </w:rPr>
        <w:t>Position</w:t>
      </w:r>
      <w:r w:rsidR="00130F35" w:rsidRPr="0071784D">
        <w:rPr>
          <w:rFonts w:ascii="Arial" w:hAnsi="Arial" w:cs="Arial"/>
          <w:bCs/>
          <w:u w:val="single"/>
        </w:rPr>
        <w:t>/Designation</w:t>
      </w:r>
      <w:r w:rsidR="00130F35" w:rsidRPr="0071784D">
        <w:rPr>
          <w:rFonts w:ascii="Arial" w:hAnsi="Arial" w:cs="Arial"/>
          <w:bCs/>
        </w:rPr>
        <w:t xml:space="preserve"> </w:t>
      </w:r>
      <w:r w:rsidRPr="0071784D">
        <w:rPr>
          <w:rFonts w:ascii="Arial" w:hAnsi="Arial" w:cs="Arial"/>
        </w:rPr>
        <w:t xml:space="preserve">of </w:t>
      </w:r>
      <w:r w:rsidRPr="0071784D">
        <w:rPr>
          <w:rFonts w:ascii="Arial" w:hAnsi="Arial" w:cs="Arial"/>
          <w:b/>
          <w:bCs/>
          <w:u w:val="single"/>
        </w:rPr>
        <w:t xml:space="preserve">Name of </w:t>
      </w:r>
      <w:r w:rsidR="00130F35" w:rsidRPr="0071784D">
        <w:rPr>
          <w:rFonts w:ascii="Arial" w:hAnsi="Arial" w:cs="Arial"/>
          <w:b/>
          <w:bCs/>
          <w:u w:val="single"/>
        </w:rPr>
        <w:t>Organization</w:t>
      </w:r>
      <w:r w:rsidRPr="0071784D">
        <w:rPr>
          <w:rFonts w:ascii="Arial" w:hAnsi="Arial" w:cs="Arial"/>
        </w:rPr>
        <w:t xml:space="preserve"> with </w:t>
      </w:r>
      <w:r w:rsidR="00A65A3F" w:rsidRPr="0071784D">
        <w:rPr>
          <w:rFonts w:ascii="Arial" w:hAnsi="Arial" w:cs="Arial"/>
          <w:i/>
        </w:rPr>
        <w:t>registered</w:t>
      </w:r>
      <w:r w:rsidR="00A65A3F" w:rsidRPr="0071784D">
        <w:rPr>
          <w:rFonts w:ascii="Arial" w:hAnsi="Arial" w:cs="Arial"/>
        </w:rPr>
        <w:t xml:space="preserve"> </w:t>
      </w:r>
      <w:r w:rsidR="00A65A3F" w:rsidRPr="0071784D">
        <w:rPr>
          <w:rFonts w:ascii="Arial" w:hAnsi="Arial" w:cs="Arial"/>
          <w:i/>
        </w:rPr>
        <w:t>principal office</w:t>
      </w:r>
      <w:r w:rsidR="00A65A3F" w:rsidRPr="0071784D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</w:rPr>
        <w:t>address at ____________________________________, having been in the same position since ___________________.</w:t>
      </w:r>
    </w:p>
    <w:p w14:paraId="4F074CD0" w14:textId="77777777" w:rsidR="001E7CE6" w:rsidRPr="0071784D" w:rsidRDefault="001E7CE6" w:rsidP="001E7CE6">
      <w:pPr>
        <w:pStyle w:val="ListParagraph"/>
        <w:spacing w:line="240" w:lineRule="auto"/>
        <w:ind w:right="-333"/>
        <w:jc w:val="both"/>
        <w:rPr>
          <w:rFonts w:ascii="Arial" w:hAnsi="Arial" w:cs="Arial"/>
        </w:rPr>
      </w:pPr>
      <w:bookmarkStart w:id="0" w:name="_GoBack"/>
      <w:bookmarkEnd w:id="0"/>
    </w:p>
    <w:p w14:paraId="661AB9C0" w14:textId="02F0F07A" w:rsidR="001E7CE6" w:rsidRPr="0071784D" w:rsidRDefault="0071784D" w:rsidP="001E7CE6">
      <w:pPr>
        <w:pStyle w:val="ListParagraph"/>
        <w:numPr>
          <w:ilvl w:val="0"/>
          <w:numId w:val="9"/>
        </w:numPr>
        <w:spacing w:line="240" w:lineRule="auto"/>
        <w:ind w:right="-333"/>
        <w:jc w:val="both"/>
        <w:rPr>
          <w:rFonts w:ascii="Arial" w:hAnsi="Arial" w:cs="Arial"/>
        </w:rPr>
      </w:pPr>
      <w:r w:rsidRPr="0071784D">
        <w:rPr>
          <w:rFonts w:ascii="Arial" w:hAnsi="Arial" w:cs="Arial"/>
        </w:rPr>
        <w:t xml:space="preserve">The </w:t>
      </w:r>
      <w:r w:rsidRPr="0071784D">
        <w:rPr>
          <w:rFonts w:ascii="Arial" w:hAnsi="Arial" w:cs="Arial"/>
          <w:u w:val="single"/>
        </w:rPr>
        <w:t>Name of the Organization</w:t>
      </w:r>
      <w:r w:rsidRPr="0071784D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  <w:i/>
        </w:rPr>
        <w:t>is submitting</w:t>
      </w:r>
      <w:r w:rsidRPr="0071784D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  <w:i/>
        </w:rPr>
        <w:t>the</w:t>
      </w:r>
      <w:r w:rsidRPr="0071784D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  <w:i/>
        </w:rPr>
        <w:t>proposed</w:t>
      </w:r>
      <w:r w:rsidRPr="0071784D">
        <w:rPr>
          <w:rFonts w:ascii="Arial" w:hAnsi="Arial" w:cs="Arial"/>
        </w:rPr>
        <w:t xml:space="preserve"> research and development</w:t>
      </w:r>
      <w:r w:rsidRPr="0071784D">
        <w:rPr>
          <w:rFonts w:ascii="Arial" w:hAnsi="Arial" w:cs="Arial"/>
          <w:i/>
        </w:rPr>
        <w:t xml:space="preserve"> (R&amp;D)</w:t>
      </w:r>
      <w:r w:rsidRPr="0071784D">
        <w:rPr>
          <w:rFonts w:ascii="Arial" w:hAnsi="Arial" w:cs="Arial"/>
        </w:rPr>
        <w:t xml:space="preserve"> project entitled </w:t>
      </w:r>
      <w:r w:rsidRPr="0071784D">
        <w:rPr>
          <w:rFonts w:ascii="Arial" w:hAnsi="Arial" w:cs="Arial"/>
          <w:u w:val="single"/>
        </w:rPr>
        <w:t>“(Title of the R&amp;D Project)”</w:t>
      </w:r>
      <w:r w:rsidRPr="0071784D">
        <w:rPr>
          <w:rFonts w:ascii="Arial" w:hAnsi="Arial" w:cs="Arial"/>
        </w:rPr>
        <w:t xml:space="preserve"> to the Certification of Specific </w:t>
      </w:r>
      <w:r w:rsidRPr="0071784D">
        <w:rPr>
          <w:rFonts w:ascii="Arial" w:hAnsi="Arial" w:cs="Arial"/>
          <w:i/>
        </w:rPr>
        <w:t>R&amp;D</w:t>
      </w:r>
      <w:r w:rsidRPr="0071784D">
        <w:rPr>
          <w:rFonts w:ascii="Arial" w:hAnsi="Arial" w:cs="Arial"/>
        </w:rPr>
        <w:t xml:space="preserve"> Project </w:t>
      </w:r>
      <w:r w:rsidRPr="0071784D">
        <w:rPr>
          <w:rFonts w:ascii="Arial" w:hAnsi="Arial" w:cs="Arial"/>
          <w:i/>
        </w:rPr>
        <w:t>Service of the Department of Science and Technology</w:t>
      </w:r>
      <w:r>
        <w:rPr>
          <w:rFonts w:ascii="Arial" w:hAnsi="Arial" w:cs="Arial"/>
          <w:i/>
        </w:rPr>
        <w:t xml:space="preserve"> (DOST)</w:t>
      </w:r>
      <w:r w:rsidRPr="0071784D">
        <w:rPr>
          <w:rFonts w:ascii="Arial" w:hAnsi="Arial" w:cs="Arial"/>
          <w:i/>
        </w:rPr>
        <w:t xml:space="preserve"> for certification</w:t>
      </w:r>
      <w:r w:rsidRPr="0071784D">
        <w:rPr>
          <w:rFonts w:ascii="Arial" w:hAnsi="Arial" w:cs="Arial"/>
        </w:rPr>
        <w:t>.</w:t>
      </w:r>
    </w:p>
    <w:p w14:paraId="2A54F410" w14:textId="77777777" w:rsidR="001E7CE6" w:rsidRPr="0071784D" w:rsidRDefault="001E7CE6" w:rsidP="001E7CE6">
      <w:pPr>
        <w:pStyle w:val="ListParagraph"/>
        <w:rPr>
          <w:rFonts w:ascii="Arial" w:hAnsi="Arial" w:cs="Arial"/>
        </w:rPr>
      </w:pPr>
    </w:p>
    <w:p w14:paraId="223DD090" w14:textId="6C2DDEC0" w:rsidR="00EE17E3" w:rsidRPr="0071784D" w:rsidRDefault="0071784D" w:rsidP="001E7CE6">
      <w:pPr>
        <w:pStyle w:val="ListParagraph"/>
        <w:numPr>
          <w:ilvl w:val="0"/>
          <w:numId w:val="9"/>
        </w:numPr>
        <w:spacing w:line="240" w:lineRule="auto"/>
        <w:ind w:right="-333"/>
        <w:jc w:val="both"/>
        <w:rPr>
          <w:rFonts w:ascii="Arial" w:hAnsi="Arial" w:cs="Arial"/>
          <w:i/>
        </w:rPr>
      </w:pPr>
      <w:r w:rsidRPr="0071784D">
        <w:rPr>
          <w:rFonts w:ascii="Arial" w:hAnsi="Arial" w:cs="Arial"/>
        </w:rPr>
        <w:t xml:space="preserve">I serve as the </w:t>
      </w:r>
      <w:r w:rsidRPr="0071784D">
        <w:rPr>
          <w:rFonts w:ascii="Arial" w:hAnsi="Arial" w:cs="Arial"/>
          <w:u w:val="single"/>
        </w:rPr>
        <w:t>project leader/lead researcher/researcher</w:t>
      </w:r>
      <w:r w:rsidRPr="0071784D">
        <w:rPr>
          <w:rFonts w:ascii="Arial" w:hAnsi="Arial" w:cs="Arial"/>
        </w:rPr>
        <w:t xml:space="preserve"> of the above</w:t>
      </w:r>
      <w:r>
        <w:rPr>
          <w:rFonts w:ascii="Arial" w:hAnsi="Arial" w:cs="Arial"/>
        </w:rPr>
        <w:t>-</w:t>
      </w:r>
      <w:r w:rsidRPr="0071784D">
        <w:rPr>
          <w:rFonts w:ascii="Arial" w:hAnsi="Arial" w:cs="Arial"/>
        </w:rPr>
        <w:t xml:space="preserve">mentioned </w:t>
      </w:r>
      <w:r w:rsidRPr="0071784D">
        <w:rPr>
          <w:rFonts w:ascii="Arial" w:hAnsi="Arial" w:cs="Arial"/>
          <w:i/>
        </w:rPr>
        <w:t>proposed</w:t>
      </w:r>
      <w:r w:rsidRPr="0071784D">
        <w:rPr>
          <w:rFonts w:ascii="Arial" w:hAnsi="Arial" w:cs="Arial"/>
        </w:rPr>
        <w:t xml:space="preserve"> R&amp;D project being applied for certification.</w:t>
      </w:r>
    </w:p>
    <w:p w14:paraId="3876F9BB" w14:textId="77777777" w:rsidR="00EE17E3" w:rsidRPr="0071784D" w:rsidRDefault="00EE17E3" w:rsidP="00EE17E3">
      <w:pPr>
        <w:pStyle w:val="ListParagraph"/>
        <w:rPr>
          <w:rFonts w:ascii="Arial" w:hAnsi="Arial" w:cs="Arial"/>
        </w:rPr>
      </w:pPr>
    </w:p>
    <w:p w14:paraId="1823C037" w14:textId="1BCB96AE" w:rsidR="001E7CE6" w:rsidRPr="0071784D" w:rsidRDefault="0071784D" w:rsidP="001E7CE6">
      <w:pPr>
        <w:pStyle w:val="ListParagraph"/>
        <w:numPr>
          <w:ilvl w:val="0"/>
          <w:numId w:val="9"/>
        </w:numPr>
        <w:spacing w:line="240" w:lineRule="auto"/>
        <w:ind w:right="-333"/>
        <w:jc w:val="both"/>
        <w:rPr>
          <w:rFonts w:ascii="Arial" w:hAnsi="Arial" w:cs="Arial"/>
        </w:rPr>
      </w:pPr>
      <w:bookmarkStart w:id="1" w:name="_Hlk24446844"/>
      <w:r w:rsidRPr="0071784D">
        <w:rPr>
          <w:rFonts w:ascii="Arial" w:hAnsi="Arial" w:cs="Arial"/>
        </w:rPr>
        <w:t>The proposed</w:t>
      </w:r>
      <w:r w:rsidRPr="0071784D">
        <w:rPr>
          <w:rFonts w:ascii="Arial" w:hAnsi="Arial" w:cs="Arial"/>
          <w:b/>
          <w:bCs/>
        </w:rPr>
        <w:t xml:space="preserve"> </w:t>
      </w:r>
      <w:r w:rsidRPr="0071784D">
        <w:rPr>
          <w:rFonts w:ascii="Arial" w:hAnsi="Arial" w:cs="Arial"/>
        </w:rPr>
        <w:t xml:space="preserve">specific </w:t>
      </w:r>
      <w:r w:rsidRPr="0071784D">
        <w:rPr>
          <w:rFonts w:ascii="Arial" w:hAnsi="Arial" w:cs="Arial"/>
          <w:i/>
        </w:rPr>
        <w:t>R&amp;D</w:t>
      </w:r>
      <w:r w:rsidRPr="0071784D">
        <w:rPr>
          <w:rFonts w:ascii="Arial" w:hAnsi="Arial" w:cs="Arial"/>
        </w:rPr>
        <w:t xml:space="preserve"> project is being implemented for scientific pursuit/advancement and </w:t>
      </w:r>
      <w:r w:rsidR="006870DD">
        <w:rPr>
          <w:rFonts w:ascii="Arial" w:hAnsi="Arial" w:cs="Arial"/>
          <w:i/>
        </w:rPr>
        <w:t xml:space="preserve">adheres to the provisions of the current certification guidelines </w:t>
      </w:r>
      <w:r w:rsidR="006870DD" w:rsidRPr="006870DD">
        <w:rPr>
          <w:rFonts w:ascii="Arial" w:hAnsi="Arial" w:cs="Arial"/>
          <w:i/>
        </w:rPr>
        <w:t xml:space="preserve">in accordance with Republic Act No. 2067, as amended by RA No. 3589 </w:t>
      </w:r>
      <w:r w:rsidR="006870DD">
        <w:rPr>
          <w:rFonts w:ascii="Arial" w:hAnsi="Arial" w:cs="Arial"/>
          <w:i/>
        </w:rPr>
        <w:t xml:space="preserve">and </w:t>
      </w:r>
      <w:r w:rsidRPr="00DF2C18">
        <w:rPr>
          <w:rFonts w:ascii="Arial" w:hAnsi="Arial" w:cs="Arial"/>
          <w:i/>
        </w:rPr>
        <w:t>align</w:t>
      </w:r>
      <w:r w:rsidR="00DF2C18">
        <w:rPr>
          <w:rFonts w:ascii="Arial" w:hAnsi="Arial" w:cs="Arial"/>
          <w:i/>
        </w:rPr>
        <w:t>s</w:t>
      </w:r>
      <w:r w:rsidRPr="00DF2C18">
        <w:rPr>
          <w:rFonts w:ascii="Arial" w:hAnsi="Arial" w:cs="Arial"/>
          <w:i/>
        </w:rPr>
        <w:t xml:space="preserve"> with </w:t>
      </w:r>
      <w:r w:rsidR="00DF2C18" w:rsidRPr="00DF2C18">
        <w:rPr>
          <w:rFonts w:ascii="Arial" w:hAnsi="Arial" w:cs="Arial"/>
          <w:i/>
        </w:rPr>
        <w:t xml:space="preserve">and supports </w:t>
      </w:r>
      <w:r w:rsidRPr="00DF2C18">
        <w:rPr>
          <w:rFonts w:ascii="Arial" w:hAnsi="Arial" w:cs="Arial"/>
          <w:i/>
        </w:rPr>
        <w:t xml:space="preserve">the </w:t>
      </w:r>
      <w:bookmarkEnd w:id="1"/>
      <w:r w:rsidRPr="00DF2C18">
        <w:rPr>
          <w:rFonts w:ascii="Arial" w:hAnsi="Arial" w:cs="Arial"/>
          <w:i/>
        </w:rPr>
        <w:t>current</w:t>
      </w:r>
      <w:r w:rsidRPr="0071784D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  <w:i/>
        </w:rPr>
        <w:t>thrusts and priorities</w:t>
      </w:r>
      <w:r w:rsidRPr="0071784D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  <w:i/>
        </w:rPr>
        <w:t>of the</w:t>
      </w:r>
      <w:r w:rsidRPr="0071784D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DOST</w:t>
      </w:r>
      <w:r w:rsidRPr="0071784D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  <w:i/>
        </w:rPr>
        <w:t>and the S&amp;T activities classified by the General Appropriations Act (GAA).</w:t>
      </w:r>
    </w:p>
    <w:p w14:paraId="2E91AC83" w14:textId="77777777" w:rsidR="00C2135B" w:rsidRPr="0071784D" w:rsidRDefault="00C2135B" w:rsidP="00C2135B">
      <w:pPr>
        <w:pStyle w:val="ListParagraph"/>
        <w:rPr>
          <w:rFonts w:ascii="Arial" w:hAnsi="Arial" w:cs="Arial"/>
        </w:rPr>
      </w:pPr>
    </w:p>
    <w:p w14:paraId="76194AB1" w14:textId="3A98D3F7" w:rsidR="00035244" w:rsidRPr="006870DD" w:rsidRDefault="0071784D" w:rsidP="006870DD">
      <w:pPr>
        <w:pStyle w:val="ListParagraph"/>
        <w:numPr>
          <w:ilvl w:val="0"/>
          <w:numId w:val="9"/>
        </w:numPr>
        <w:spacing w:line="240" w:lineRule="auto"/>
        <w:ind w:right="-333"/>
        <w:jc w:val="both"/>
        <w:rPr>
          <w:rFonts w:ascii="Arial" w:hAnsi="Arial" w:cs="Arial"/>
        </w:rPr>
      </w:pPr>
      <w:r w:rsidRPr="0071784D">
        <w:rPr>
          <w:rFonts w:ascii="Arial" w:hAnsi="Arial" w:cs="Arial"/>
        </w:rPr>
        <w:t>The proposed</w:t>
      </w:r>
      <w:r w:rsidRPr="0071784D">
        <w:rPr>
          <w:rFonts w:ascii="Arial" w:hAnsi="Arial" w:cs="Arial"/>
          <w:b/>
          <w:bCs/>
        </w:rPr>
        <w:t xml:space="preserve"> </w:t>
      </w:r>
      <w:r w:rsidRPr="0071784D">
        <w:rPr>
          <w:rFonts w:ascii="Arial" w:hAnsi="Arial" w:cs="Arial"/>
        </w:rPr>
        <w:t xml:space="preserve">specific </w:t>
      </w:r>
      <w:r w:rsidR="006870DD" w:rsidRPr="006870DD">
        <w:rPr>
          <w:rFonts w:ascii="Arial" w:hAnsi="Arial" w:cs="Arial"/>
          <w:i/>
        </w:rPr>
        <w:t>R&amp;D</w:t>
      </w:r>
      <w:r w:rsidR="006870DD" w:rsidRPr="006870DD">
        <w:rPr>
          <w:rFonts w:ascii="Arial" w:hAnsi="Arial" w:cs="Arial"/>
        </w:rPr>
        <w:t xml:space="preserve"> project to be implemented by the </w:t>
      </w:r>
      <w:r w:rsidR="006870DD" w:rsidRPr="006870DD">
        <w:rPr>
          <w:rFonts w:ascii="Arial" w:hAnsi="Arial" w:cs="Arial"/>
          <w:u w:val="single"/>
        </w:rPr>
        <w:t>Name of Organization</w:t>
      </w:r>
      <w:r w:rsidR="006870DD" w:rsidRPr="006870DD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</w:rPr>
        <w:t xml:space="preserve">is an actual </w:t>
      </w:r>
      <w:r w:rsidR="006870DD" w:rsidRPr="006870DD">
        <w:rPr>
          <w:rFonts w:ascii="Arial" w:hAnsi="Arial" w:cs="Arial"/>
          <w:i/>
        </w:rPr>
        <w:t>R&amp;D</w:t>
      </w:r>
      <w:r w:rsidR="006870DD" w:rsidRPr="006870DD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</w:rPr>
        <w:t>project and is not a mere conduit for receiving monetary grants from any funding agency of the government.</w:t>
      </w:r>
    </w:p>
    <w:p w14:paraId="43536475" w14:textId="77777777" w:rsidR="00035244" w:rsidRPr="0071784D" w:rsidRDefault="00035244" w:rsidP="00035244">
      <w:pPr>
        <w:pStyle w:val="ListParagraph"/>
        <w:spacing w:line="240" w:lineRule="auto"/>
        <w:ind w:right="-333"/>
        <w:jc w:val="both"/>
        <w:rPr>
          <w:rFonts w:ascii="Arial" w:hAnsi="Arial" w:cs="Arial"/>
        </w:rPr>
      </w:pPr>
    </w:p>
    <w:p w14:paraId="2C2EC6AB" w14:textId="05EA0943" w:rsidR="00EE17E3" w:rsidRPr="006870DD" w:rsidRDefault="006870DD" w:rsidP="008D0C06">
      <w:pPr>
        <w:pStyle w:val="ListParagraph"/>
        <w:numPr>
          <w:ilvl w:val="0"/>
          <w:numId w:val="9"/>
        </w:numPr>
        <w:spacing w:line="240" w:lineRule="auto"/>
        <w:ind w:right="-333"/>
        <w:jc w:val="both"/>
        <w:rPr>
          <w:rFonts w:ascii="Arial" w:hAnsi="Arial" w:cs="Arial"/>
        </w:rPr>
      </w:pPr>
      <w:r w:rsidRPr="006870DD">
        <w:rPr>
          <w:rFonts w:ascii="Arial" w:hAnsi="Arial" w:cs="Arial"/>
        </w:rPr>
        <w:t xml:space="preserve">The </w:t>
      </w:r>
      <w:r w:rsidRPr="006870DD">
        <w:rPr>
          <w:rFonts w:ascii="Arial" w:hAnsi="Arial" w:cs="Arial"/>
          <w:u w:val="single"/>
        </w:rPr>
        <w:t>Name of Organization</w:t>
      </w:r>
      <w:r>
        <w:rPr>
          <w:rFonts w:ascii="Arial" w:hAnsi="Arial" w:cs="Arial"/>
          <w:u w:val="single"/>
        </w:rPr>
        <w:t>,</w:t>
      </w:r>
      <w:r w:rsidRPr="006870DD">
        <w:rPr>
          <w:rFonts w:ascii="Arial" w:hAnsi="Arial" w:cs="Arial"/>
        </w:rPr>
        <w:t xml:space="preserve"> its officers</w:t>
      </w:r>
      <w:r>
        <w:rPr>
          <w:rFonts w:ascii="Arial" w:hAnsi="Arial" w:cs="Arial"/>
        </w:rPr>
        <w:t xml:space="preserve">, and </w:t>
      </w:r>
      <w:r w:rsidRPr="006870DD">
        <w:rPr>
          <w:rFonts w:ascii="Arial" w:hAnsi="Arial" w:cs="Arial"/>
        </w:rPr>
        <w:t xml:space="preserve">researchers are aware of the rules and regulations governing the </w:t>
      </w:r>
      <w:r w:rsidRPr="006870DD">
        <w:rPr>
          <w:rFonts w:ascii="Arial" w:hAnsi="Arial" w:cs="Arial"/>
          <w:i/>
        </w:rPr>
        <w:t>DOST</w:t>
      </w:r>
      <w:r>
        <w:rPr>
          <w:rFonts w:ascii="Arial" w:hAnsi="Arial" w:cs="Arial"/>
        </w:rPr>
        <w:t xml:space="preserve"> C</w:t>
      </w:r>
      <w:r w:rsidRPr="006870DD">
        <w:rPr>
          <w:rFonts w:ascii="Arial" w:hAnsi="Arial" w:cs="Arial"/>
        </w:rPr>
        <w:t xml:space="preserve">ertification of </w:t>
      </w:r>
      <w:r>
        <w:rPr>
          <w:rFonts w:ascii="Arial" w:hAnsi="Arial" w:cs="Arial"/>
        </w:rPr>
        <w:t>S</w:t>
      </w:r>
      <w:r w:rsidRPr="006870DD">
        <w:rPr>
          <w:rFonts w:ascii="Arial" w:hAnsi="Arial" w:cs="Arial"/>
        </w:rPr>
        <w:t xml:space="preserve">pecific </w:t>
      </w:r>
      <w:r w:rsidRPr="006870DD">
        <w:rPr>
          <w:rFonts w:ascii="Arial" w:hAnsi="Arial" w:cs="Arial"/>
          <w:i/>
        </w:rPr>
        <w:t>R&amp;D</w:t>
      </w:r>
      <w:r w:rsidRPr="006870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6870DD">
        <w:rPr>
          <w:rFonts w:ascii="Arial" w:hAnsi="Arial" w:cs="Arial"/>
        </w:rPr>
        <w:t>roject</w:t>
      </w:r>
      <w:r w:rsidR="00DF2C18">
        <w:rPr>
          <w:rFonts w:ascii="Arial" w:hAnsi="Arial" w:cs="Arial"/>
        </w:rPr>
        <w:t xml:space="preserve">, </w:t>
      </w:r>
      <w:r w:rsidR="00DF2C18" w:rsidRPr="00DF2C18">
        <w:rPr>
          <w:rFonts w:ascii="Arial" w:hAnsi="Arial" w:cs="Arial"/>
          <w:i/>
        </w:rPr>
        <w:t>commit to</w:t>
      </w:r>
      <w:r w:rsidR="00DF2C18" w:rsidRPr="00DF2C18">
        <w:rPr>
          <w:rFonts w:ascii="Arial" w:hAnsi="Arial" w:cs="Arial"/>
        </w:rPr>
        <w:t xml:space="preserve"> abide by</w:t>
      </w:r>
      <w:r w:rsidR="00DF2C18" w:rsidRPr="00DF2C18">
        <w:rPr>
          <w:rFonts w:ascii="Arial" w:hAnsi="Arial" w:cs="Arial"/>
          <w:i/>
        </w:rPr>
        <w:t xml:space="preserve"> the concomitant responsibilities for the issued certification specified in Annex A of this document</w:t>
      </w:r>
      <w:r w:rsidR="00DF2C18">
        <w:rPr>
          <w:rFonts w:ascii="Arial" w:hAnsi="Arial" w:cs="Arial"/>
          <w:i/>
        </w:rPr>
        <w:t>,</w:t>
      </w:r>
      <w:r w:rsidRPr="006870DD">
        <w:rPr>
          <w:rFonts w:ascii="Arial" w:hAnsi="Arial" w:cs="Arial"/>
        </w:rPr>
        <w:t xml:space="preserve"> and </w:t>
      </w:r>
      <w:bookmarkStart w:id="2" w:name="_Hlk188453384"/>
      <w:r w:rsidRPr="006870DD">
        <w:rPr>
          <w:rFonts w:ascii="Arial" w:hAnsi="Arial" w:cs="Arial"/>
        </w:rPr>
        <w:t xml:space="preserve">understand that </w:t>
      </w:r>
      <w:bookmarkEnd w:id="2"/>
      <w:r w:rsidRPr="006870DD">
        <w:rPr>
          <w:rFonts w:ascii="Arial" w:hAnsi="Arial" w:cs="Arial"/>
        </w:rPr>
        <w:t xml:space="preserve">failure to comply with and/or violation thereof shall result </w:t>
      </w:r>
      <w:r w:rsidR="00DF2C18" w:rsidRPr="00DF2C18">
        <w:rPr>
          <w:rFonts w:ascii="Arial" w:hAnsi="Arial" w:cs="Arial"/>
          <w:i/>
        </w:rPr>
        <w:t>in</w:t>
      </w:r>
      <w:r w:rsidRPr="006870DD">
        <w:rPr>
          <w:rFonts w:ascii="Arial" w:hAnsi="Arial" w:cs="Arial"/>
        </w:rPr>
        <w:t xml:space="preserve"> the </w:t>
      </w:r>
      <w:r w:rsidR="00DF2C18" w:rsidRPr="006870DD">
        <w:rPr>
          <w:rFonts w:ascii="Arial" w:hAnsi="Arial" w:cs="Arial"/>
        </w:rPr>
        <w:t xml:space="preserve">suspension or </w:t>
      </w:r>
      <w:r w:rsidRPr="006870DD">
        <w:rPr>
          <w:rFonts w:ascii="Arial" w:hAnsi="Arial" w:cs="Arial"/>
        </w:rPr>
        <w:t>revocation of the issued certification, and may be penalized accordingly.</w:t>
      </w:r>
    </w:p>
    <w:p w14:paraId="7C0F3650" w14:textId="77777777" w:rsidR="00CD442F" w:rsidRPr="0071784D" w:rsidRDefault="00CD442F" w:rsidP="00CD442F">
      <w:pPr>
        <w:pStyle w:val="ListParagraph"/>
        <w:rPr>
          <w:rFonts w:ascii="Arial" w:hAnsi="Arial" w:cs="Arial"/>
        </w:rPr>
      </w:pPr>
    </w:p>
    <w:p w14:paraId="6EA3939F" w14:textId="77777777" w:rsidR="00CD442F" w:rsidRPr="0071784D" w:rsidRDefault="00CD442F" w:rsidP="008D412F">
      <w:pPr>
        <w:pStyle w:val="ListParagraph"/>
        <w:numPr>
          <w:ilvl w:val="0"/>
          <w:numId w:val="9"/>
        </w:numPr>
        <w:spacing w:line="240" w:lineRule="auto"/>
        <w:ind w:right="-333"/>
        <w:jc w:val="both"/>
        <w:rPr>
          <w:rFonts w:ascii="Arial" w:hAnsi="Arial" w:cs="Arial"/>
        </w:rPr>
      </w:pPr>
      <w:r w:rsidRPr="0071784D">
        <w:rPr>
          <w:rFonts w:ascii="Arial" w:hAnsi="Arial" w:cs="Arial"/>
        </w:rPr>
        <w:t>I am executing this affidavit to attest to the truth and veracity of the foregoing and for whatever legal purpose it may serve.</w:t>
      </w:r>
    </w:p>
    <w:p w14:paraId="14631EA5" w14:textId="77777777" w:rsidR="00CD442F" w:rsidRPr="0071784D" w:rsidRDefault="00CD442F" w:rsidP="00CD442F">
      <w:pPr>
        <w:pStyle w:val="ListParagraph"/>
        <w:rPr>
          <w:rFonts w:ascii="Arial" w:hAnsi="Arial" w:cs="Arial"/>
        </w:rPr>
      </w:pPr>
    </w:p>
    <w:p w14:paraId="399B585D" w14:textId="6CB4AC1E" w:rsidR="00CD442F" w:rsidRPr="0071784D" w:rsidRDefault="00CD442F" w:rsidP="00CD442F">
      <w:pPr>
        <w:spacing w:line="240" w:lineRule="auto"/>
        <w:ind w:right="-333"/>
        <w:jc w:val="both"/>
        <w:rPr>
          <w:rFonts w:ascii="Arial" w:hAnsi="Arial" w:cs="Arial"/>
        </w:rPr>
      </w:pPr>
      <w:r w:rsidRPr="0071784D">
        <w:rPr>
          <w:rFonts w:ascii="Arial" w:hAnsi="Arial" w:cs="Arial"/>
        </w:rPr>
        <w:t xml:space="preserve">IN WITNESS WHEREOF, I have hereunto </w:t>
      </w:r>
      <w:r w:rsidR="008D3B0F" w:rsidRPr="0071784D">
        <w:rPr>
          <w:rFonts w:ascii="Arial" w:hAnsi="Arial" w:cs="Arial"/>
        </w:rPr>
        <w:t>set</w:t>
      </w:r>
      <w:r w:rsidRPr="0071784D">
        <w:rPr>
          <w:rFonts w:ascii="Arial" w:hAnsi="Arial" w:cs="Arial"/>
        </w:rPr>
        <w:t xml:space="preserve"> my </w:t>
      </w:r>
      <w:r w:rsidR="008D3B0F" w:rsidRPr="0071784D">
        <w:rPr>
          <w:rFonts w:ascii="Arial" w:hAnsi="Arial" w:cs="Arial"/>
        </w:rPr>
        <w:t>hand</w:t>
      </w:r>
      <w:r w:rsidRPr="0071784D">
        <w:rPr>
          <w:rFonts w:ascii="Arial" w:hAnsi="Arial" w:cs="Arial"/>
        </w:rPr>
        <w:t xml:space="preserve"> this ___ day of __________ 20__</w:t>
      </w:r>
      <w:r w:rsidR="008D3B0F" w:rsidRPr="0071784D">
        <w:rPr>
          <w:rFonts w:ascii="Arial" w:hAnsi="Arial" w:cs="Arial"/>
        </w:rPr>
        <w:t xml:space="preserve"> at ___________________, Philippines.</w:t>
      </w:r>
    </w:p>
    <w:p w14:paraId="1F9CDA4D" w14:textId="77777777" w:rsidR="00DF2C18" w:rsidRDefault="00DF2C18" w:rsidP="00CD442F">
      <w:pPr>
        <w:spacing w:after="0" w:line="240" w:lineRule="auto"/>
        <w:ind w:right="-333"/>
        <w:jc w:val="right"/>
        <w:rPr>
          <w:rFonts w:ascii="Arial" w:hAnsi="Arial" w:cs="Arial"/>
        </w:rPr>
      </w:pPr>
    </w:p>
    <w:p w14:paraId="524132DF" w14:textId="77777777" w:rsidR="00DF2C18" w:rsidRDefault="00DF2C18" w:rsidP="00CD442F">
      <w:pPr>
        <w:spacing w:after="0" w:line="240" w:lineRule="auto"/>
        <w:ind w:right="-333"/>
        <w:jc w:val="right"/>
        <w:rPr>
          <w:rFonts w:ascii="Arial" w:hAnsi="Arial" w:cs="Arial"/>
        </w:rPr>
      </w:pPr>
    </w:p>
    <w:p w14:paraId="4B87C2B4" w14:textId="5F6F7750" w:rsidR="00CD442F" w:rsidRPr="0071784D" w:rsidRDefault="00CD442F" w:rsidP="00CD442F">
      <w:pPr>
        <w:spacing w:after="0" w:line="240" w:lineRule="auto"/>
        <w:ind w:right="-333"/>
        <w:jc w:val="right"/>
        <w:rPr>
          <w:rFonts w:ascii="Arial" w:hAnsi="Arial" w:cs="Arial"/>
        </w:rPr>
      </w:pPr>
      <w:r w:rsidRPr="0071784D">
        <w:rPr>
          <w:rFonts w:ascii="Arial" w:hAnsi="Arial" w:cs="Arial"/>
        </w:rPr>
        <w:t>_</w:t>
      </w:r>
      <w:r w:rsidR="008D3B0F" w:rsidRPr="0071784D">
        <w:rPr>
          <w:rFonts w:ascii="Arial" w:hAnsi="Arial" w:cs="Arial"/>
        </w:rPr>
        <w:t>_______</w:t>
      </w:r>
      <w:r w:rsidRPr="0071784D">
        <w:rPr>
          <w:rFonts w:ascii="Arial" w:hAnsi="Arial" w:cs="Arial"/>
        </w:rPr>
        <w:t>__</w:t>
      </w:r>
      <w:r w:rsidR="004E2DF7" w:rsidRPr="0071784D">
        <w:rPr>
          <w:rFonts w:ascii="Arial" w:hAnsi="Arial" w:cs="Arial"/>
        </w:rPr>
        <w:t>______</w:t>
      </w:r>
      <w:r w:rsidRPr="0071784D">
        <w:rPr>
          <w:rFonts w:ascii="Arial" w:hAnsi="Arial" w:cs="Arial"/>
        </w:rPr>
        <w:t>______________________</w:t>
      </w:r>
    </w:p>
    <w:p w14:paraId="32455B8B" w14:textId="77777777" w:rsidR="00CD442F" w:rsidRPr="0071784D" w:rsidRDefault="004E2DF7" w:rsidP="004E2DF7">
      <w:pPr>
        <w:spacing w:after="0" w:line="240" w:lineRule="auto"/>
        <w:ind w:left="5760" w:right="-333" w:firstLine="720"/>
        <w:rPr>
          <w:rFonts w:ascii="Arial" w:hAnsi="Arial" w:cs="Arial"/>
        </w:rPr>
      </w:pPr>
      <w:r w:rsidRPr="0071784D">
        <w:rPr>
          <w:rFonts w:ascii="Arial" w:hAnsi="Arial" w:cs="Arial"/>
        </w:rPr>
        <w:t xml:space="preserve">       </w:t>
      </w:r>
      <w:r w:rsidR="00CD442F" w:rsidRPr="0071784D">
        <w:rPr>
          <w:rFonts w:ascii="Arial" w:hAnsi="Arial" w:cs="Arial"/>
        </w:rPr>
        <w:t xml:space="preserve">Affiant </w:t>
      </w:r>
    </w:p>
    <w:p w14:paraId="6190569E" w14:textId="77777777" w:rsidR="002C4542" w:rsidRPr="0071784D" w:rsidRDefault="002C4542" w:rsidP="002C4542">
      <w:pPr>
        <w:spacing w:after="0" w:line="240" w:lineRule="auto"/>
        <w:ind w:right="-513"/>
        <w:rPr>
          <w:rFonts w:ascii="Arial" w:hAnsi="Arial" w:cs="Arial"/>
        </w:rPr>
      </w:pPr>
    </w:p>
    <w:tbl>
      <w:tblPr>
        <w:tblStyle w:val="TableGrid"/>
        <w:tblW w:w="4961" w:type="dxa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410"/>
      </w:tblGrid>
      <w:tr w:rsidR="002C4542" w:rsidRPr="0071784D" w14:paraId="6FB84934" w14:textId="77777777" w:rsidTr="00AE5413">
        <w:tc>
          <w:tcPr>
            <w:tcW w:w="2551" w:type="dxa"/>
            <w:vAlign w:val="center"/>
          </w:tcPr>
          <w:p w14:paraId="6F818A2A" w14:textId="5DB753B1" w:rsidR="002C4542" w:rsidRPr="0071784D" w:rsidRDefault="002C4542" w:rsidP="00AE5413">
            <w:pPr>
              <w:spacing w:after="0" w:line="240" w:lineRule="auto"/>
              <w:rPr>
                <w:rFonts w:ascii="Arial" w:hAnsi="Arial" w:cs="Arial"/>
              </w:rPr>
            </w:pPr>
            <w:r w:rsidRPr="0071784D">
              <w:rPr>
                <w:rFonts w:ascii="Arial" w:hAnsi="Arial" w:cs="Arial"/>
              </w:rPr>
              <w:t>Government Issued ID: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79E51E3" w14:textId="77777777" w:rsidR="002C4542" w:rsidRPr="0071784D" w:rsidRDefault="002C4542" w:rsidP="00E76D6F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</w:p>
        </w:tc>
      </w:tr>
      <w:tr w:rsidR="002C4542" w:rsidRPr="0071784D" w14:paraId="5C929E30" w14:textId="77777777" w:rsidTr="00AE5413">
        <w:tc>
          <w:tcPr>
            <w:tcW w:w="2551" w:type="dxa"/>
            <w:vAlign w:val="center"/>
          </w:tcPr>
          <w:p w14:paraId="0BDD44A2" w14:textId="2A3576E1" w:rsidR="002C4542" w:rsidRPr="0071784D" w:rsidRDefault="002C4542" w:rsidP="00AE5413">
            <w:pPr>
              <w:spacing w:after="0" w:line="240" w:lineRule="auto"/>
              <w:ind w:right="7"/>
              <w:rPr>
                <w:rFonts w:ascii="Arial" w:hAnsi="Arial" w:cs="Arial"/>
              </w:rPr>
            </w:pPr>
            <w:r w:rsidRPr="0071784D">
              <w:rPr>
                <w:rFonts w:ascii="Arial" w:hAnsi="Arial" w:cs="Arial"/>
              </w:rPr>
              <w:t>ID No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EAE54" w14:textId="77777777" w:rsidR="002C4542" w:rsidRPr="0071784D" w:rsidRDefault="002C4542" w:rsidP="00E76D6F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</w:p>
        </w:tc>
      </w:tr>
      <w:tr w:rsidR="002C4542" w:rsidRPr="0071784D" w14:paraId="30846D47" w14:textId="77777777" w:rsidTr="00AE5413">
        <w:tc>
          <w:tcPr>
            <w:tcW w:w="2551" w:type="dxa"/>
            <w:vAlign w:val="center"/>
          </w:tcPr>
          <w:p w14:paraId="7FCB70D3" w14:textId="39013DA0" w:rsidR="002C4542" w:rsidRPr="0071784D" w:rsidRDefault="002C4542" w:rsidP="00E76D6F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  <w:r w:rsidRPr="0071784D">
              <w:rPr>
                <w:rFonts w:ascii="Arial" w:hAnsi="Arial" w:cs="Arial"/>
              </w:rPr>
              <w:t>Issued at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4433E" w14:textId="77777777" w:rsidR="002C4542" w:rsidRPr="0071784D" w:rsidRDefault="002C4542" w:rsidP="00E76D6F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</w:p>
        </w:tc>
      </w:tr>
      <w:tr w:rsidR="002C4542" w:rsidRPr="0071784D" w14:paraId="66C0664B" w14:textId="77777777" w:rsidTr="00AE5413">
        <w:tc>
          <w:tcPr>
            <w:tcW w:w="2551" w:type="dxa"/>
            <w:vAlign w:val="center"/>
          </w:tcPr>
          <w:p w14:paraId="636108C5" w14:textId="2646A0A6" w:rsidR="002C4542" w:rsidRPr="0071784D" w:rsidRDefault="002C4542" w:rsidP="00E76D6F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  <w:r w:rsidRPr="0071784D">
              <w:rPr>
                <w:rFonts w:ascii="Arial" w:hAnsi="Arial" w:cs="Arial"/>
              </w:rPr>
              <w:t>Issued on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A4E74" w14:textId="77777777" w:rsidR="002C4542" w:rsidRPr="0071784D" w:rsidRDefault="002C4542" w:rsidP="00E76D6F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</w:p>
        </w:tc>
      </w:tr>
    </w:tbl>
    <w:p w14:paraId="40304733" w14:textId="77777777" w:rsidR="00DF2C18" w:rsidRDefault="00DF2C18" w:rsidP="004E2DF7">
      <w:pPr>
        <w:spacing w:line="240" w:lineRule="auto"/>
        <w:ind w:right="-513"/>
        <w:jc w:val="both"/>
        <w:rPr>
          <w:rFonts w:ascii="Arial" w:hAnsi="Arial" w:cs="Arial"/>
        </w:rPr>
      </w:pPr>
    </w:p>
    <w:p w14:paraId="0ABC20F4" w14:textId="71B82354" w:rsidR="004E2DF7" w:rsidRPr="0071784D" w:rsidRDefault="004E2DF7" w:rsidP="004E2DF7">
      <w:pPr>
        <w:spacing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</w:rPr>
        <w:lastRenderedPageBreak/>
        <w:t>SUBSCRIBED AND SWORN to before me this ____ day of ____________ 20__ at __________________, exhibiting to me his</w:t>
      </w:r>
      <w:r w:rsidR="0060606A" w:rsidRPr="0071784D">
        <w:rPr>
          <w:rFonts w:ascii="Arial" w:hAnsi="Arial" w:cs="Arial"/>
        </w:rPr>
        <w:t>/her</w:t>
      </w:r>
      <w:r w:rsidRPr="0071784D">
        <w:rPr>
          <w:rFonts w:ascii="Arial" w:hAnsi="Arial" w:cs="Arial"/>
        </w:rPr>
        <w:t xml:space="preserve"> </w:t>
      </w:r>
      <w:r w:rsidR="008D3B0F" w:rsidRPr="0071784D">
        <w:rPr>
          <w:rFonts w:ascii="Arial" w:hAnsi="Arial" w:cs="Arial"/>
        </w:rPr>
        <w:t>Government Issued ID</w:t>
      </w:r>
      <w:r w:rsidRPr="0071784D">
        <w:rPr>
          <w:rFonts w:ascii="Arial" w:hAnsi="Arial" w:cs="Arial"/>
        </w:rPr>
        <w:t xml:space="preserve"> </w:t>
      </w:r>
      <w:r w:rsidR="0060606A" w:rsidRPr="0071784D">
        <w:rPr>
          <w:rFonts w:ascii="Arial" w:hAnsi="Arial" w:cs="Arial"/>
        </w:rPr>
        <w:t>(</w:t>
      </w:r>
      <w:r w:rsidRPr="0071784D">
        <w:rPr>
          <w:rFonts w:ascii="Arial" w:hAnsi="Arial" w:cs="Arial"/>
        </w:rPr>
        <w:t>above-written</w:t>
      </w:r>
      <w:r w:rsidR="0060606A" w:rsidRPr="0071784D">
        <w:rPr>
          <w:rFonts w:ascii="Arial" w:hAnsi="Arial" w:cs="Arial"/>
        </w:rPr>
        <w:t>)</w:t>
      </w:r>
      <w:r w:rsidRPr="0071784D">
        <w:rPr>
          <w:rFonts w:ascii="Arial" w:hAnsi="Arial" w:cs="Arial"/>
        </w:rPr>
        <w:t>.</w:t>
      </w:r>
    </w:p>
    <w:p w14:paraId="6E48ED42" w14:textId="77777777" w:rsidR="004E2DF7" w:rsidRPr="0071784D" w:rsidRDefault="004E2DF7" w:rsidP="004E2DF7">
      <w:pPr>
        <w:spacing w:line="240" w:lineRule="auto"/>
        <w:ind w:right="-513"/>
        <w:jc w:val="both"/>
        <w:rPr>
          <w:rFonts w:ascii="Arial" w:hAnsi="Arial" w:cs="Arial"/>
        </w:rPr>
      </w:pPr>
    </w:p>
    <w:p w14:paraId="7EC2E04A" w14:textId="77777777" w:rsidR="004E2DF7" w:rsidRPr="0071784D" w:rsidRDefault="004E2DF7" w:rsidP="004E2DF7">
      <w:pPr>
        <w:spacing w:line="240" w:lineRule="auto"/>
        <w:ind w:right="-513"/>
        <w:jc w:val="both"/>
        <w:rPr>
          <w:rFonts w:ascii="Arial" w:hAnsi="Arial" w:cs="Arial"/>
        </w:rPr>
      </w:pPr>
    </w:p>
    <w:p w14:paraId="15238147" w14:textId="77777777" w:rsidR="004E2DF7" w:rsidRPr="0071784D" w:rsidRDefault="004E2DF7" w:rsidP="004E2DF7">
      <w:pPr>
        <w:spacing w:line="240" w:lineRule="auto"/>
        <w:ind w:right="-513"/>
        <w:jc w:val="both"/>
        <w:rPr>
          <w:rFonts w:ascii="Arial" w:hAnsi="Arial" w:cs="Arial"/>
        </w:rPr>
      </w:pPr>
    </w:p>
    <w:p w14:paraId="0E234727" w14:textId="77777777" w:rsidR="004E2DF7" w:rsidRPr="0071784D" w:rsidRDefault="004E2DF7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</w:rPr>
        <w:t>Book No.   __________</w:t>
      </w:r>
    </w:p>
    <w:p w14:paraId="7A6D6C25" w14:textId="77777777" w:rsidR="004E2DF7" w:rsidRPr="0071784D" w:rsidRDefault="004E2DF7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</w:rPr>
        <w:t>Page No.   __________</w:t>
      </w:r>
    </w:p>
    <w:p w14:paraId="52DAC47F" w14:textId="77777777" w:rsidR="004E2DF7" w:rsidRPr="0071784D" w:rsidRDefault="004E2DF7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</w:rPr>
        <w:t>Doc. No.    __________</w:t>
      </w:r>
      <w:r w:rsidRPr="0071784D">
        <w:rPr>
          <w:rFonts w:ascii="Arial" w:hAnsi="Arial" w:cs="Arial"/>
        </w:rPr>
        <w:tab/>
      </w:r>
      <w:r w:rsidRPr="0071784D">
        <w:rPr>
          <w:rFonts w:ascii="Arial" w:hAnsi="Arial" w:cs="Arial"/>
        </w:rPr>
        <w:tab/>
      </w:r>
      <w:r w:rsidRPr="0071784D">
        <w:rPr>
          <w:rFonts w:ascii="Arial" w:hAnsi="Arial" w:cs="Arial"/>
        </w:rPr>
        <w:tab/>
      </w:r>
      <w:r w:rsidRPr="0071784D">
        <w:rPr>
          <w:rFonts w:ascii="Arial" w:hAnsi="Arial" w:cs="Arial"/>
        </w:rPr>
        <w:tab/>
        <w:t>NOTARY PUBLIC</w:t>
      </w:r>
    </w:p>
    <w:p w14:paraId="2DB11C1F" w14:textId="223013DF" w:rsidR="004E2DF7" w:rsidRPr="0071784D" w:rsidRDefault="004E2DF7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</w:rPr>
        <w:t>Series No. __________</w:t>
      </w:r>
    </w:p>
    <w:p w14:paraId="2977190C" w14:textId="59089C54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3A621A7B" w14:textId="609EC3F6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45D0A80E" w14:textId="70CC0C4E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5F0109C4" w14:textId="45E080BD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50B7B903" w14:textId="33418693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73D4911D" w14:textId="3CCFEBF6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0F9C21E6" w14:textId="73CD2CC0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213AA46F" w14:textId="61C2F257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0ED7E068" w14:textId="0AC89F5F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4D96ABB8" w14:textId="28469221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3660BF20" w14:textId="3890FEE0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2D8E9F75" w14:textId="53881B4D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278C43F9" w14:textId="4B18699E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0298BB27" w14:textId="38507819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021C2204" w14:textId="0C51B026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34DF5A3B" w14:textId="2A4963B0" w:rsidR="00900A8F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5C822623" w14:textId="07FDE655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327A07A6" w14:textId="0E842AB3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7F66BBC3" w14:textId="233E2486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220BE5C0" w14:textId="3D79ABA6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7FBAE248" w14:textId="3F87E256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5B02D296" w14:textId="16559A10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6D041BEB" w14:textId="51B00AD8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699CDFB3" w14:textId="423ED10F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7EE71007" w14:textId="015EC5BF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2BD4E4C3" w14:textId="2158E569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6A65A095" w14:textId="57CE557F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21B2D7BC" w14:textId="650AFEAB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71D8C8E0" w14:textId="249F22A7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08011C17" w14:textId="2D9F5368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544F8756" w14:textId="0A07BDD2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6609D104" w14:textId="21A47B58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3E1CA03B" w14:textId="6B3BD94A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720BCE43" w14:textId="49F4CD36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4F71679C" w14:textId="4CA0A117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4950CBE4" w14:textId="3BAAD02E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23015333" w14:textId="04E180E1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5A19F7CD" w14:textId="314458ED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261453B1" w14:textId="74DB6DBC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210DCD98" w14:textId="29950348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54ABAA6F" w14:textId="58B656E3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66303840" w14:textId="62EADDC4" w:rsidR="00DF2C18" w:rsidRDefault="00DF2C18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35761383" w14:textId="0DD75EB0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1A582E1A" w14:textId="43ED5CB5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040A6D9D" w14:textId="1F1BDC0E" w:rsidR="00900A8F" w:rsidRPr="0071784D" w:rsidRDefault="00900A8F" w:rsidP="004E2DF7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4A1BCD46" w14:textId="77777777" w:rsidR="00900A8F" w:rsidRPr="0071784D" w:rsidRDefault="00900A8F" w:rsidP="00900A8F">
      <w:pPr>
        <w:spacing w:after="0" w:line="240" w:lineRule="auto"/>
        <w:ind w:right="-513"/>
        <w:jc w:val="right"/>
        <w:rPr>
          <w:rFonts w:ascii="Arial" w:hAnsi="Arial" w:cs="Arial"/>
        </w:rPr>
      </w:pPr>
    </w:p>
    <w:p w14:paraId="3006DD24" w14:textId="77777777" w:rsidR="00346B2A" w:rsidRDefault="004C6DAA" w:rsidP="00900A8F">
      <w:pPr>
        <w:spacing w:after="0" w:line="240" w:lineRule="auto"/>
        <w:ind w:right="-513"/>
        <w:jc w:val="center"/>
        <w:rPr>
          <w:rFonts w:ascii="Arial" w:hAnsi="Arial" w:cs="Arial"/>
          <w:b/>
        </w:rPr>
      </w:pPr>
      <w:r w:rsidRPr="0071784D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66D833" wp14:editId="18941E8F">
                <wp:simplePos x="0" y="0"/>
                <wp:positionH relativeFrom="column">
                  <wp:posOffset>5286375</wp:posOffset>
                </wp:positionH>
                <wp:positionV relativeFrom="paragraph">
                  <wp:posOffset>-655320</wp:posOffset>
                </wp:positionV>
                <wp:extent cx="847725" cy="438150"/>
                <wp:effectExtent l="0" t="0" r="952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4381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D91B6" w14:textId="3C5CFA7D" w:rsidR="004C6DAA" w:rsidRPr="000F0733" w:rsidRDefault="004C6DAA" w:rsidP="004C6DA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lang w:val="id-ID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ANNEX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6D833" id="Rectangle 4" o:spid="_x0000_s1026" style="position:absolute;left:0;text-align:left;margin-left:416.25pt;margin-top:-51.6pt;width:66.75pt;height:3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" fillcolor="white [3201]" stroked="f" strokecolor="black [3200]" strokeweight="1pt">
                <v:textbox>
                  <w:txbxContent>
                    <w:p w14:paraId="7E7D91B6" w14:textId="3C5CFA7D" w:rsidR="004C6DAA" w:rsidRPr="000F0733" w:rsidRDefault="004C6DAA" w:rsidP="004C6DAA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lang w:val="id-ID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ANNEX A</w:t>
                      </w:r>
                    </w:p>
                  </w:txbxContent>
                </v:textbox>
              </v:rect>
            </w:pict>
          </mc:Fallback>
        </mc:AlternateContent>
      </w:r>
      <w:r w:rsidR="00900A8F" w:rsidRPr="0071784D">
        <w:rPr>
          <w:rFonts w:ascii="Arial" w:hAnsi="Arial" w:cs="Arial"/>
          <w:b/>
        </w:rPr>
        <w:t xml:space="preserve">CONCOMITANT RESPONSIBILITIES </w:t>
      </w:r>
      <w:r w:rsidR="00346B2A">
        <w:rPr>
          <w:rFonts w:ascii="Arial" w:hAnsi="Arial" w:cs="Arial"/>
          <w:b/>
        </w:rPr>
        <w:t>IN THE</w:t>
      </w:r>
      <w:r w:rsidR="00900A8F" w:rsidRPr="0071784D">
        <w:rPr>
          <w:rFonts w:ascii="Arial" w:hAnsi="Arial" w:cs="Arial"/>
          <w:b/>
        </w:rPr>
        <w:t xml:space="preserve"> </w:t>
      </w:r>
    </w:p>
    <w:p w14:paraId="50A58113" w14:textId="25B51C2E" w:rsidR="00900A8F" w:rsidRPr="0071784D" w:rsidRDefault="00900A8F" w:rsidP="00900A8F">
      <w:pPr>
        <w:spacing w:after="0" w:line="240" w:lineRule="auto"/>
        <w:ind w:right="-513"/>
        <w:jc w:val="center"/>
        <w:rPr>
          <w:rFonts w:ascii="Arial" w:hAnsi="Arial" w:cs="Arial"/>
          <w:b/>
        </w:rPr>
      </w:pPr>
      <w:r w:rsidRPr="0071784D">
        <w:rPr>
          <w:rFonts w:ascii="Arial" w:hAnsi="Arial" w:cs="Arial"/>
          <w:b/>
        </w:rPr>
        <w:t>DOST</w:t>
      </w:r>
      <w:r w:rsidR="00346B2A">
        <w:rPr>
          <w:rFonts w:ascii="Arial" w:hAnsi="Arial" w:cs="Arial"/>
          <w:b/>
        </w:rPr>
        <w:t xml:space="preserve"> </w:t>
      </w:r>
      <w:r w:rsidRPr="0071784D">
        <w:rPr>
          <w:rFonts w:ascii="Arial" w:hAnsi="Arial" w:cs="Arial"/>
          <w:b/>
        </w:rPr>
        <w:t>CERTIFI</w:t>
      </w:r>
      <w:r w:rsidR="00346B2A">
        <w:rPr>
          <w:rFonts w:ascii="Arial" w:hAnsi="Arial" w:cs="Arial"/>
          <w:b/>
        </w:rPr>
        <w:t>CATION OF</w:t>
      </w:r>
      <w:r w:rsidRPr="0071784D">
        <w:rPr>
          <w:rFonts w:ascii="Arial" w:hAnsi="Arial" w:cs="Arial"/>
          <w:b/>
        </w:rPr>
        <w:t xml:space="preserve"> S</w:t>
      </w:r>
      <w:r w:rsidR="00346B2A">
        <w:rPr>
          <w:rFonts w:ascii="Arial" w:hAnsi="Arial" w:cs="Arial"/>
          <w:b/>
        </w:rPr>
        <w:t>PECIFIC R&amp;D PROJECTS</w:t>
      </w:r>
    </w:p>
    <w:p w14:paraId="5C5820C0" w14:textId="3BED4F40" w:rsidR="00900A8F" w:rsidRPr="0071784D" w:rsidRDefault="00900A8F" w:rsidP="00900A8F">
      <w:pPr>
        <w:spacing w:after="0" w:line="240" w:lineRule="auto"/>
        <w:ind w:right="-513"/>
        <w:jc w:val="center"/>
        <w:rPr>
          <w:rFonts w:ascii="Arial" w:hAnsi="Arial" w:cs="Arial"/>
          <w:b/>
        </w:rPr>
      </w:pPr>
    </w:p>
    <w:p w14:paraId="1A061A80" w14:textId="5A4BB6EA" w:rsidR="00900A8F" w:rsidRPr="0071784D" w:rsidRDefault="00900A8F" w:rsidP="00900A8F">
      <w:pPr>
        <w:spacing w:after="0" w:line="240" w:lineRule="auto"/>
        <w:ind w:right="-513"/>
        <w:jc w:val="both"/>
        <w:rPr>
          <w:rFonts w:ascii="Arial" w:hAnsi="Arial" w:cs="Arial"/>
          <w:bCs/>
        </w:rPr>
      </w:pPr>
      <w:r w:rsidRPr="0071784D">
        <w:rPr>
          <w:rFonts w:ascii="Arial" w:hAnsi="Arial" w:cs="Arial"/>
          <w:bCs/>
        </w:rPr>
        <w:t xml:space="preserve">During the period covered by the approved certification, </w:t>
      </w:r>
      <w:r w:rsidR="00346B2A">
        <w:rPr>
          <w:rFonts w:ascii="Arial" w:hAnsi="Arial" w:cs="Arial"/>
          <w:bCs/>
        </w:rPr>
        <w:t xml:space="preserve">entities with </w:t>
      </w:r>
      <w:r w:rsidRPr="0071784D">
        <w:rPr>
          <w:rFonts w:ascii="Arial" w:hAnsi="Arial" w:cs="Arial"/>
          <w:bCs/>
        </w:rPr>
        <w:t xml:space="preserve">DOST-certified </w:t>
      </w:r>
      <w:r w:rsidR="00346B2A">
        <w:rPr>
          <w:rFonts w:ascii="Arial" w:hAnsi="Arial" w:cs="Arial"/>
          <w:bCs/>
        </w:rPr>
        <w:t>specific R&amp;D projects</w:t>
      </w:r>
      <w:r w:rsidRPr="0071784D">
        <w:rPr>
          <w:rFonts w:ascii="Arial" w:hAnsi="Arial" w:cs="Arial"/>
          <w:bCs/>
        </w:rPr>
        <w:t xml:space="preserve"> shall abide by the duties and obligations of the certification as specified below:</w:t>
      </w:r>
    </w:p>
    <w:p w14:paraId="6D2D01C9" w14:textId="72AA6E6F" w:rsidR="00900A8F" w:rsidRPr="0071784D" w:rsidRDefault="00900A8F" w:rsidP="00900A8F">
      <w:pPr>
        <w:spacing w:after="0" w:line="240" w:lineRule="auto"/>
        <w:ind w:right="-513"/>
        <w:jc w:val="both"/>
        <w:rPr>
          <w:rFonts w:ascii="Arial" w:hAnsi="Arial" w:cs="Arial"/>
        </w:rPr>
      </w:pPr>
    </w:p>
    <w:p w14:paraId="06A7FF3D" w14:textId="59D4F4A4" w:rsidR="00900A8F" w:rsidRPr="0071784D" w:rsidRDefault="00900A8F" w:rsidP="00900A8F">
      <w:pPr>
        <w:pStyle w:val="ListParagraph"/>
        <w:numPr>
          <w:ilvl w:val="0"/>
          <w:numId w:val="11"/>
        </w:num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  <w:b/>
        </w:rPr>
        <w:t>Compliance with Regulations:</w:t>
      </w:r>
      <w:r w:rsidRPr="0071784D">
        <w:rPr>
          <w:rFonts w:ascii="Arial" w:hAnsi="Arial" w:cs="Arial"/>
        </w:rPr>
        <w:t xml:space="preserve"> </w:t>
      </w:r>
      <w:r w:rsidR="00346B2A">
        <w:rPr>
          <w:rFonts w:ascii="Arial" w:hAnsi="Arial" w:cs="Arial"/>
          <w:bCs/>
        </w:rPr>
        <w:t>E</w:t>
      </w:r>
      <w:r w:rsidR="00346B2A" w:rsidRPr="00346B2A">
        <w:rPr>
          <w:rFonts w:ascii="Arial" w:hAnsi="Arial" w:cs="Arial"/>
          <w:bCs/>
        </w:rPr>
        <w:t xml:space="preserve">ntities with DOST-certified specific R&amp;D projects </w:t>
      </w:r>
      <w:r w:rsidRPr="0071784D">
        <w:rPr>
          <w:rFonts w:ascii="Arial" w:hAnsi="Arial" w:cs="Arial"/>
        </w:rPr>
        <w:t xml:space="preserve">shall comply with all the provisions governing the DOST Certification Service stated in the current certification guidelines </w:t>
      </w:r>
      <w:r w:rsidR="004B5A29" w:rsidRPr="0071784D">
        <w:rPr>
          <w:rFonts w:ascii="Arial" w:hAnsi="Arial" w:cs="Arial"/>
        </w:rPr>
        <w:t xml:space="preserve">of the DOST </w:t>
      </w:r>
      <w:r w:rsidRPr="0071784D">
        <w:rPr>
          <w:rFonts w:ascii="Arial" w:hAnsi="Arial" w:cs="Arial"/>
        </w:rPr>
        <w:t>and other applicable laws, orders, rules, and regulations.</w:t>
      </w:r>
    </w:p>
    <w:p w14:paraId="75F77709" w14:textId="77777777" w:rsidR="00900A8F" w:rsidRPr="0071784D" w:rsidRDefault="00900A8F" w:rsidP="00900A8F">
      <w:pPr>
        <w:pStyle w:val="ListParagraph"/>
        <w:spacing w:after="0" w:line="240" w:lineRule="auto"/>
        <w:ind w:right="-513"/>
        <w:jc w:val="both"/>
        <w:rPr>
          <w:rFonts w:ascii="Arial" w:hAnsi="Arial" w:cs="Arial"/>
        </w:rPr>
      </w:pPr>
    </w:p>
    <w:p w14:paraId="02BE46CF" w14:textId="40F5B7FB" w:rsidR="00900A8F" w:rsidRPr="0071784D" w:rsidRDefault="00900A8F" w:rsidP="00900A8F">
      <w:pPr>
        <w:pStyle w:val="ListParagraph"/>
        <w:numPr>
          <w:ilvl w:val="0"/>
          <w:numId w:val="11"/>
        </w:num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  <w:b/>
        </w:rPr>
        <w:t>Prohibition on Conflict of Interest:</w:t>
      </w:r>
      <w:r w:rsidRPr="0071784D">
        <w:rPr>
          <w:rFonts w:ascii="Arial" w:hAnsi="Arial" w:cs="Arial"/>
        </w:rPr>
        <w:t xml:space="preserve"> </w:t>
      </w:r>
      <w:r w:rsidR="00346B2A" w:rsidRPr="00346B2A">
        <w:rPr>
          <w:rFonts w:ascii="Arial" w:hAnsi="Arial" w:cs="Arial"/>
          <w:bCs/>
        </w:rPr>
        <w:t xml:space="preserve">Entities with DOST-certified specific R&amp;D projects </w:t>
      </w:r>
      <w:r w:rsidRPr="0071784D">
        <w:rPr>
          <w:rFonts w:ascii="Arial" w:hAnsi="Arial" w:cs="Arial"/>
        </w:rPr>
        <w:t xml:space="preserve">shall adhere to the principle of the prohibition of conflict of interest to the best of their abilities and as provided for </w:t>
      </w:r>
      <w:r w:rsidR="004B5A29" w:rsidRPr="0071784D">
        <w:rPr>
          <w:rFonts w:ascii="Arial" w:hAnsi="Arial" w:cs="Arial"/>
        </w:rPr>
        <w:t>in the current certification guidelines of the DOST.</w:t>
      </w:r>
    </w:p>
    <w:p w14:paraId="58AF197D" w14:textId="77777777" w:rsidR="00900A8F" w:rsidRPr="0071784D" w:rsidRDefault="00900A8F" w:rsidP="00900A8F">
      <w:pPr>
        <w:pStyle w:val="ListParagraph"/>
        <w:spacing w:after="0" w:line="240" w:lineRule="auto"/>
        <w:ind w:right="-513"/>
        <w:jc w:val="both"/>
        <w:rPr>
          <w:rFonts w:ascii="Arial" w:hAnsi="Arial" w:cs="Arial"/>
        </w:rPr>
      </w:pPr>
    </w:p>
    <w:p w14:paraId="5071A348" w14:textId="35D1948B" w:rsidR="00900A8F" w:rsidRPr="0071784D" w:rsidRDefault="00346B2A" w:rsidP="00900A8F">
      <w:pPr>
        <w:pStyle w:val="ListParagraph"/>
        <w:numPr>
          <w:ilvl w:val="0"/>
          <w:numId w:val="11"/>
        </w:numPr>
        <w:spacing w:after="0" w:line="240" w:lineRule="auto"/>
        <w:ind w:right="-513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R&amp;D Project</w:t>
      </w:r>
      <w:r w:rsidR="00900A8F" w:rsidRPr="0071784D">
        <w:rPr>
          <w:rFonts w:ascii="Arial" w:hAnsi="Arial" w:cs="Arial"/>
          <w:b/>
        </w:rPr>
        <w:t>:</w:t>
      </w:r>
      <w:r w:rsidR="00900A8F" w:rsidRPr="0071784D">
        <w:rPr>
          <w:rFonts w:ascii="Arial" w:hAnsi="Arial" w:cs="Arial"/>
        </w:rPr>
        <w:t xml:space="preserve"> </w:t>
      </w:r>
      <w:r w:rsidRPr="00346B2A">
        <w:rPr>
          <w:rFonts w:ascii="Arial" w:hAnsi="Arial" w:cs="Arial"/>
          <w:bCs/>
        </w:rPr>
        <w:t xml:space="preserve">Entities with DOST-certified specific R&amp;D projects </w:t>
      </w:r>
      <w:r w:rsidR="00900A8F" w:rsidRPr="0071784D">
        <w:rPr>
          <w:rFonts w:ascii="Arial" w:hAnsi="Arial" w:cs="Arial"/>
        </w:rPr>
        <w:t xml:space="preserve">shall uphold that the </w:t>
      </w:r>
      <w:r>
        <w:rPr>
          <w:rFonts w:ascii="Arial" w:hAnsi="Arial" w:cs="Arial"/>
        </w:rPr>
        <w:t xml:space="preserve">specific </w:t>
      </w:r>
      <w:r w:rsidRPr="00346B2A">
        <w:rPr>
          <w:rFonts w:ascii="Arial" w:hAnsi="Arial" w:cs="Arial"/>
          <w:bCs/>
        </w:rPr>
        <w:t>R&amp;D project</w:t>
      </w:r>
      <w:r>
        <w:rPr>
          <w:rFonts w:ascii="Arial" w:hAnsi="Arial" w:cs="Arial"/>
        </w:rPr>
        <w:t xml:space="preserve"> </w:t>
      </w:r>
      <w:r w:rsidR="00900A8F" w:rsidRPr="0071784D">
        <w:rPr>
          <w:rFonts w:ascii="Arial" w:hAnsi="Arial" w:cs="Arial"/>
        </w:rPr>
        <w:t xml:space="preserve">thereof </w:t>
      </w:r>
      <w:r>
        <w:rPr>
          <w:rFonts w:ascii="Arial" w:hAnsi="Arial" w:cs="Arial"/>
        </w:rPr>
        <w:t>adheres</w:t>
      </w:r>
      <w:r w:rsidR="00B16FBC" w:rsidRPr="0071784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aligns</w:t>
      </w:r>
      <w:r w:rsidR="00B16FBC" w:rsidRPr="0071784D">
        <w:rPr>
          <w:rFonts w:ascii="Arial" w:hAnsi="Arial" w:cs="Arial"/>
        </w:rPr>
        <w:t xml:space="preserve"> with, and </w:t>
      </w:r>
      <w:r>
        <w:rPr>
          <w:rFonts w:ascii="Arial" w:hAnsi="Arial" w:cs="Arial"/>
        </w:rPr>
        <w:t>supports</w:t>
      </w:r>
      <w:r w:rsidR="00B16FBC" w:rsidRPr="0071784D">
        <w:rPr>
          <w:rFonts w:ascii="Arial" w:hAnsi="Arial" w:cs="Arial"/>
        </w:rPr>
        <w:t xml:space="preserve"> the current thrusts and priorities of the</w:t>
      </w:r>
      <w:r w:rsidR="00900A8F" w:rsidRPr="0071784D">
        <w:rPr>
          <w:rFonts w:ascii="Arial" w:hAnsi="Arial" w:cs="Arial"/>
        </w:rPr>
        <w:t xml:space="preserve"> </w:t>
      </w:r>
      <w:r w:rsidR="00B16FBC" w:rsidRPr="0071784D">
        <w:rPr>
          <w:rFonts w:ascii="Arial" w:hAnsi="Arial" w:cs="Arial"/>
        </w:rPr>
        <w:t xml:space="preserve">DOST </w:t>
      </w:r>
      <w:r w:rsidR="00900A8F" w:rsidRPr="0071784D">
        <w:rPr>
          <w:rFonts w:ascii="Arial" w:hAnsi="Arial" w:cs="Arial"/>
        </w:rPr>
        <w:t>and ensure that the execution thereof follows the approved plan, objectives, and timelines.</w:t>
      </w:r>
    </w:p>
    <w:p w14:paraId="3291EDF4" w14:textId="77777777" w:rsidR="00900A8F" w:rsidRPr="0071784D" w:rsidRDefault="00900A8F" w:rsidP="00900A8F">
      <w:pPr>
        <w:pStyle w:val="ListParagraph"/>
        <w:spacing w:after="0" w:line="240" w:lineRule="auto"/>
        <w:ind w:right="-513"/>
        <w:jc w:val="both"/>
        <w:rPr>
          <w:rFonts w:ascii="Arial" w:hAnsi="Arial" w:cs="Arial"/>
        </w:rPr>
      </w:pPr>
    </w:p>
    <w:p w14:paraId="23627997" w14:textId="3B9B6C57" w:rsidR="00900A8F" w:rsidRPr="0071784D" w:rsidRDefault="00900A8F" w:rsidP="00900A8F">
      <w:pPr>
        <w:pStyle w:val="ListParagraph"/>
        <w:numPr>
          <w:ilvl w:val="0"/>
          <w:numId w:val="11"/>
        </w:num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  <w:b/>
        </w:rPr>
        <w:t>Documentation and Record Management:</w:t>
      </w:r>
      <w:r w:rsidRPr="0071784D">
        <w:rPr>
          <w:rFonts w:ascii="Arial" w:hAnsi="Arial" w:cs="Arial"/>
        </w:rPr>
        <w:t xml:space="preserve"> </w:t>
      </w:r>
      <w:r w:rsidR="00346B2A" w:rsidRPr="00346B2A">
        <w:rPr>
          <w:rFonts w:ascii="Arial" w:hAnsi="Arial" w:cs="Arial"/>
          <w:bCs/>
        </w:rPr>
        <w:t xml:space="preserve">Entities with DOST-certified specific R&amp;D projects </w:t>
      </w:r>
      <w:r w:rsidRPr="0071784D">
        <w:rPr>
          <w:rFonts w:ascii="Arial" w:hAnsi="Arial" w:cs="Arial"/>
        </w:rPr>
        <w:t>shall maintain accurate and efficient records relevant to the organization, financial operations, projects and activities, and other related matters.</w:t>
      </w:r>
    </w:p>
    <w:p w14:paraId="13DF686E" w14:textId="77777777" w:rsidR="00900A8F" w:rsidRPr="0071784D" w:rsidRDefault="00900A8F" w:rsidP="00900A8F">
      <w:pPr>
        <w:pStyle w:val="ListParagraph"/>
        <w:spacing w:after="0" w:line="240" w:lineRule="auto"/>
        <w:ind w:right="-513"/>
        <w:jc w:val="both"/>
        <w:rPr>
          <w:rFonts w:ascii="Arial" w:hAnsi="Arial" w:cs="Arial"/>
        </w:rPr>
      </w:pPr>
    </w:p>
    <w:p w14:paraId="7CB5FDE1" w14:textId="226EB227" w:rsidR="00900A8F" w:rsidRPr="0071784D" w:rsidRDefault="00900A8F" w:rsidP="00900A8F">
      <w:pPr>
        <w:pStyle w:val="ListParagraph"/>
        <w:numPr>
          <w:ilvl w:val="0"/>
          <w:numId w:val="11"/>
        </w:num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  <w:b/>
        </w:rPr>
        <w:t>Reportorial Requirements:</w:t>
      </w:r>
      <w:r w:rsidRPr="0071784D">
        <w:rPr>
          <w:rFonts w:ascii="Arial" w:hAnsi="Arial" w:cs="Arial"/>
        </w:rPr>
        <w:t xml:space="preserve"> </w:t>
      </w:r>
      <w:r w:rsidR="00346B2A" w:rsidRPr="00346B2A">
        <w:rPr>
          <w:rFonts w:ascii="Arial" w:hAnsi="Arial" w:cs="Arial"/>
          <w:bCs/>
        </w:rPr>
        <w:t xml:space="preserve">Entities with DOST-certified specific R&amp;D projects </w:t>
      </w:r>
      <w:r w:rsidRPr="0071784D">
        <w:rPr>
          <w:rFonts w:ascii="Arial" w:hAnsi="Arial" w:cs="Arial"/>
        </w:rPr>
        <w:t xml:space="preserve">shall complete and </w:t>
      </w:r>
      <w:r w:rsidR="00B16FBC" w:rsidRPr="0071784D">
        <w:rPr>
          <w:rFonts w:ascii="Arial" w:hAnsi="Arial" w:cs="Arial"/>
        </w:rPr>
        <w:t xml:space="preserve">promptly </w:t>
      </w:r>
      <w:r w:rsidRPr="0071784D">
        <w:rPr>
          <w:rFonts w:ascii="Arial" w:hAnsi="Arial" w:cs="Arial"/>
        </w:rPr>
        <w:t xml:space="preserve">submit all the requisite reports or documents as specified </w:t>
      </w:r>
      <w:r w:rsidR="00B16FBC" w:rsidRPr="0071784D">
        <w:rPr>
          <w:rFonts w:ascii="Arial" w:hAnsi="Arial" w:cs="Arial"/>
        </w:rPr>
        <w:t>in the current certification guidelines of the DOST</w:t>
      </w:r>
      <w:r w:rsidRPr="0071784D">
        <w:rPr>
          <w:rFonts w:ascii="Arial" w:hAnsi="Arial" w:cs="Arial"/>
        </w:rPr>
        <w:t xml:space="preserve"> and other reasonable requirements of the DOST.</w:t>
      </w:r>
    </w:p>
    <w:p w14:paraId="6CD98A3C" w14:textId="77777777" w:rsidR="00900A8F" w:rsidRPr="0071784D" w:rsidRDefault="00900A8F" w:rsidP="00900A8F">
      <w:pPr>
        <w:pStyle w:val="ListParagraph"/>
        <w:spacing w:after="0" w:line="240" w:lineRule="auto"/>
        <w:ind w:right="-513"/>
        <w:jc w:val="both"/>
        <w:rPr>
          <w:rFonts w:ascii="Arial" w:hAnsi="Arial" w:cs="Arial"/>
        </w:rPr>
      </w:pPr>
    </w:p>
    <w:p w14:paraId="70991668" w14:textId="56D79D1F" w:rsidR="00900A8F" w:rsidRPr="0071784D" w:rsidRDefault="00900A8F" w:rsidP="00900A8F">
      <w:pPr>
        <w:pStyle w:val="ListParagraph"/>
        <w:numPr>
          <w:ilvl w:val="0"/>
          <w:numId w:val="11"/>
        </w:num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  <w:b/>
        </w:rPr>
        <w:t>Transparency and Accountability:</w:t>
      </w:r>
      <w:r w:rsidRPr="0071784D">
        <w:rPr>
          <w:rFonts w:ascii="Arial" w:hAnsi="Arial" w:cs="Arial"/>
        </w:rPr>
        <w:t xml:space="preserve"> </w:t>
      </w:r>
      <w:r w:rsidR="00346B2A" w:rsidRPr="00346B2A">
        <w:rPr>
          <w:rFonts w:ascii="Arial" w:hAnsi="Arial" w:cs="Arial"/>
          <w:bCs/>
        </w:rPr>
        <w:t xml:space="preserve">Entities with DOST-certified specific R&amp;D projects </w:t>
      </w:r>
      <w:r w:rsidRPr="0071784D">
        <w:rPr>
          <w:rFonts w:ascii="Arial" w:hAnsi="Arial" w:cs="Arial"/>
        </w:rPr>
        <w:t xml:space="preserve">shall observe transparency and accountability in organizational and financial management and governance </w:t>
      </w:r>
      <w:r w:rsidR="00346B2A">
        <w:rPr>
          <w:rFonts w:ascii="Arial" w:hAnsi="Arial" w:cs="Arial"/>
        </w:rPr>
        <w:t>relating to the certified specific</w:t>
      </w:r>
      <w:r w:rsidR="00346B2A" w:rsidRPr="00346B2A">
        <w:rPr>
          <w:rFonts w:ascii="Arial" w:hAnsi="Arial" w:cs="Arial"/>
          <w:bCs/>
        </w:rPr>
        <w:t xml:space="preserve"> R&amp;D projects</w:t>
      </w:r>
      <w:r w:rsidR="00346B2A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</w:rPr>
        <w:t>by appropriately disclosing credible information and conforming to ethical and legal standards.</w:t>
      </w:r>
    </w:p>
    <w:p w14:paraId="3BFD824D" w14:textId="77777777" w:rsidR="00900A8F" w:rsidRPr="0071784D" w:rsidRDefault="00900A8F" w:rsidP="00900A8F">
      <w:pPr>
        <w:pStyle w:val="ListParagraph"/>
        <w:spacing w:after="0" w:line="240" w:lineRule="auto"/>
        <w:ind w:right="-513"/>
        <w:jc w:val="both"/>
        <w:rPr>
          <w:rFonts w:ascii="Arial" w:hAnsi="Arial" w:cs="Arial"/>
        </w:rPr>
      </w:pPr>
    </w:p>
    <w:p w14:paraId="077C9AD1" w14:textId="40BB7B29" w:rsidR="00900A8F" w:rsidRPr="0071784D" w:rsidRDefault="00900A8F" w:rsidP="00900A8F">
      <w:pPr>
        <w:pStyle w:val="ListParagraph"/>
        <w:numPr>
          <w:ilvl w:val="0"/>
          <w:numId w:val="11"/>
        </w:num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  <w:b/>
        </w:rPr>
        <w:t>Ethical Standards:</w:t>
      </w:r>
      <w:r w:rsidRPr="0071784D">
        <w:rPr>
          <w:rFonts w:ascii="Arial" w:hAnsi="Arial" w:cs="Arial"/>
        </w:rPr>
        <w:t xml:space="preserve"> </w:t>
      </w:r>
      <w:r w:rsidR="00346B2A" w:rsidRPr="00346B2A">
        <w:rPr>
          <w:rFonts w:ascii="Arial" w:hAnsi="Arial" w:cs="Arial"/>
          <w:bCs/>
        </w:rPr>
        <w:t>Entities with DOST-certified specific R&amp;D projects</w:t>
      </w:r>
      <w:r w:rsidR="00346B2A" w:rsidRPr="00346B2A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</w:rPr>
        <w:t xml:space="preserve">shall uphold high ethical standards in the </w:t>
      </w:r>
      <w:r w:rsidR="00346B2A">
        <w:rPr>
          <w:rFonts w:ascii="Arial" w:hAnsi="Arial" w:cs="Arial"/>
        </w:rPr>
        <w:t>implementation</w:t>
      </w:r>
      <w:r w:rsidRPr="0071784D">
        <w:rPr>
          <w:rFonts w:ascii="Arial" w:hAnsi="Arial" w:cs="Arial"/>
        </w:rPr>
        <w:t xml:space="preserve"> of </w:t>
      </w:r>
      <w:r w:rsidR="00346B2A">
        <w:rPr>
          <w:rFonts w:ascii="Arial" w:hAnsi="Arial" w:cs="Arial"/>
        </w:rPr>
        <w:t>their</w:t>
      </w:r>
      <w:r w:rsidRPr="0071784D">
        <w:rPr>
          <w:rFonts w:ascii="Arial" w:hAnsi="Arial" w:cs="Arial"/>
        </w:rPr>
        <w:t xml:space="preserve"> </w:t>
      </w:r>
      <w:r w:rsidR="00346B2A" w:rsidRPr="00346B2A">
        <w:rPr>
          <w:rFonts w:ascii="Arial" w:hAnsi="Arial" w:cs="Arial"/>
          <w:bCs/>
        </w:rPr>
        <w:t>certified specific R&amp;D projects</w:t>
      </w:r>
      <w:r w:rsidRPr="0071784D">
        <w:rPr>
          <w:rFonts w:ascii="Arial" w:hAnsi="Arial" w:cs="Arial"/>
        </w:rPr>
        <w:t>.</w:t>
      </w:r>
    </w:p>
    <w:p w14:paraId="524C0B68" w14:textId="77777777" w:rsidR="00900A8F" w:rsidRPr="0071784D" w:rsidRDefault="00900A8F" w:rsidP="00900A8F">
      <w:pPr>
        <w:pStyle w:val="ListParagraph"/>
        <w:spacing w:after="0" w:line="240" w:lineRule="auto"/>
        <w:ind w:right="-513"/>
        <w:jc w:val="both"/>
        <w:rPr>
          <w:rFonts w:ascii="Arial" w:hAnsi="Arial" w:cs="Arial"/>
        </w:rPr>
      </w:pPr>
    </w:p>
    <w:p w14:paraId="4A5E798F" w14:textId="28DC4589" w:rsidR="00900A8F" w:rsidRPr="0071784D" w:rsidRDefault="00900A8F" w:rsidP="00900A8F">
      <w:pPr>
        <w:pStyle w:val="ListParagraph"/>
        <w:numPr>
          <w:ilvl w:val="0"/>
          <w:numId w:val="11"/>
        </w:num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  <w:b/>
        </w:rPr>
        <w:t>Timely Communication:</w:t>
      </w:r>
      <w:r w:rsidRPr="0071784D">
        <w:rPr>
          <w:rFonts w:ascii="Arial" w:hAnsi="Arial" w:cs="Arial"/>
        </w:rPr>
        <w:t xml:space="preserve"> </w:t>
      </w:r>
      <w:r w:rsidR="00346B2A" w:rsidRPr="00346B2A">
        <w:rPr>
          <w:rFonts w:ascii="Arial" w:hAnsi="Arial" w:cs="Arial"/>
          <w:bCs/>
        </w:rPr>
        <w:t>Entities with DOST-certified specific R&amp;D projects</w:t>
      </w:r>
      <w:r w:rsidR="00346B2A" w:rsidRPr="00346B2A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</w:rPr>
        <w:t xml:space="preserve">shall promptly notify the DOST of any changes in the </w:t>
      </w:r>
      <w:r w:rsidR="00346B2A" w:rsidRPr="00346B2A">
        <w:rPr>
          <w:rFonts w:ascii="Arial" w:hAnsi="Arial" w:cs="Arial"/>
        </w:rPr>
        <w:t>implementation</w:t>
      </w:r>
      <w:r w:rsidR="00346B2A">
        <w:rPr>
          <w:rFonts w:ascii="Arial" w:hAnsi="Arial" w:cs="Arial"/>
        </w:rPr>
        <w:t>,</w:t>
      </w:r>
      <w:r w:rsidR="00346B2A" w:rsidRPr="00346B2A">
        <w:rPr>
          <w:rFonts w:ascii="Arial" w:hAnsi="Arial" w:cs="Arial"/>
        </w:rPr>
        <w:t xml:space="preserve"> structure, or financial status of their </w:t>
      </w:r>
      <w:r w:rsidR="00346B2A" w:rsidRPr="00346B2A">
        <w:rPr>
          <w:rFonts w:ascii="Arial" w:hAnsi="Arial" w:cs="Arial"/>
          <w:bCs/>
        </w:rPr>
        <w:t>certified specific R&amp;D projects</w:t>
      </w:r>
      <w:r w:rsidRPr="0071784D">
        <w:rPr>
          <w:rFonts w:ascii="Arial" w:hAnsi="Arial" w:cs="Arial"/>
        </w:rPr>
        <w:t xml:space="preserve"> that may impact the certification thereof.</w:t>
      </w:r>
    </w:p>
    <w:p w14:paraId="256A488E" w14:textId="77777777" w:rsidR="00900A8F" w:rsidRPr="0071784D" w:rsidRDefault="00900A8F" w:rsidP="00900A8F">
      <w:pPr>
        <w:pStyle w:val="ListParagraph"/>
        <w:spacing w:after="0" w:line="240" w:lineRule="auto"/>
        <w:ind w:right="-513"/>
        <w:jc w:val="both"/>
        <w:rPr>
          <w:rFonts w:ascii="Arial" w:hAnsi="Arial" w:cs="Arial"/>
        </w:rPr>
      </w:pPr>
    </w:p>
    <w:p w14:paraId="796E2EBF" w14:textId="2058DD5C" w:rsidR="00900A8F" w:rsidRPr="0071784D" w:rsidRDefault="00900A8F" w:rsidP="00900A8F">
      <w:pPr>
        <w:pStyle w:val="ListParagraph"/>
        <w:numPr>
          <w:ilvl w:val="0"/>
          <w:numId w:val="11"/>
        </w:num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  <w:b/>
        </w:rPr>
        <w:t>Cooperation with Compliance Audit and Monitoring:</w:t>
      </w:r>
      <w:r w:rsidRPr="0071784D">
        <w:rPr>
          <w:rFonts w:ascii="Arial" w:hAnsi="Arial" w:cs="Arial"/>
        </w:rPr>
        <w:t xml:space="preserve"> </w:t>
      </w:r>
      <w:r w:rsidR="00346B2A" w:rsidRPr="00346B2A">
        <w:rPr>
          <w:rFonts w:ascii="Arial" w:hAnsi="Arial" w:cs="Arial"/>
          <w:bCs/>
        </w:rPr>
        <w:t>Entities with DOST-certified specific R&amp;D projects</w:t>
      </w:r>
      <w:r w:rsidR="00346B2A" w:rsidRPr="00346B2A">
        <w:rPr>
          <w:rFonts w:ascii="Arial" w:hAnsi="Arial" w:cs="Arial"/>
        </w:rPr>
        <w:t xml:space="preserve"> </w:t>
      </w:r>
      <w:r w:rsidRPr="0071784D">
        <w:rPr>
          <w:rFonts w:ascii="Arial" w:hAnsi="Arial" w:cs="Arial"/>
        </w:rPr>
        <w:t>shall fully cooperate with the DOST in the conduct of periodic audits and/or monitoring to verify compliance with the terms and conditions of the certification</w:t>
      </w:r>
      <w:r w:rsidR="00856EE5">
        <w:rPr>
          <w:rFonts w:ascii="Arial" w:hAnsi="Arial" w:cs="Arial"/>
        </w:rPr>
        <w:t>,</w:t>
      </w:r>
      <w:r w:rsidRPr="0071784D">
        <w:rPr>
          <w:rFonts w:ascii="Arial" w:hAnsi="Arial" w:cs="Arial"/>
        </w:rPr>
        <w:t xml:space="preserve"> including the activities and financial operation </w:t>
      </w:r>
      <w:r w:rsidR="00856EE5">
        <w:rPr>
          <w:rFonts w:ascii="Arial" w:hAnsi="Arial" w:cs="Arial"/>
        </w:rPr>
        <w:t>related to</w:t>
      </w:r>
      <w:r w:rsidR="00346B2A">
        <w:rPr>
          <w:rFonts w:ascii="Arial" w:hAnsi="Arial" w:cs="Arial"/>
        </w:rPr>
        <w:t xml:space="preserve"> the </w:t>
      </w:r>
      <w:r w:rsidR="00346B2A" w:rsidRPr="00346B2A">
        <w:rPr>
          <w:rFonts w:ascii="Arial" w:hAnsi="Arial" w:cs="Arial"/>
        </w:rPr>
        <w:t>certified specific</w:t>
      </w:r>
      <w:r w:rsidR="00346B2A" w:rsidRPr="00346B2A">
        <w:rPr>
          <w:rFonts w:ascii="Arial" w:hAnsi="Arial" w:cs="Arial"/>
          <w:bCs/>
        </w:rPr>
        <w:t xml:space="preserve"> R&amp;D projects</w:t>
      </w:r>
      <w:r w:rsidRPr="0071784D">
        <w:rPr>
          <w:rFonts w:ascii="Arial" w:hAnsi="Arial" w:cs="Arial"/>
        </w:rPr>
        <w:t>.</w:t>
      </w:r>
    </w:p>
    <w:p w14:paraId="13045A50" w14:textId="77777777" w:rsidR="00900A8F" w:rsidRPr="0071784D" w:rsidRDefault="00900A8F" w:rsidP="00900A8F">
      <w:pPr>
        <w:pStyle w:val="ListParagraph"/>
        <w:spacing w:after="0" w:line="240" w:lineRule="auto"/>
        <w:ind w:right="-513"/>
        <w:jc w:val="both"/>
        <w:rPr>
          <w:rFonts w:ascii="Arial" w:hAnsi="Arial" w:cs="Arial"/>
        </w:rPr>
      </w:pPr>
    </w:p>
    <w:p w14:paraId="0F5B8041" w14:textId="7AD83ED6" w:rsidR="00900A8F" w:rsidRPr="0071784D" w:rsidRDefault="00900A8F" w:rsidP="00900A8F">
      <w:pPr>
        <w:pStyle w:val="ListParagraph"/>
        <w:numPr>
          <w:ilvl w:val="0"/>
          <w:numId w:val="11"/>
        </w:numPr>
        <w:spacing w:after="0" w:line="240" w:lineRule="auto"/>
        <w:ind w:right="-513"/>
        <w:jc w:val="both"/>
        <w:rPr>
          <w:rFonts w:ascii="Arial" w:hAnsi="Arial" w:cs="Arial"/>
        </w:rPr>
      </w:pPr>
      <w:r w:rsidRPr="0071784D">
        <w:rPr>
          <w:rFonts w:ascii="Arial" w:hAnsi="Arial" w:cs="Arial"/>
          <w:b/>
        </w:rPr>
        <w:t>Cooperation with Relevant Authorities:</w:t>
      </w:r>
      <w:r w:rsidRPr="0071784D">
        <w:rPr>
          <w:rFonts w:ascii="Arial" w:hAnsi="Arial" w:cs="Arial"/>
        </w:rPr>
        <w:t xml:space="preserve"> </w:t>
      </w:r>
      <w:r w:rsidR="00856EE5" w:rsidRPr="00856EE5">
        <w:rPr>
          <w:rFonts w:ascii="Arial" w:hAnsi="Arial" w:cs="Arial"/>
          <w:bCs/>
        </w:rPr>
        <w:t>Entities with DOST-certified specific R&amp;D projects</w:t>
      </w:r>
      <w:r w:rsidRPr="0071784D">
        <w:rPr>
          <w:rFonts w:ascii="Arial" w:hAnsi="Arial" w:cs="Arial"/>
        </w:rPr>
        <w:t xml:space="preserve"> shall fully cooperate with other relevant government authorities, in cooperation with the DOST, in conducting pertinent activities relating to the </w:t>
      </w:r>
      <w:r w:rsidR="00856EE5" w:rsidRPr="00856EE5">
        <w:rPr>
          <w:rFonts w:ascii="Arial" w:hAnsi="Arial" w:cs="Arial"/>
        </w:rPr>
        <w:t>DOST Certification of Specific R&amp;D Project</w:t>
      </w:r>
      <w:r w:rsidR="00856EE5">
        <w:rPr>
          <w:rFonts w:ascii="Arial" w:hAnsi="Arial" w:cs="Arial"/>
        </w:rPr>
        <w:t>s</w:t>
      </w:r>
      <w:r w:rsidRPr="0071784D">
        <w:rPr>
          <w:rFonts w:ascii="Arial" w:hAnsi="Arial" w:cs="Arial"/>
        </w:rPr>
        <w:t>.</w:t>
      </w:r>
    </w:p>
    <w:sectPr w:rsidR="00900A8F" w:rsidRPr="0071784D" w:rsidSect="00AC7937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360" w:right="1440" w:bottom="720" w:left="144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E0231" w14:textId="77777777" w:rsidR="000E56EB" w:rsidRDefault="000E56EB" w:rsidP="007006AA">
      <w:pPr>
        <w:spacing w:after="0" w:line="240" w:lineRule="auto"/>
      </w:pPr>
      <w:r>
        <w:separator/>
      </w:r>
    </w:p>
  </w:endnote>
  <w:endnote w:type="continuationSeparator" w:id="0">
    <w:p w14:paraId="695FE694" w14:textId="77777777" w:rsidR="000E56EB" w:rsidRDefault="000E56EB" w:rsidP="00700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1893933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="Arial Nova" w:hAnsi="Arial Nova"/>
            <w:sz w:val="18"/>
            <w:szCs w:val="18"/>
          </w:r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3416A14D" w14:textId="7E0C4E92" w:rsidR="002339A7" w:rsidRPr="00BF665B" w:rsidRDefault="00173F76" w:rsidP="009070E1">
            <w:pPr>
              <w:pStyle w:val="Footer"/>
              <w:ind w:left="-720" w:right="-471"/>
              <w:jc w:val="right"/>
              <w:rPr>
                <w:rFonts w:ascii="Arial Nova" w:hAnsi="Arial Nova"/>
                <w:sz w:val="18"/>
                <w:szCs w:val="18"/>
              </w:rPr>
            </w:pPr>
            <w:r w:rsidRPr="00BF665B">
              <w:rPr>
                <w:rFonts w:ascii="Arial Nova" w:hAnsi="Arial Nov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704DC5" wp14:editId="273D9EB4">
                      <wp:simplePos x="0" y="0"/>
                      <wp:positionH relativeFrom="margin">
                        <wp:posOffset>-394078</wp:posOffset>
                      </wp:positionH>
                      <wp:positionV relativeFrom="paragraph">
                        <wp:posOffset>-68580</wp:posOffset>
                      </wp:positionV>
                      <wp:extent cx="4324350" cy="26670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3243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B33436" w14:textId="485348BF" w:rsidR="002339A7" w:rsidRPr="002339A7" w:rsidRDefault="00856EE5">
                                  <w:pPr>
                                    <w:rPr>
                                      <w:rFonts w:ascii="Arial Nova" w:hAnsi="Arial Nova"/>
                                      <w:sz w:val="18"/>
                                      <w:szCs w:val="18"/>
                                    </w:rPr>
                                  </w:pPr>
                                  <w:r w:rsidRPr="00856EE5">
                                    <w:rPr>
                                      <w:rFonts w:ascii="Arial Nova" w:hAnsi="Arial Nova"/>
                                      <w:sz w:val="18"/>
                                      <w:szCs w:val="18"/>
                                    </w:rPr>
                                    <w:t>SFU 0016 Sworn Statement for the DOST Certification of Specific R&amp;D Project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704D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-31.05pt;margin-top:-5.4pt;width:340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" filled="f" stroked="f" strokeweight=".5pt">
                      <v:textbox>
                        <w:txbxContent>
                          <w:p w14:paraId="73B33436" w14:textId="485348BF" w:rsidR="002339A7" w:rsidRPr="002339A7" w:rsidRDefault="00856EE5">
                            <w:pPr>
                              <w:rPr>
                                <w:rFonts w:ascii="Arial Nova" w:hAnsi="Arial Nova"/>
                                <w:sz w:val="18"/>
                                <w:szCs w:val="18"/>
                              </w:rPr>
                            </w:pPr>
                            <w:r w:rsidRPr="00856EE5">
                              <w:rPr>
                                <w:rFonts w:ascii="Arial Nova" w:hAnsi="Arial Nova"/>
                                <w:sz w:val="18"/>
                                <w:szCs w:val="18"/>
                              </w:rPr>
                              <w:t>SFU 0016 Sworn Statement for the DOST Certification of Specific R&amp;D Project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339A7" w:rsidRPr="00BF665B">
              <w:rPr>
                <w:rFonts w:ascii="Arial Nova" w:hAnsi="Arial Nova"/>
                <w:sz w:val="18"/>
                <w:szCs w:val="18"/>
              </w:rPr>
              <w:t xml:space="preserve">Page </w:t>
            </w:r>
            <w:r w:rsidR="00A0448D" w:rsidRPr="00BF665B">
              <w:rPr>
                <w:rFonts w:ascii="Arial Nova" w:hAnsi="Arial Nova"/>
                <w:sz w:val="20"/>
                <w:szCs w:val="20"/>
              </w:rPr>
              <w:fldChar w:fldCharType="begin"/>
            </w:r>
            <w:r w:rsidR="002339A7" w:rsidRPr="00BF665B">
              <w:rPr>
                <w:rFonts w:ascii="Arial Nova" w:hAnsi="Arial Nova"/>
                <w:sz w:val="18"/>
                <w:szCs w:val="18"/>
              </w:rPr>
              <w:instrText xml:space="preserve"> PAGE </w:instrText>
            </w:r>
            <w:r w:rsidR="00A0448D" w:rsidRPr="00BF665B">
              <w:rPr>
                <w:rFonts w:ascii="Arial Nova" w:hAnsi="Arial Nova"/>
                <w:sz w:val="20"/>
                <w:szCs w:val="20"/>
              </w:rPr>
              <w:fldChar w:fldCharType="separate"/>
            </w:r>
            <w:r w:rsidR="00FD1306" w:rsidRPr="00BF665B">
              <w:rPr>
                <w:rFonts w:ascii="Arial Nova" w:hAnsi="Arial Nova"/>
                <w:noProof/>
                <w:sz w:val="18"/>
                <w:szCs w:val="18"/>
              </w:rPr>
              <w:t>2</w:t>
            </w:r>
            <w:r w:rsidR="00A0448D" w:rsidRPr="00BF665B">
              <w:rPr>
                <w:rFonts w:ascii="Arial Nova" w:hAnsi="Arial Nova"/>
                <w:sz w:val="20"/>
                <w:szCs w:val="20"/>
              </w:rPr>
              <w:fldChar w:fldCharType="end"/>
            </w:r>
            <w:r w:rsidR="002339A7" w:rsidRPr="00BF665B">
              <w:rPr>
                <w:rFonts w:ascii="Arial Nova" w:hAnsi="Arial Nova"/>
                <w:sz w:val="18"/>
                <w:szCs w:val="18"/>
              </w:rPr>
              <w:t xml:space="preserve"> of </w:t>
            </w:r>
            <w:r w:rsidR="00A0448D" w:rsidRPr="00BF665B">
              <w:rPr>
                <w:rFonts w:ascii="Arial Nova" w:hAnsi="Arial Nova"/>
                <w:sz w:val="20"/>
                <w:szCs w:val="20"/>
              </w:rPr>
              <w:fldChar w:fldCharType="begin"/>
            </w:r>
            <w:r w:rsidR="002339A7" w:rsidRPr="00BF665B">
              <w:rPr>
                <w:rFonts w:ascii="Arial Nova" w:hAnsi="Arial Nova"/>
                <w:sz w:val="18"/>
                <w:szCs w:val="18"/>
              </w:rPr>
              <w:instrText xml:space="preserve"> NUMPAGES  </w:instrText>
            </w:r>
            <w:r w:rsidR="00A0448D" w:rsidRPr="00BF665B">
              <w:rPr>
                <w:rFonts w:ascii="Arial Nova" w:hAnsi="Arial Nova"/>
                <w:sz w:val="20"/>
                <w:szCs w:val="20"/>
              </w:rPr>
              <w:fldChar w:fldCharType="separate"/>
            </w:r>
            <w:r w:rsidR="00FD1306" w:rsidRPr="00BF665B">
              <w:rPr>
                <w:rFonts w:ascii="Arial Nova" w:hAnsi="Arial Nova"/>
                <w:noProof/>
                <w:sz w:val="18"/>
                <w:szCs w:val="18"/>
              </w:rPr>
              <w:t>2</w:t>
            </w:r>
            <w:r w:rsidR="00A0448D" w:rsidRPr="00BF665B">
              <w:rPr>
                <w:rFonts w:ascii="Arial Nova" w:hAnsi="Arial Nova"/>
                <w:sz w:val="20"/>
                <w:szCs w:val="20"/>
              </w:rPr>
              <w:fldChar w:fldCharType="end"/>
            </w:r>
          </w:p>
        </w:sdtContent>
      </w:sdt>
    </w:sdtContent>
  </w:sdt>
  <w:p w14:paraId="6336C875" w14:textId="77777777" w:rsidR="002339A7" w:rsidRDefault="002339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ova" w:hAnsi="Arial Nova"/>
        <w:sz w:val="18"/>
        <w:szCs w:val="18"/>
      </w:rPr>
      <w:id w:val="1542167002"/>
      <w:docPartObj>
        <w:docPartGallery w:val="Page Numbers (Top of Page)"/>
        <w:docPartUnique/>
      </w:docPartObj>
    </w:sdtPr>
    <w:sdtEndPr/>
    <w:sdtContent>
      <w:p w14:paraId="73E381AE" w14:textId="727B7619" w:rsidR="00AC7937" w:rsidRDefault="004C6DAA" w:rsidP="009070E1">
        <w:pPr>
          <w:pStyle w:val="Footer"/>
          <w:ind w:left="-720" w:right="-471"/>
          <w:jc w:val="right"/>
          <w:rPr>
            <w:rFonts w:ascii="Arial Nova" w:hAnsi="Arial Nova"/>
            <w:sz w:val="18"/>
            <w:szCs w:val="18"/>
          </w:rPr>
        </w:pPr>
        <w:r w:rsidRPr="00BF665B">
          <w:rPr>
            <w:rFonts w:ascii="Arial Nova" w:hAnsi="Arial Nova"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3D321C9" wp14:editId="7EE0EFA9">
                  <wp:simplePos x="0" y="0"/>
                  <wp:positionH relativeFrom="margin">
                    <wp:posOffset>-391592</wp:posOffset>
                  </wp:positionH>
                  <wp:positionV relativeFrom="paragraph">
                    <wp:posOffset>-78105</wp:posOffset>
                  </wp:positionV>
                  <wp:extent cx="4705350" cy="266700"/>
                  <wp:effectExtent l="0" t="0" r="0" b="0"/>
                  <wp:wrapNone/>
                  <wp:docPr id="3" name="Text 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47053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9A08E3" w14:textId="2DF40208" w:rsidR="00AC7937" w:rsidRPr="002339A7" w:rsidRDefault="00856EE5" w:rsidP="00AC7937">
                              <w:pPr>
                                <w:rPr>
                                  <w:rFonts w:ascii="Arial Nova" w:hAnsi="Arial Nova"/>
                                  <w:sz w:val="18"/>
                                  <w:szCs w:val="18"/>
                                </w:rPr>
                              </w:pPr>
                              <w:r w:rsidRPr="00856EE5">
                                <w:rPr>
                                  <w:rFonts w:ascii="Arial Nova" w:hAnsi="Arial Nova"/>
                                  <w:sz w:val="18"/>
                                  <w:szCs w:val="18"/>
                                </w:rPr>
                                <w:t>SFU 0016 Sworn Statement for the DOST Certification of Specific R&amp;D Project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23D321C9"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0;text-align:left;margin-left:-30.85pt;margin-top:-6.15pt;width:370.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" filled="f" stroked="f" strokeweight=".5pt">
                  <v:textbox>
                    <w:txbxContent>
                      <w:p w14:paraId="2D9A08E3" w14:textId="2DF40208" w:rsidR="00AC7937" w:rsidRPr="002339A7" w:rsidRDefault="00856EE5" w:rsidP="00AC7937">
                        <w:pPr>
                          <w:rPr>
                            <w:rFonts w:ascii="Arial Nova" w:hAnsi="Arial Nova"/>
                            <w:sz w:val="18"/>
                            <w:szCs w:val="18"/>
                          </w:rPr>
                        </w:pPr>
                        <w:r w:rsidRPr="00856EE5">
                          <w:rPr>
                            <w:rFonts w:ascii="Arial Nova" w:hAnsi="Arial Nova"/>
                            <w:sz w:val="18"/>
                            <w:szCs w:val="18"/>
                          </w:rPr>
                          <w:t>SFU 0016 Sworn Statement for the DOST Certification of Specific R&amp;D Project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="00AC7937" w:rsidRPr="00BF665B">
          <w:rPr>
            <w:rFonts w:ascii="Arial Nova" w:hAnsi="Arial Nova"/>
            <w:sz w:val="18"/>
            <w:szCs w:val="18"/>
          </w:rPr>
          <w:t xml:space="preserve">Page </w:t>
        </w:r>
        <w:r w:rsidR="00AC7937" w:rsidRPr="00BF665B">
          <w:rPr>
            <w:rFonts w:ascii="Arial Nova" w:hAnsi="Arial Nova"/>
            <w:sz w:val="20"/>
            <w:szCs w:val="20"/>
          </w:rPr>
          <w:fldChar w:fldCharType="begin"/>
        </w:r>
        <w:r w:rsidR="00AC7937" w:rsidRPr="00BF665B">
          <w:rPr>
            <w:rFonts w:ascii="Arial Nova" w:hAnsi="Arial Nova"/>
            <w:sz w:val="18"/>
            <w:szCs w:val="18"/>
          </w:rPr>
          <w:instrText xml:space="preserve"> PAGE </w:instrText>
        </w:r>
        <w:r w:rsidR="00AC7937" w:rsidRPr="00BF665B">
          <w:rPr>
            <w:rFonts w:ascii="Arial Nova" w:hAnsi="Arial Nova"/>
            <w:sz w:val="20"/>
            <w:szCs w:val="20"/>
          </w:rPr>
          <w:fldChar w:fldCharType="separate"/>
        </w:r>
        <w:r w:rsidR="00AC7937">
          <w:rPr>
            <w:rFonts w:ascii="Arial Nova" w:hAnsi="Arial Nova"/>
            <w:sz w:val="20"/>
            <w:szCs w:val="20"/>
          </w:rPr>
          <w:t>2</w:t>
        </w:r>
        <w:r w:rsidR="00AC7937" w:rsidRPr="00BF665B">
          <w:rPr>
            <w:rFonts w:ascii="Arial Nova" w:hAnsi="Arial Nova"/>
            <w:sz w:val="20"/>
            <w:szCs w:val="20"/>
          </w:rPr>
          <w:fldChar w:fldCharType="end"/>
        </w:r>
        <w:r w:rsidR="00AC7937" w:rsidRPr="00BF665B">
          <w:rPr>
            <w:rFonts w:ascii="Arial Nova" w:hAnsi="Arial Nova"/>
            <w:sz w:val="18"/>
            <w:szCs w:val="18"/>
          </w:rPr>
          <w:t xml:space="preserve"> of </w:t>
        </w:r>
        <w:r w:rsidR="00AC7937" w:rsidRPr="00BF665B">
          <w:rPr>
            <w:rFonts w:ascii="Arial Nova" w:hAnsi="Arial Nova"/>
            <w:sz w:val="20"/>
            <w:szCs w:val="20"/>
          </w:rPr>
          <w:fldChar w:fldCharType="begin"/>
        </w:r>
        <w:r w:rsidR="00AC7937" w:rsidRPr="00BF665B">
          <w:rPr>
            <w:rFonts w:ascii="Arial Nova" w:hAnsi="Arial Nova"/>
            <w:sz w:val="18"/>
            <w:szCs w:val="18"/>
          </w:rPr>
          <w:instrText xml:space="preserve"> NUMPAGES  </w:instrText>
        </w:r>
        <w:r w:rsidR="00AC7937" w:rsidRPr="00BF665B">
          <w:rPr>
            <w:rFonts w:ascii="Arial Nova" w:hAnsi="Arial Nova"/>
            <w:sz w:val="20"/>
            <w:szCs w:val="20"/>
          </w:rPr>
          <w:fldChar w:fldCharType="separate"/>
        </w:r>
        <w:r w:rsidR="00AC7937">
          <w:rPr>
            <w:rFonts w:ascii="Arial Nova" w:hAnsi="Arial Nova"/>
            <w:sz w:val="20"/>
            <w:szCs w:val="20"/>
          </w:rPr>
          <w:t>2</w:t>
        </w:r>
        <w:r w:rsidR="00AC7937" w:rsidRPr="00BF665B">
          <w:rPr>
            <w:rFonts w:ascii="Arial Nova" w:hAnsi="Arial Nova"/>
            <w:sz w:val="20"/>
            <w:szCs w:val="20"/>
          </w:rPr>
          <w:fldChar w:fldCharType="end"/>
        </w:r>
      </w:p>
    </w:sdtContent>
  </w:sdt>
  <w:p w14:paraId="2DA8538D" w14:textId="5B449E58" w:rsidR="00AC7937" w:rsidRDefault="00AC7937" w:rsidP="00AC79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2696D" w14:textId="77777777" w:rsidR="000E56EB" w:rsidRDefault="000E56EB" w:rsidP="007006AA">
      <w:pPr>
        <w:spacing w:after="0" w:line="240" w:lineRule="auto"/>
      </w:pPr>
      <w:r>
        <w:separator/>
      </w:r>
    </w:p>
  </w:footnote>
  <w:footnote w:type="continuationSeparator" w:id="0">
    <w:p w14:paraId="2CD0DE1A" w14:textId="77777777" w:rsidR="000E56EB" w:rsidRDefault="000E56EB" w:rsidP="00700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53BDE" w14:textId="43C755E5" w:rsidR="007006AA" w:rsidRPr="00900A8F" w:rsidRDefault="007006AA" w:rsidP="00900A8F">
    <w:pPr>
      <w:spacing w:after="0" w:line="240" w:lineRule="auto"/>
      <w:ind w:right="-513"/>
      <w:jc w:val="right"/>
      <w:rPr>
        <w:rFonts w:ascii="Arial" w:hAnsi="Arial" w:cs="Arial"/>
        <w:b/>
      </w:rPr>
    </w:pPr>
  </w:p>
  <w:p w14:paraId="0086A758" w14:textId="77777777" w:rsidR="007006AA" w:rsidRDefault="007006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BFBC3" w14:textId="77777777" w:rsidR="0090707B" w:rsidRDefault="008952C5" w:rsidP="008952C5">
    <w:pPr>
      <w:spacing w:line="240" w:lineRule="auto"/>
      <w:ind w:left="709"/>
      <w:contextualSpacing/>
      <w:rPr>
        <w:rFonts w:ascii="Arial" w:hAnsi="Arial" w:cs="Arial"/>
        <w:b/>
        <w:bCs/>
        <w:szCs w:val="24"/>
      </w:rPr>
    </w:pPr>
    <w:r w:rsidRPr="00AE5413">
      <w:rPr>
        <w:rFonts w:ascii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D5419DF" wp14:editId="3D741889">
              <wp:simplePos x="0" y="0"/>
              <wp:positionH relativeFrom="column">
                <wp:posOffset>5200650</wp:posOffset>
              </wp:positionH>
              <wp:positionV relativeFrom="paragraph">
                <wp:posOffset>-310515</wp:posOffset>
              </wp:positionV>
              <wp:extent cx="1276350" cy="43815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6350" cy="438150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E7FA1D" w14:textId="1A237EA0" w:rsidR="00AC7937" w:rsidRPr="00C54ED7" w:rsidRDefault="00AC7937" w:rsidP="00AC793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C54ED7">
                            <w:rPr>
                              <w:rFonts w:ascii="Arial" w:hAnsi="Arial" w:cs="Arial"/>
                              <w:sz w:val="20"/>
                            </w:rPr>
                            <w:t>SFU 001</w:t>
                          </w:r>
                          <w:r w:rsidR="00077FCF">
                            <w:rPr>
                              <w:rFonts w:ascii="Arial" w:hAnsi="Arial" w:cs="Arial"/>
                              <w:sz w:val="20"/>
                            </w:rPr>
                            <w:t>6</w:t>
                          </w:r>
                        </w:p>
                        <w:p w14:paraId="40731515" w14:textId="25826051" w:rsidR="00AC7937" w:rsidRPr="000F0733" w:rsidRDefault="00AC7937" w:rsidP="00AC793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20"/>
                              <w:lang w:val="id-ID"/>
                            </w:rPr>
                          </w:pPr>
                          <w:r w:rsidRPr="00C54ED7">
                            <w:rPr>
                              <w:rFonts w:ascii="Arial" w:hAnsi="Arial" w:cs="Arial"/>
                              <w:sz w:val="20"/>
                            </w:rPr>
                            <w:t>Rev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. </w:t>
                          </w:r>
                          <w:r w:rsidR="002B0CD3">
                            <w:rPr>
                              <w:rFonts w:ascii="Arial" w:hAnsi="Arial" w:cs="Arial"/>
                              <w:sz w:val="20"/>
                              <w:lang w:val="en-PH"/>
                            </w:rPr>
                            <w:t>2</w:t>
                          </w:r>
                          <w:r w:rsidRPr="00C54ED7">
                            <w:rPr>
                              <w:rFonts w:ascii="Arial" w:hAnsi="Arial" w:cs="Arial"/>
                              <w:sz w:val="20"/>
                            </w:rPr>
                            <w:t>/</w:t>
                          </w:r>
                          <w:r w:rsidR="003F73F2">
                            <w:rPr>
                              <w:rFonts w:ascii="Arial" w:hAnsi="Arial" w:cs="Arial"/>
                              <w:sz w:val="20"/>
                            </w:rPr>
                            <w:t>04-11-2025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5419DF" id="Rectangle 1" o:spid="_x0000_s1028" style="position:absolute;left:0;text-align:left;margin-left:409.5pt;margin-top:-24.45pt;width:100.5pt;height:34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" fillcolor="white [3201]" stroked="f" strokecolor="black [3200]" strokeweight="1pt">
              <v:textbox>
                <w:txbxContent>
                  <w:p w14:paraId="4AE7FA1D" w14:textId="1A237EA0" w:rsidR="00AC7937" w:rsidRPr="00C54ED7" w:rsidRDefault="00AC7937" w:rsidP="00AC7937">
                    <w:pPr>
                      <w:spacing w:after="0" w:line="240" w:lineRule="auto"/>
                      <w:rPr>
                        <w:rFonts w:ascii="Arial" w:hAnsi="Arial" w:cs="Arial"/>
                        <w:sz w:val="20"/>
                      </w:rPr>
                    </w:pPr>
                    <w:r w:rsidRPr="00C54ED7">
                      <w:rPr>
                        <w:rFonts w:ascii="Arial" w:hAnsi="Arial" w:cs="Arial"/>
                        <w:sz w:val="20"/>
                      </w:rPr>
                      <w:t>SFU 001</w:t>
                    </w:r>
                    <w:r w:rsidR="00077FCF">
                      <w:rPr>
                        <w:rFonts w:ascii="Arial" w:hAnsi="Arial" w:cs="Arial"/>
                        <w:sz w:val="20"/>
                      </w:rPr>
                      <w:t>6</w:t>
                    </w:r>
                  </w:p>
                  <w:p w14:paraId="40731515" w14:textId="25826051" w:rsidR="00AC7937" w:rsidRPr="000F0733" w:rsidRDefault="00AC7937" w:rsidP="00AC7937">
                    <w:pPr>
                      <w:spacing w:after="0" w:line="240" w:lineRule="auto"/>
                      <w:rPr>
                        <w:rFonts w:ascii="Arial" w:hAnsi="Arial" w:cs="Arial"/>
                        <w:sz w:val="20"/>
                        <w:lang w:val="id-ID"/>
                      </w:rPr>
                    </w:pPr>
                    <w:r w:rsidRPr="00C54ED7">
                      <w:rPr>
                        <w:rFonts w:ascii="Arial" w:hAnsi="Arial" w:cs="Arial"/>
                        <w:sz w:val="20"/>
                      </w:rPr>
                      <w:t>Rev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. </w:t>
                    </w:r>
                    <w:r w:rsidR="002B0CD3">
                      <w:rPr>
                        <w:rFonts w:ascii="Arial" w:hAnsi="Arial" w:cs="Arial"/>
                        <w:sz w:val="20"/>
                        <w:lang w:val="en-PH"/>
                      </w:rPr>
                      <w:t>2</w:t>
                    </w:r>
                    <w:r w:rsidRPr="00C54ED7">
                      <w:rPr>
                        <w:rFonts w:ascii="Arial" w:hAnsi="Arial" w:cs="Arial"/>
                        <w:sz w:val="20"/>
                      </w:rPr>
                      <w:t>/</w:t>
                    </w:r>
                    <w:r w:rsidR="003F73F2">
                      <w:rPr>
                        <w:rFonts w:ascii="Arial" w:hAnsi="Arial" w:cs="Arial"/>
                        <w:sz w:val="20"/>
                      </w:rPr>
                      <w:t>04-11-2025</w:t>
                    </w:r>
                  </w:p>
                </w:txbxContent>
              </v:textbox>
            </v:rect>
          </w:pict>
        </mc:Fallback>
      </mc:AlternateContent>
    </w:r>
    <w:r w:rsidR="002B0CD3" w:rsidRPr="00AE5413">
      <w:rPr>
        <w:rFonts w:ascii="Arial" w:hAnsi="Arial" w:cs="Arial"/>
        <w:noProof/>
        <w:lang w:val="en-PH" w:eastAsia="en-PH"/>
      </w:rPr>
      <w:drawing>
        <wp:anchor distT="0" distB="0" distL="114300" distR="114300" simplePos="0" relativeHeight="251665408" behindDoc="0" locked="0" layoutInCell="1" allowOverlap="1" wp14:anchorId="1E8748F4" wp14:editId="3F86899B">
          <wp:simplePos x="0" y="0"/>
          <wp:positionH relativeFrom="margin">
            <wp:posOffset>-295275</wp:posOffset>
          </wp:positionH>
          <wp:positionV relativeFrom="paragraph">
            <wp:posOffset>-161290</wp:posOffset>
          </wp:positionV>
          <wp:extent cx="687070" cy="687070"/>
          <wp:effectExtent l="0" t="0" r="0" b="0"/>
          <wp:wrapNone/>
          <wp:docPr id="9" name="Picture 9" descr="Resulta ng larawan para sa dost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ulta ng larawan para sa dost logo"/>
                  <pic:cNvPicPr preferRelativeResize="0"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687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0CD3" w:rsidRPr="002B0CD3">
      <w:rPr>
        <w:rFonts w:ascii="Arial" w:hAnsi="Arial" w:cs="Arial"/>
        <w:b/>
        <w:bCs/>
        <w:i/>
      </w:rPr>
      <w:t>Sworn Statement</w:t>
    </w:r>
    <w:r w:rsidR="002B0CD3">
      <w:rPr>
        <w:rFonts w:ascii="Arial" w:hAnsi="Arial" w:cs="Arial"/>
        <w:b/>
        <w:bCs/>
      </w:rPr>
      <w:t xml:space="preserve"> for </w:t>
    </w:r>
    <w:r w:rsidR="002B0CD3" w:rsidRPr="002B0CD3">
      <w:rPr>
        <w:rFonts w:ascii="Arial" w:hAnsi="Arial" w:cs="Arial"/>
        <w:b/>
        <w:bCs/>
        <w:i/>
      </w:rPr>
      <w:t>the</w:t>
    </w:r>
    <w:r w:rsidR="002B0CD3">
      <w:rPr>
        <w:rFonts w:ascii="Arial" w:hAnsi="Arial" w:cs="Arial"/>
        <w:b/>
        <w:bCs/>
      </w:rPr>
      <w:t xml:space="preserve"> </w:t>
    </w:r>
    <w:r w:rsidR="002B0CD3" w:rsidRPr="002B0CD3">
      <w:rPr>
        <w:rFonts w:ascii="Arial" w:hAnsi="Arial" w:cs="Arial"/>
        <w:b/>
        <w:bCs/>
        <w:szCs w:val="24"/>
      </w:rPr>
      <w:t xml:space="preserve">DOST Certification of </w:t>
    </w:r>
  </w:p>
  <w:p w14:paraId="63AD746B" w14:textId="725688D3" w:rsidR="002B0CD3" w:rsidRPr="0090707B" w:rsidRDefault="00077FCF" w:rsidP="008952C5">
    <w:pPr>
      <w:spacing w:line="240" w:lineRule="auto"/>
      <w:ind w:left="709"/>
      <w:contextualSpacing/>
      <w:rPr>
        <w:rFonts w:ascii="Arial" w:hAnsi="Arial" w:cs="Arial"/>
        <w:b/>
        <w:bCs/>
        <w:szCs w:val="24"/>
      </w:rPr>
    </w:pPr>
    <w:r w:rsidRPr="0090707B">
      <w:rPr>
        <w:rFonts w:ascii="Arial" w:hAnsi="Arial" w:cs="Arial"/>
        <w:b/>
        <w:bCs/>
        <w:szCs w:val="24"/>
      </w:rPr>
      <w:t xml:space="preserve">Specific Research </w:t>
    </w:r>
    <w:r w:rsidR="0090707B" w:rsidRPr="0090707B">
      <w:rPr>
        <w:rFonts w:ascii="Arial" w:hAnsi="Arial" w:cs="Arial"/>
        <w:b/>
        <w:bCs/>
        <w:szCs w:val="24"/>
      </w:rPr>
      <w:t xml:space="preserve">and </w:t>
    </w:r>
    <w:r w:rsidRPr="0090707B">
      <w:rPr>
        <w:rFonts w:ascii="Arial" w:hAnsi="Arial" w:cs="Arial"/>
        <w:b/>
        <w:bCs/>
        <w:szCs w:val="24"/>
      </w:rPr>
      <w:t>Development Project</w:t>
    </w:r>
  </w:p>
  <w:p w14:paraId="1058176C" w14:textId="068FDA14" w:rsidR="002B0CD3" w:rsidRPr="002B0CD3" w:rsidRDefault="002B0CD3" w:rsidP="008952C5">
    <w:pPr>
      <w:spacing w:line="240" w:lineRule="auto"/>
      <w:ind w:left="709"/>
      <w:contextualSpacing/>
      <w:rPr>
        <w:rFonts w:ascii="Arial" w:hAnsi="Arial" w:cs="Arial"/>
        <w:bCs/>
        <w:sz w:val="20"/>
      </w:rPr>
    </w:pPr>
    <w:r w:rsidRPr="002B0CD3">
      <w:rPr>
        <w:rFonts w:ascii="Arial" w:hAnsi="Arial" w:cs="Arial"/>
        <w:bCs/>
        <w:sz w:val="20"/>
      </w:rPr>
      <w:t xml:space="preserve">(To be accomplished by the Head </w:t>
    </w:r>
    <w:r w:rsidRPr="0090707B">
      <w:rPr>
        <w:rFonts w:ascii="Arial" w:hAnsi="Arial" w:cs="Arial"/>
        <w:bCs/>
        <w:sz w:val="20"/>
      </w:rPr>
      <w:t>of the Organization</w:t>
    </w:r>
    <w:r w:rsidRPr="002B0CD3">
      <w:rPr>
        <w:rFonts w:ascii="Arial" w:hAnsi="Arial" w:cs="Arial"/>
        <w:bCs/>
        <w:sz w:val="20"/>
      </w:rPr>
      <w:t>)</w:t>
    </w:r>
  </w:p>
  <w:p w14:paraId="7423698D" w14:textId="77777777" w:rsidR="00AC7937" w:rsidRDefault="00AC7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531A5"/>
    <w:multiLevelType w:val="hybridMultilevel"/>
    <w:tmpl w:val="7DF6D92C"/>
    <w:lvl w:ilvl="0" w:tplc="1BCE32B0">
      <w:start w:val="1"/>
      <w:numFmt w:val="bullet"/>
      <w:lvlText w:val="*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52A24"/>
    <w:multiLevelType w:val="hybridMultilevel"/>
    <w:tmpl w:val="C9E4B92E"/>
    <w:lvl w:ilvl="0" w:tplc="BF1C1A24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2"/>
        <w:vertAlign w:val="superscrip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3736F"/>
    <w:multiLevelType w:val="hybridMultilevel"/>
    <w:tmpl w:val="1D828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7248C"/>
    <w:multiLevelType w:val="hybridMultilevel"/>
    <w:tmpl w:val="BDA2942C"/>
    <w:lvl w:ilvl="0" w:tplc="1BCE32B0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1216BF7"/>
    <w:multiLevelType w:val="hybridMultilevel"/>
    <w:tmpl w:val="98800F06"/>
    <w:lvl w:ilvl="0" w:tplc="9E8AC4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80FFB"/>
    <w:multiLevelType w:val="hybridMultilevel"/>
    <w:tmpl w:val="EAEC0410"/>
    <w:lvl w:ilvl="0" w:tplc="437A1956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/>
      </w:rPr>
    </w:lvl>
    <w:lvl w:ilvl="1" w:tplc="34090019">
      <w:start w:val="1"/>
      <w:numFmt w:val="lowerLetter"/>
      <w:lvlText w:val="%2."/>
      <w:lvlJc w:val="left"/>
      <w:pPr>
        <w:ind w:left="1140" w:hanging="360"/>
      </w:pPr>
    </w:lvl>
    <w:lvl w:ilvl="2" w:tplc="3409001B" w:tentative="1">
      <w:start w:val="1"/>
      <w:numFmt w:val="lowerRoman"/>
      <w:lvlText w:val="%3."/>
      <w:lvlJc w:val="right"/>
      <w:pPr>
        <w:ind w:left="1860" w:hanging="180"/>
      </w:pPr>
    </w:lvl>
    <w:lvl w:ilvl="3" w:tplc="3409000F" w:tentative="1">
      <w:start w:val="1"/>
      <w:numFmt w:val="decimal"/>
      <w:lvlText w:val="%4."/>
      <w:lvlJc w:val="left"/>
      <w:pPr>
        <w:ind w:left="2580" w:hanging="360"/>
      </w:pPr>
    </w:lvl>
    <w:lvl w:ilvl="4" w:tplc="34090019" w:tentative="1">
      <w:start w:val="1"/>
      <w:numFmt w:val="lowerLetter"/>
      <w:lvlText w:val="%5."/>
      <w:lvlJc w:val="left"/>
      <w:pPr>
        <w:ind w:left="3300" w:hanging="360"/>
      </w:pPr>
    </w:lvl>
    <w:lvl w:ilvl="5" w:tplc="3409001B" w:tentative="1">
      <w:start w:val="1"/>
      <w:numFmt w:val="lowerRoman"/>
      <w:lvlText w:val="%6."/>
      <w:lvlJc w:val="right"/>
      <w:pPr>
        <w:ind w:left="4020" w:hanging="180"/>
      </w:pPr>
    </w:lvl>
    <w:lvl w:ilvl="6" w:tplc="3409000F" w:tentative="1">
      <w:start w:val="1"/>
      <w:numFmt w:val="decimal"/>
      <w:lvlText w:val="%7."/>
      <w:lvlJc w:val="left"/>
      <w:pPr>
        <w:ind w:left="4740" w:hanging="360"/>
      </w:pPr>
    </w:lvl>
    <w:lvl w:ilvl="7" w:tplc="34090019" w:tentative="1">
      <w:start w:val="1"/>
      <w:numFmt w:val="lowerLetter"/>
      <w:lvlText w:val="%8."/>
      <w:lvlJc w:val="left"/>
      <w:pPr>
        <w:ind w:left="5460" w:hanging="360"/>
      </w:pPr>
    </w:lvl>
    <w:lvl w:ilvl="8" w:tplc="3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B6C611C"/>
    <w:multiLevelType w:val="hybridMultilevel"/>
    <w:tmpl w:val="CF963B6C"/>
    <w:lvl w:ilvl="0" w:tplc="F0BA8F4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355C0"/>
    <w:multiLevelType w:val="hybridMultilevel"/>
    <w:tmpl w:val="C1FC6B92"/>
    <w:lvl w:ilvl="0" w:tplc="B7A8602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83F53"/>
    <w:multiLevelType w:val="hybridMultilevel"/>
    <w:tmpl w:val="940614FE"/>
    <w:lvl w:ilvl="0" w:tplc="C826E10C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1B5B83"/>
    <w:multiLevelType w:val="hybridMultilevel"/>
    <w:tmpl w:val="1D828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5694D"/>
    <w:multiLevelType w:val="hybridMultilevel"/>
    <w:tmpl w:val="78B2DB22"/>
    <w:lvl w:ilvl="0" w:tplc="F5FC538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34090019">
      <w:start w:val="1"/>
      <w:numFmt w:val="lowerLetter"/>
      <w:lvlText w:val="%2."/>
      <w:lvlJc w:val="left"/>
      <w:pPr>
        <w:ind w:left="1140" w:hanging="360"/>
      </w:pPr>
    </w:lvl>
    <w:lvl w:ilvl="2" w:tplc="3409001B" w:tentative="1">
      <w:start w:val="1"/>
      <w:numFmt w:val="lowerRoman"/>
      <w:lvlText w:val="%3."/>
      <w:lvlJc w:val="right"/>
      <w:pPr>
        <w:ind w:left="1860" w:hanging="180"/>
      </w:pPr>
    </w:lvl>
    <w:lvl w:ilvl="3" w:tplc="3409000F" w:tentative="1">
      <w:start w:val="1"/>
      <w:numFmt w:val="decimal"/>
      <w:lvlText w:val="%4."/>
      <w:lvlJc w:val="left"/>
      <w:pPr>
        <w:ind w:left="2580" w:hanging="360"/>
      </w:pPr>
    </w:lvl>
    <w:lvl w:ilvl="4" w:tplc="34090019" w:tentative="1">
      <w:start w:val="1"/>
      <w:numFmt w:val="lowerLetter"/>
      <w:lvlText w:val="%5."/>
      <w:lvlJc w:val="left"/>
      <w:pPr>
        <w:ind w:left="3300" w:hanging="360"/>
      </w:pPr>
    </w:lvl>
    <w:lvl w:ilvl="5" w:tplc="3409001B" w:tentative="1">
      <w:start w:val="1"/>
      <w:numFmt w:val="lowerRoman"/>
      <w:lvlText w:val="%6."/>
      <w:lvlJc w:val="right"/>
      <w:pPr>
        <w:ind w:left="4020" w:hanging="180"/>
      </w:pPr>
    </w:lvl>
    <w:lvl w:ilvl="6" w:tplc="3409000F" w:tentative="1">
      <w:start w:val="1"/>
      <w:numFmt w:val="decimal"/>
      <w:lvlText w:val="%7."/>
      <w:lvlJc w:val="left"/>
      <w:pPr>
        <w:ind w:left="4740" w:hanging="360"/>
      </w:pPr>
    </w:lvl>
    <w:lvl w:ilvl="7" w:tplc="34090019" w:tentative="1">
      <w:start w:val="1"/>
      <w:numFmt w:val="lowerLetter"/>
      <w:lvlText w:val="%8."/>
      <w:lvlJc w:val="left"/>
      <w:pPr>
        <w:ind w:left="5460" w:hanging="360"/>
      </w:pPr>
    </w:lvl>
    <w:lvl w:ilvl="8" w:tplc="3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7"/>
  </w:num>
  <w:num w:numId="6">
    <w:abstractNumId w:val="10"/>
  </w:num>
  <w:num w:numId="7">
    <w:abstractNumId w:val="5"/>
  </w:num>
  <w:num w:numId="8">
    <w:abstractNumId w:val="1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2MDExMzAyNjU1MTZX0lEKTi0uzszPAykwrwUAkU+0MywAAAA="/>
  </w:docVars>
  <w:rsids>
    <w:rsidRoot w:val="007006AA"/>
    <w:rsid w:val="00013929"/>
    <w:rsid w:val="00020FC4"/>
    <w:rsid w:val="00035244"/>
    <w:rsid w:val="00041D83"/>
    <w:rsid w:val="000454F7"/>
    <w:rsid w:val="00060091"/>
    <w:rsid w:val="0006571A"/>
    <w:rsid w:val="00067BEC"/>
    <w:rsid w:val="00077FCF"/>
    <w:rsid w:val="00097992"/>
    <w:rsid w:val="000C26A0"/>
    <w:rsid w:val="000D4330"/>
    <w:rsid w:val="000D7411"/>
    <w:rsid w:val="000E56EB"/>
    <w:rsid w:val="000E743A"/>
    <w:rsid w:val="000F0733"/>
    <w:rsid w:val="001168BF"/>
    <w:rsid w:val="00127BF9"/>
    <w:rsid w:val="00130F35"/>
    <w:rsid w:val="00141CAF"/>
    <w:rsid w:val="00147E8F"/>
    <w:rsid w:val="00173F76"/>
    <w:rsid w:val="001A6A70"/>
    <w:rsid w:val="001B063C"/>
    <w:rsid w:val="001B74DD"/>
    <w:rsid w:val="001C17E8"/>
    <w:rsid w:val="001E1355"/>
    <w:rsid w:val="001E7CE6"/>
    <w:rsid w:val="002263BD"/>
    <w:rsid w:val="002339A7"/>
    <w:rsid w:val="002420A8"/>
    <w:rsid w:val="002A3CCC"/>
    <w:rsid w:val="002A639E"/>
    <w:rsid w:val="002B0CD3"/>
    <w:rsid w:val="002C4542"/>
    <w:rsid w:val="002D6AA7"/>
    <w:rsid w:val="0031019A"/>
    <w:rsid w:val="00346B2A"/>
    <w:rsid w:val="003944BD"/>
    <w:rsid w:val="003B0A82"/>
    <w:rsid w:val="003B4608"/>
    <w:rsid w:val="003E6661"/>
    <w:rsid w:val="003F73F2"/>
    <w:rsid w:val="00405658"/>
    <w:rsid w:val="00463010"/>
    <w:rsid w:val="00465177"/>
    <w:rsid w:val="00466D77"/>
    <w:rsid w:val="00487D4B"/>
    <w:rsid w:val="004B167F"/>
    <w:rsid w:val="004B5A29"/>
    <w:rsid w:val="004C6DAA"/>
    <w:rsid w:val="004D6495"/>
    <w:rsid w:val="004E2DF7"/>
    <w:rsid w:val="0053069A"/>
    <w:rsid w:val="00562051"/>
    <w:rsid w:val="005B6E7D"/>
    <w:rsid w:val="0060606A"/>
    <w:rsid w:val="0061004B"/>
    <w:rsid w:val="00636B04"/>
    <w:rsid w:val="00641621"/>
    <w:rsid w:val="00642903"/>
    <w:rsid w:val="0064733B"/>
    <w:rsid w:val="0068270F"/>
    <w:rsid w:val="006870DD"/>
    <w:rsid w:val="006A6E69"/>
    <w:rsid w:val="006F630D"/>
    <w:rsid w:val="007006AA"/>
    <w:rsid w:val="00705375"/>
    <w:rsid w:val="0071173B"/>
    <w:rsid w:val="00713A7F"/>
    <w:rsid w:val="007169B0"/>
    <w:rsid w:val="0071784D"/>
    <w:rsid w:val="007335DE"/>
    <w:rsid w:val="00746552"/>
    <w:rsid w:val="00757DCF"/>
    <w:rsid w:val="00794A98"/>
    <w:rsid w:val="007A7706"/>
    <w:rsid w:val="007D0B8F"/>
    <w:rsid w:val="007E3470"/>
    <w:rsid w:val="007E4249"/>
    <w:rsid w:val="007F074E"/>
    <w:rsid w:val="007F66DA"/>
    <w:rsid w:val="008156E6"/>
    <w:rsid w:val="00840D87"/>
    <w:rsid w:val="0084434D"/>
    <w:rsid w:val="008569ED"/>
    <w:rsid w:val="00856EE5"/>
    <w:rsid w:val="008668C9"/>
    <w:rsid w:val="008769A8"/>
    <w:rsid w:val="008952C5"/>
    <w:rsid w:val="008B44D2"/>
    <w:rsid w:val="008C78A4"/>
    <w:rsid w:val="008D0C06"/>
    <w:rsid w:val="008D3B0F"/>
    <w:rsid w:val="008D412F"/>
    <w:rsid w:val="008E68BF"/>
    <w:rsid w:val="008F3C61"/>
    <w:rsid w:val="008F580F"/>
    <w:rsid w:val="00900A8F"/>
    <w:rsid w:val="0090707B"/>
    <w:rsid w:val="009070E1"/>
    <w:rsid w:val="00913BC7"/>
    <w:rsid w:val="00916A79"/>
    <w:rsid w:val="009922A9"/>
    <w:rsid w:val="00992B9C"/>
    <w:rsid w:val="009A12BD"/>
    <w:rsid w:val="009A7E4F"/>
    <w:rsid w:val="009B773F"/>
    <w:rsid w:val="009D3E66"/>
    <w:rsid w:val="009F0F9F"/>
    <w:rsid w:val="00A0448D"/>
    <w:rsid w:val="00A160D3"/>
    <w:rsid w:val="00A64CF8"/>
    <w:rsid w:val="00A65A3F"/>
    <w:rsid w:val="00AC7937"/>
    <w:rsid w:val="00AE5413"/>
    <w:rsid w:val="00B16FBC"/>
    <w:rsid w:val="00B25650"/>
    <w:rsid w:val="00B27BDB"/>
    <w:rsid w:val="00B42AE0"/>
    <w:rsid w:val="00B45AD8"/>
    <w:rsid w:val="00B51087"/>
    <w:rsid w:val="00B53296"/>
    <w:rsid w:val="00B708B6"/>
    <w:rsid w:val="00BC3D1D"/>
    <w:rsid w:val="00BF665B"/>
    <w:rsid w:val="00C2135B"/>
    <w:rsid w:val="00C462E6"/>
    <w:rsid w:val="00C53E9F"/>
    <w:rsid w:val="00C54ED7"/>
    <w:rsid w:val="00C5635E"/>
    <w:rsid w:val="00C97B8D"/>
    <w:rsid w:val="00CB20E3"/>
    <w:rsid w:val="00CC083C"/>
    <w:rsid w:val="00CC524F"/>
    <w:rsid w:val="00CD1C4B"/>
    <w:rsid w:val="00CD2F41"/>
    <w:rsid w:val="00CD442F"/>
    <w:rsid w:val="00CE7A58"/>
    <w:rsid w:val="00CF4081"/>
    <w:rsid w:val="00D66E61"/>
    <w:rsid w:val="00D8598B"/>
    <w:rsid w:val="00DA6A42"/>
    <w:rsid w:val="00DE51E9"/>
    <w:rsid w:val="00DF20EC"/>
    <w:rsid w:val="00DF2C18"/>
    <w:rsid w:val="00DF5D70"/>
    <w:rsid w:val="00DF75DF"/>
    <w:rsid w:val="00E02183"/>
    <w:rsid w:val="00E24BD4"/>
    <w:rsid w:val="00E46E8E"/>
    <w:rsid w:val="00E56B06"/>
    <w:rsid w:val="00E7555A"/>
    <w:rsid w:val="00E76D6F"/>
    <w:rsid w:val="00E832EA"/>
    <w:rsid w:val="00E84DA6"/>
    <w:rsid w:val="00E86729"/>
    <w:rsid w:val="00E92AB3"/>
    <w:rsid w:val="00EA06F9"/>
    <w:rsid w:val="00EC0525"/>
    <w:rsid w:val="00EC5A0D"/>
    <w:rsid w:val="00EE17E3"/>
    <w:rsid w:val="00F02173"/>
    <w:rsid w:val="00F15C6A"/>
    <w:rsid w:val="00F17FA0"/>
    <w:rsid w:val="00F31678"/>
    <w:rsid w:val="00F366E4"/>
    <w:rsid w:val="00FD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FD21F4"/>
  <w15:docId w15:val="{4CA73FCC-D787-4CBF-9F6B-C5359CEC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06A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0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6AA"/>
  </w:style>
  <w:style w:type="paragraph" w:styleId="Footer">
    <w:name w:val="footer"/>
    <w:basedOn w:val="Normal"/>
    <w:link w:val="FooterChar"/>
    <w:uiPriority w:val="99"/>
    <w:unhideWhenUsed/>
    <w:rsid w:val="00700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6AA"/>
  </w:style>
  <w:style w:type="paragraph" w:styleId="ListParagraph">
    <w:name w:val="List Paragraph"/>
    <w:basedOn w:val="Normal"/>
    <w:uiPriority w:val="34"/>
    <w:qFormat/>
    <w:rsid w:val="007006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7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5D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8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E18EB-2DE6-46F4-B6FD-C9026FE74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781</Words>
  <Characters>4731</Characters>
  <Application>Microsoft Office Word</Application>
  <DocSecurity>0</DocSecurity>
  <Lines>161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 Abiño</dc:creator>
  <cp:lastModifiedBy>Dex Joefel Abino</cp:lastModifiedBy>
  <cp:revision>6</cp:revision>
  <cp:lastPrinted>2019-09-24T02:33:00Z</cp:lastPrinted>
  <dcterms:created xsi:type="dcterms:W3CDTF">2025-01-22T07:05:00Z</dcterms:created>
  <dcterms:modified xsi:type="dcterms:W3CDTF">2025-04-08T09:01:00Z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72de2a2427834237edbefb564076408bd586f1e855ff3ca1edf006fe131e1f65</vt:lpwstr>
  </property>
</Properties>
</file>