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FD037" w14:textId="4B0B93D0" w:rsidR="00535022" w:rsidRDefault="00336ADE" w:rsidP="00524183">
      <w:pPr>
        <w:pStyle w:val="ListParagraph"/>
        <w:numPr>
          <w:ilvl w:val="0"/>
          <w:numId w:val="20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 w:rsidRPr="00827D02">
        <w:rPr>
          <w:rFonts w:ascii="Arial" w:hAnsi="Arial" w:cs="Arial"/>
          <w:b/>
          <w:bCs/>
          <w:i/>
          <w:iCs/>
          <w:sz w:val="20"/>
        </w:rPr>
        <w:t xml:space="preserve">GENERAL INFORMATION OF </w:t>
      </w:r>
      <w:r w:rsidR="00E65FD5">
        <w:rPr>
          <w:rFonts w:ascii="Arial" w:hAnsi="Arial" w:cs="Arial"/>
          <w:b/>
          <w:bCs/>
          <w:i/>
          <w:iCs/>
          <w:sz w:val="20"/>
        </w:rPr>
        <w:t>SCIENCE FOUNDATION</w:t>
      </w:r>
    </w:p>
    <w:tbl>
      <w:tblPr>
        <w:tblStyle w:val="TableGrid"/>
        <w:tblW w:w="1120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"/>
        <w:gridCol w:w="277"/>
        <w:gridCol w:w="6"/>
        <w:gridCol w:w="169"/>
        <w:gridCol w:w="2805"/>
        <w:gridCol w:w="2695"/>
        <w:gridCol w:w="3261"/>
      </w:tblGrid>
      <w:tr w:rsidR="00537225" w:rsidRPr="008917C9" w14:paraId="101267B5" w14:textId="77777777" w:rsidTr="005328BD">
        <w:tc>
          <w:tcPr>
            <w:tcW w:w="1985" w:type="dxa"/>
          </w:tcPr>
          <w:p w14:paraId="11B99A1D" w14:textId="77777777" w:rsidR="00537225" w:rsidRPr="008917C9" w:rsidRDefault="00537225" w:rsidP="00A4255D">
            <w:pPr>
              <w:pStyle w:val="ListParagraph"/>
              <w:spacing w:after="0" w:line="240" w:lineRule="auto"/>
              <w:ind w:left="0" w:right="-108"/>
              <w:jc w:val="both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458" w:type="dxa"/>
            <w:gridSpan w:val="4"/>
          </w:tcPr>
          <w:p w14:paraId="185A14F1" w14:textId="77777777" w:rsidR="00537225" w:rsidRPr="008917C9" w:rsidRDefault="00537225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8761" w:type="dxa"/>
            <w:gridSpan w:val="3"/>
          </w:tcPr>
          <w:p w14:paraId="52E22330" w14:textId="77777777" w:rsidR="00537225" w:rsidRPr="008917C9" w:rsidRDefault="00537225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b/>
                <w:sz w:val="7"/>
                <w:szCs w:val="7"/>
              </w:rPr>
            </w:pPr>
          </w:p>
        </w:tc>
      </w:tr>
      <w:tr w:rsidR="00537225" w:rsidRPr="005328BD" w14:paraId="780E9A50" w14:textId="77777777" w:rsidTr="005328BD">
        <w:tc>
          <w:tcPr>
            <w:tcW w:w="1985" w:type="dxa"/>
          </w:tcPr>
          <w:p w14:paraId="2D215310" w14:textId="06C268CE" w:rsidR="00537225" w:rsidRPr="005328BD" w:rsidRDefault="00E65FD5" w:rsidP="00A4255D">
            <w:pPr>
              <w:pStyle w:val="ListParagraph"/>
              <w:spacing w:after="0" w:line="240" w:lineRule="auto"/>
              <w:ind w:left="0"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Foundation</w:t>
            </w:r>
          </w:p>
        </w:tc>
        <w:tc>
          <w:tcPr>
            <w:tcW w:w="283" w:type="dxa"/>
            <w:gridSpan w:val="2"/>
          </w:tcPr>
          <w:p w14:paraId="727C4B26" w14:textId="77777777" w:rsidR="00537225" w:rsidRPr="005328BD" w:rsidRDefault="00537225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936" w:type="dxa"/>
            <w:gridSpan w:val="5"/>
            <w:tcBorders>
              <w:bottom w:val="single" w:sz="4" w:space="0" w:color="auto"/>
            </w:tcBorders>
          </w:tcPr>
          <w:p w14:paraId="255BF5CE" w14:textId="6D89D3C2" w:rsidR="00537225" w:rsidRPr="005328BD" w:rsidRDefault="00537225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8BD" w:rsidRPr="005328BD" w14:paraId="5F26DC01" w14:textId="77777777" w:rsidTr="005328BD">
        <w:trPr>
          <w:trHeight w:val="237"/>
        </w:trPr>
        <w:tc>
          <w:tcPr>
            <w:tcW w:w="1985" w:type="dxa"/>
          </w:tcPr>
          <w:p w14:paraId="6342F781" w14:textId="77777777" w:rsidR="005328BD" w:rsidRPr="005328BD" w:rsidRDefault="005328BD" w:rsidP="00A4255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Address</w:t>
            </w:r>
          </w:p>
        </w:tc>
        <w:tc>
          <w:tcPr>
            <w:tcW w:w="283" w:type="dxa"/>
            <w:gridSpan w:val="2"/>
          </w:tcPr>
          <w:p w14:paraId="1B1E073A" w14:textId="77777777" w:rsidR="005328BD" w:rsidRPr="005328BD" w:rsidRDefault="005328BD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A07FD1B" w14:textId="77777777" w:rsidR="005328BD" w:rsidRPr="005328BD" w:rsidRDefault="005328BD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8BD" w:rsidRPr="005328BD" w14:paraId="24A51517" w14:textId="77777777" w:rsidTr="005328BD">
        <w:tc>
          <w:tcPr>
            <w:tcW w:w="1985" w:type="dxa"/>
          </w:tcPr>
          <w:p w14:paraId="70D2FE08" w14:textId="77777777" w:rsidR="005328BD" w:rsidRPr="005328BD" w:rsidRDefault="005328BD" w:rsidP="00A4255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328BD">
              <w:rPr>
                <w:rFonts w:ascii="Arial" w:hAnsi="Arial" w:cs="Arial"/>
                <w:i/>
                <w:sz w:val="20"/>
                <w:szCs w:val="20"/>
              </w:rPr>
              <w:t>Contact Number/s</w:t>
            </w:r>
          </w:p>
        </w:tc>
        <w:tc>
          <w:tcPr>
            <w:tcW w:w="283" w:type="dxa"/>
            <w:gridSpan w:val="2"/>
          </w:tcPr>
          <w:p w14:paraId="696879C8" w14:textId="77777777" w:rsidR="005328BD" w:rsidRPr="005328BD" w:rsidRDefault="005328BD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14D7AD" w14:textId="77777777" w:rsidR="005328BD" w:rsidRPr="005328BD" w:rsidRDefault="005328BD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</w:tcBorders>
          </w:tcPr>
          <w:p w14:paraId="02A308E1" w14:textId="77777777" w:rsidR="005328BD" w:rsidRPr="005328BD" w:rsidRDefault="005328BD" w:rsidP="005328BD">
            <w:pPr>
              <w:pStyle w:val="ListParagraph"/>
              <w:spacing w:after="0" w:line="240" w:lineRule="auto"/>
              <w:ind w:left="0" w:right="-2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328BD">
              <w:rPr>
                <w:rFonts w:ascii="Arial" w:hAnsi="Arial" w:cs="Arial"/>
                <w:i/>
                <w:sz w:val="20"/>
                <w:szCs w:val="20"/>
              </w:rPr>
              <w:t>Email Address/es</w:t>
            </w:r>
            <w:r w:rsidRPr="005328BD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43984AF9" w14:textId="77777777" w:rsidR="005328BD" w:rsidRPr="005328BD" w:rsidRDefault="005328BD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8BD" w:rsidRPr="005328BD" w14:paraId="4B99B246" w14:textId="77777777" w:rsidTr="005328BD">
        <w:tc>
          <w:tcPr>
            <w:tcW w:w="1991" w:type="dxa"/>
            <w:gridSpan w:val="2"/>
            <w:vAlign w:val="bottom"/>
          </w:tcPr>
          <w:p w14:paraId="61C77A40" w14:textId="17EC62BB" w:rsidR="005328BD" w:rsidRPr="005328BD" w:rsidRDefault="005328BD" w:rsidP="005328B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5328BD">
              <w:rPr>
                <w:rFonts w:ascii="Arial" w:hAnsi="Arial" w:cs="Arial"/>
                <w:i/>
                <w:sz w:val="20"/>
                <w:szCs w:val="20"/>
              </w:rPr>
              <w:t>Applicable Year</w:t>
            </w:r>
          </w:p>
        </w:tc>
        <w:tc>
          <w:tcPr>
            <w:tcW w:w="283" w:type="dxa"/>
            <w:gridSpan w:val="2"/>
            <w:vAlign w:val="bottom"/>
          </w:tcPr>
          <w:p w14:paraId="3CA9C650" w14:textId="77777777" w:rsidR="005328BD" w:rsidRPr="005328BD" w:rsidRDefault="005328BD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28B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29B577" w14:textId="77777777" w:rsidR="005328BD" w:rsidRPr="005328BD" w:rsidRDefault="005328BD" w:rsidP="00613553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vAlign w:val="bottom"/>
          </w:tcPr>
          <w:p w14:paraId="53237E3B" w14:textId="77777777" w:rsidR="005328BD" w:rsidRPr="005328BD" w:rsidRDefault="005328BD" w:rsidP="00613553">
            <w:pPr>
              <w:pStyle w:val="ListParagraph"/>
              <w:spacing w:after="0" w:line="240" w:lineRule="auto"/>
              <w:ind w:left="0" w:right="-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5328BD">
              <w:rPr>
                <w:rFonts w:ascii="Arial" w:hAnsi="Arial" w:cs="Arial"/>
                <w:i/>
                <w:sz w:val="20"/>
                <w:szCs w:val="20"/>
              </w:rPr>
              <w:t>DOST Certification Number: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AE7BC5" w14:textId="77777777" w:rsidR="005328BD" w:rsidRPr="005328BD" w:rsidRDefault="005328BD" w:rsidP="00613553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D86843" w14:textId="77777777" w:rsidR="00022B9C" w:rsidRPr="005328BD" w:rsidRDefault="00022B9C" w:rsidP="00022B9C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20"/>
          <w:szCs w:val="20"/>
        </w:rPr>
      </w:pPr>
    </w:p>
    <w:p w14:paraId="6D4958F0" w14:textId="56CFBFA8" w:rsidR="00261AFC" w:rsidRDefault="008C3F1A" w:rsidP="00524183">
      <w:pPr>
        <w:pStyle w:val="ListParagraph"/>
        <w:numPr>
          <w:ilvl w:val="0"/>
          <w:numId w:val="20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>SCHOLARSHIP GRANTS</w:t>
      </w:r>
    </w:p>
    <w:p w14:paraId="7AF879E7" w14:textId="77777777" w:rsidR="005442AC" w:rsidRPr="005442AC" w:rsidRDefault="005442AC" w:rsidP="005442AC">
      <w:pPr>
        <w:pStyle w:val="ListParagraph"/>
        <w:spacing w:after="0" w:line="240" w:lineRule="auto"/>
        <w:ind w:left="-142"/>
        <w:rPr>
          <w:rFonts w:ascii="Arial" w:hAnsi="Arial" w:cs="Arial"/>
          <w:bCs/>
          <w:iCs/>
          <w:sz w:val="6"/>
          <w:szCs w:val="6"/>
        </w:rPr>
      </w:pPr>
    </w:p>
    <w:tbl>
      <w:tblPr>
        <w:tblStyle w:val="TableGrid1"/>
        <w:tblW w:w="5415" w:type="pct"/>
        <w:tblInd w:w="-275" w:type="dxa"/>
        <w:tblLook w:val="04A0" w:firstRow="1" w:lastRow="0" w:firstColumn="1" w:lastColumn="0" w:noHBand="0" w:noVBand="1"/>
      </w:tblPr>
      <w:tblGrid>
        <w:gridCol w:w="2821"/>
        <w:gridCol w:w="2555"/>
        <w:gridCol w:w="2268"/>
        <w:gridCol w:w="1842"/>
        <w:gridCol w:w="1557"/>
      </w:tblGrid>
      <w:tr w:rsidR="00AA05E0" w:rsidRPr="005442AC" w14:paraId="3789520D" w14:textId="77777777" w:rsidTr="00067B43">
        <w:trPr>
          <w:trHeight w:val="197"/>
        </w:trPr>
        <w:tc>
          <w:tcPr>
            <w:tcW w:w="1277" w:type="pct"/>
          </w:tcPr>
          <w:p w14:paraId="3108BCE8" w14:textId="3C97F54C" w:rsidR="005442AC" w:rsidRPr="005442AC" w:rsidRDefault="00067B43" w:rsidP="005442AC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 xml:space="preserve">Name </w:t>
            </w:r>
            <w:r>
              <w:rPr>
                <w:b/>
                <w:color w:val="auto"/>
                <w:sz w:val="20"/>
                <w:szCs w:val="20"/>
              </w:rPr>
              <w:t>of</w:t>
            </w:r>
            <w:r w:rsidRPr="005442AC">
              <w:rPr>
                <w:b/>
                <w:color w:val="auto"/>
                <w:sz w:val="20"/>
                <w:szCs w:val="20"/>
              </w:rPr>
              <w:t xml:space="preserve"> Scholar</w:t>
            </w:r>
          </w:p>
        </w:tc>
        <w:tc>
          <w:tcPr>
            <w:tcW w:w="1157" w:type="pct"/>
          </w:tcPr>
          <w:p w14:paraId="42208874" w14:textId="51D97684" w:rsidR="005442AC" w:rsidRPr="005442AC" w:rsidRDefault="00067B43" w:rsidP="005442AC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 xml:space="preserve">Field </w:t>
            </w:r>
            <w:r w:rsidRPr="00067B43">
              <w:rPr>
                <w:b/>
                <w:color w:val="auto"/>
                <w:sz w:val="20"/>
                <w:szCs w:val="20"/>
              </w:rPr>
              <w:t xml:space="preserve">of </w:t>
            </w:r>
            <w:r w:rsidRPr="005442AC">
              <w:rPr>
                <w:b/>
                <w:color w:val="auto"/>
                <w:sz w:val="20"/>
                <w:szCs w:val="20"/>
              </w:rPr>
              <w:t>Study</w:t>
            </w:r>
          </w:p>
        </w:tc>
        <w:tc>
          <w:tcPr>
            <w:tcW w:w="1027" w:type="pct"/>
          </w:tcPr>
          <w:p w14:paraId="59306DDF" w14:textId="1E31A292" w:rsidR="005442AC" w:rsidRPr="005442AC" w:rsidRDefault="00067B43" w:rsidP="005442AC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>School</w:t>
            </w:r>
          </w:p>
        </w:tc>
        <w:tc>
          <w:tcPr>
            <w:tcW w:w="834" w:type="pct"/>
          </w:tcPr>
          <w:p w14:paraId="774D1AEE" w14:textId="52CCD202" w:rsidR="005442AC" w:rsidRPr="005442AC" w:rsidRDefault="00067B43" w:rsidP="005442AC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>Period</w:t>
            </w:r>
          </w:p>
        </w:tc>
        <w:tc>
          <w:tcPr>
            <w:tcW w:w="705" w:type="pct"/>
          </w:tcPr>
          <w:p w14:paraId="2EE8E441" w14:textId="0E675EFD" w:rsidR="005442AC" w:rsidRPr="00067B43" w:rsidRDefault="00067B43" w:rsidP="005442AC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Allocation</w:t>
            </w:r>
          </w:p>
        </w:tc>
      </w:tr>
      <w:tr w:rsidR="00AA05E0" w:rsidRPr="005442AC" w14:paraId="6C5D6A9B" w14:textId="77777777" w:rsidTr="00067B43">
        <w:trPr>
          <w:trHeight w:val="1011"/>
        </w:trPr>
        <w:tc>
          <w:tcPr>
            <w:tcW w:w="1277" w:type="pct"/>
          </w:tcPr>
          <w:p w14:paraId="4CAC1AA3" w14:textId="77777777" w:rsidR="005442AC" w:rsidRPr="005442AC" w:rsidRDefault="005442AC" w:rsidP="005442AC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1157" w:type="pct"/>
          </w:tcPr>
          <w:p w14:paraId="0186C725" w14:textId="77777777" w:rsidR="005442AC" w:rsidRPr="005442AC" w:rsidRDefault="005442AC" w:rsidP="005442AC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1027" w:type="pct"/>
          </w:tcPr>
          <w:p w14:paraId="2A928772" w14:textId="77777777" w:rsidR="005442AC" w:rsidRPr="005442AC" w:rsidRDefault="005442AC" w:rsidP="005442AC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834" w:type="pct"/>
          </w:tcPr>
          <w:p w14:paraId="5262F250" w14:textId="77777777" w:rsidR="005442AC" w:rsidRPr="005442AC" w:rsidRDefault="005442AC" w:rsidP="005442AC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705" w:type="pct"/>
          </w:tcPr>
          <w:p w14:paraId="38F6BA7F" w14:textId="77777777" w:rsidR="005442AC" w:rsidRPr="005442AC" w:rsidRDefault="005442AC" w:rsidP="005442AC">
            <w:pPr>
              <w:rPr>
                <w:color w:val="40404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67B43" w:rsidRPr="005442AC" w14:paraId="20C54A33" w14:textId="77777777" w:rsidTr="00067B43">
        <w:trPr>
          <w:trHeight w:val="150"/>
        </w:trPr>
        <w:tc>
          <w:tcPr>
            <w:tcW w:w="4295" w:type="pct"/>
            <w:gridSpan w:val="4"/>
          </w:tcPr>
          <w:p w14:paraId="1D912194" w14:textId="010612F6" w:rsidR="00067B43" w:rsidRPr="00067B43" w:rsidRDefault="00067B43" w:rsidP="00067B43">
            <w:pPr>
              <w:jc w:val="right"/>
              <w:rPr>
                <w:b/>
                <w:i/>
                <w:color w:val="404040"/>
                <w:sz w:val="20"/>
                <w:szCs w:val="20"/>
              </w:rPr>
            </w:pPr>
            <w:r w:rsidRPr="00067B43">
              <w:rPr>
                <w:b/>
                <w:i/>
                <w:color w:val="404040"/>
                <w:sz w:val="20"/>
                <w:szCs w:val="20"/>
              </w:rPr>
              <w:t>Total</w:t>
            </w:r>
            <w:r>
              <w:rPr>
                <w:b/>
                <w:i/>
                <w:color w:val="404040"/>
                <w:sz w:val="20"/>
                <w:szCs w:val="20"/>
              </w:rPr>
              <w:t xml:space="preserve"> </w:t>
            </w:r>
            <w:r w:rsidRPr="00067B43">
              <w:rPr>
                <w:b/>
                <w:i/>
                <w:color w:val="404040"/>
                <w:sz w:val="20"/>
                <w:szCs w:val="20"/>
              </w:rPr>
              <w:t>Allocation</w:t>
            </w:r>
          </w:p>
        </w:tc>
        <w:tc>
          <w:tcPr>
            <w:tcW w:w="705" w:type="pct"/>
          </w:tcPr>
          <w:p w14:paraId="63C1E6EF" w14:textId="77777777" w:rsidR="00067B43" w:rsidRPr="005442AC" w:rsidRDefault="00067B43" w:rsidP="005442AC">
            <w:pPr>
              <w:rPr>
                <w:color w:val="404040"/>
                <w:sz w:val="20"/>
                <w:szCs w:val="20"/>
              </w:rPr>
            </w:pPr>
          </w:p>
        </w:tc>
      </w:tr>
    </w:tbl>
    <w:p w14:paraId="1D399730" w14:textId="77777777" w:rsidR="005442AC" w:rsidRPr="005442AC" w:rsidRDefault="005442AC" w:rsidP="005442AC">
      <w:pPr>
        <w:pStyle w:val="ListParagraph"/>
        <w:spacing w:after="0" w:line="240" w:lineRule="auto"/>
        <w:ind w:left="-142"/>
        <w:rPr>
          <w:rFonts w:ascii="Arial" w:hAnsi="Arial" w:cs="Arial"/>
          <w:bCs/>
          <w:iCs/>
          <w:sz w:val="20"/>
        </w:rPr>
      </w:pPr>
    </w:p>
    <w:p w14:paraId="12E6ACB5" w14:textId="0751FD55" w:rsidR="008C3F1A" w:rsidRDefault="008C3F1A" w:rsidP="00524183">
      <w:pPr>
        <w:pStyle w:val="ListParagraph"/>
        <w:numPr>
          <w:ilvl w:val="0"/>
          <w:numId w:val="20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>FELLOWSHIP GRANTS</w:t>
      </w:r>
    </w:p>
    <w:p w14:paraId="6F7051C9" w14:textId="77777777" w:rsidR="005442AC" w:rsidRPr="005442AC" w:rsidRDefault="005442AC" w:rsidP="005442AC">
      <w:pPr>
        <w:pStyle w:val="ListParagraph"/>
        <w:spacing w:after="0" w:line="240" w:lineRule="auto"/>
        <w:ind w:left="-142"/>
        <w:rPr>
          <w:rFonts w:ascii="Arial" w:hAnsi="Arial" w:cs="Arial"/>
          <w:bCs/>
          <w:iCs/>
          <w:sz w:val="6"/>
          <w:szCs w:val="6"/>
        </w:rPr>
      </w:pPr>
    </w:p>
    <w:tbl>
      <w:tblPr>
        <w:tblStyle w:val="TableGrid1"/>
        <w:tblW w:w="5415" w:type="pct"/>
        <w:tblInd w:w="-275" w:type="dxa"/>
        <w:tblLook w:val="04A0" w:firstRow="1" w:lastRow="0" w:firstColumn="1" w:lastColumn="0" w:noHBand="0" w:noVBand="1"/>
      </w:tblPr>
      <w:tblGrid>
        <w:gridCol w:w="2821"/>
        <w:gridCol w:w="2553"/>
        <w:gridCol w:w="2268"/>
        <w:gridCol w:w="1844"/>
        <w:gridCol w:w="1557"/>
      </w:tblGrid>
      <w:tr w:rsidR="00AA05E0" w:rsidRPr="005442AC" w14:paraId="787A8100" w14:textId="77777777" w:rsidTr="00AA05E0">
        <w:trPr>
          <w:trHeight w:val="197"/>
        </w:trPr>
        <w:tc>
          <w:tcPr>
            <w:tcW w:w="1277" w:type="pct"/>
          </w:tcPr>
          <w:p w14:paraId="23BFCC34" w14:textId="66CF9400" w:rsidR="005442AC" w:rsidRPr="005442AC" w:rsidRDefault="00067B43" w:rsidP="00613553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>Name of Fellow &amp; Address</w:t>
            </w:r>
          </w:p>
        </w:tc>
        <w:tc>
          <w:tcPr>
            <w:tcW w:w="1156" w:type="pct"/>
          </w:tcPr>
          <w:p w14:paraId="10099C18" w14:textId="7569A6F5" w:rsidR="005442AC" w:rsidRPr="005442AC" w:rsidRDefault="00067B43" w:rsidP="00613553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>Field of Study</w:t>
            </w:r>
          </w:p>
        </w:tc>
        <w:tc>
          <w:tcPr>
            <w:tcW w:w="1027" w:type="pct"/>
          </w:tcPr>
          <w:p w14:paraId="5BB5F6D8" w14:textId="1D616F17" w:rsidR="005442AC" w:rsidRPr="005442AC" w:rsidRDefault="00067B43" w:rsidP="00613553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>School</w:t>
            </w:r>
          </w:p>
        </w:tc>
        <w:tc>
          <w:tcPr>
            <w:tcW w:w="834" w:type="pct"/>
          </w:tcPr>
          <w:p w14:paraId="6ECBAA29" w14:textId="26463D33" w:rsidR="005442AC" w:rsidRPr="005442AC" w:rsidRDefault="00067B43" w:rsidP="00613553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>Period</w:t>
            </w:r>
          </w:p>
        </w:tc>
        <w:tc>
          <w:tcPr>
            <w:tcW w:w="705" w:type="pct"/>
          </w:tcPr>
          <w:p w14:paraId="164BE41A" w14:textId="660842FC" w:rsidR="005442AC" w:rsidRPr="00067B43" w:rsidRDefault="00067B43" w:rsidP="00613553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Allocation</w:t>
            </w:r>
          </w:p>
        </w:tc>
      </w:tr>
      <w:tr w:rsidR="00AA05E0" w:rsidRPr="005442AC" w14:paraId="75DE436C" w14:textId="77777777" w:rsidTr="00067B43">
        <w:trPr>
          <w:trHeight w:val="1096"/>
        </w:trPr>
        <w:tc>
          <w:tcPr>
            <w:tcW w:w="1277" w:type="pct"/>
          </w:tcPr>
          <w:p w14:paraId="0EB3C8C0" w14:textId="77777777" w:rsidR="005442AC" w:rsidRPr="005442AC" w:rsidRDefault="005442AC" w:rsidP="00613553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1156" w:type="pct"/>
          </w:tcPr>
          <w:p w14:paraId="22292905" w14:textId="77777777" w:rsidR="005442AC" w:rsidRPr="005442AC" w:rsidRDefault="005442AC" w:rsidP="00613553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1027" w:type="pct"/>
          </w:tcPr>
          <w:p w14:paraId="2017724B" w14:textId="77777777" w:rsidR="005442AC" w:rsidRPr="005442AC" w:rsidRDefault="005442AC" w:rsidP="00613553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834" w:type="pct"/>
          </w:tcPr>
          <w:p w14:paraId="3E887A0B" w14:textId="77777777" w:rsidR="005442AC" w:rsidRPr="005442AC" w:rsidRDefault="005442AC" w:rsidP="00613553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705" w:type="pct"/>
          </w:tcPr>
          <w:p w14:paraId="14BEC6D3" w14:textId="77777777" w:rsidR="005442AC" w:rsidRPr="005442AC" w:rsidRDefault="005442AC" w:rsidP="00613553">
            <w:pPr>
              <w:rPr>
                <w:color w:val="404040"/>
                <w:sz w:val="20"/>
                <w:szCs w:val="20"/>
              </w:rPr>
            </w:pPr>
          </w:p>
        </w:tc>
      </w:tr>
      <w:tr w:rsidR="00067B43" w:rsidRPr="005442AC" w14:paraId="0E9B2FD6" w14:textId="77777777" w:rsidTr="00613553">
        <w:trPr>
          <w:trHeight w:val="150"/>
        </w:trPr>
        <w:tc>
          <w:tcPr>
            <w:tcW w:w="4295" w:type="pct"/>
            <w:gridSpan w:val="4"/>
          </w:tcPr>
          <w:p w14:paraId="2DFDB4B3" w14:textId="77777777" w:rsidR="00067B43" w:rsidRPr="00067B43" w:rsidRDefault="00067B43" w:rsidP="00613553">
            <w:pPr>
              <w:jc w:val="right"/>
              <w:rPr>
                <w:b/>
                <w:i/>
                <w:color w:val="404040"/>
                <w:sz w:val="20"/>
                <w:szCs w:val="20"/>
              </w:rPr>
            </w:pPr>
            <w:r w:rsidRPr="00067B43">
              <w:rPr>
                <w:b/>
                <w:i/>
                <w:color w:val="404040"/>
                <w:sz w:val="20"/>
                <w:szCs w:val="20"/>
              </w:rPr>
              <w:t>Total</w:t>
            </w:r>
            <w:r>
              <w:rPr>
                <w:b/>
                <w:i/>
                <w:color w:val="404040"/>
                <w:sz w:val="20"/>
                <w:szCs w:val="20"/>
              </w:rPr>
              <w:t xml:space="preserve"> </w:t>
            </w:r>
            <w:r w:rsidRPr="00067B43">
              <w:rPr>
                <w:b/>
                <w:i/>
                <w:color w:val="404040"/>
                <w:sz w:val="20"/>
                <w:szCs w:val="20"/>
              </w:rPr>
              <w:t>Allocation</w:t>
            </w:r>
          </w:p>
        </w:tc>
        <w:tc>
          <w:tcPr>
            <w:tcW w:w="705" w:type="pct"/>
          </w:tcPr>
          <w:p w14:paraId="7909F8D0" w14:textId="77777777" w:rsidR="00067B43" w:rsidRPr="005442AC" w:rsidRDefault="00067B43" w:rsidP="00613553">
            <w:pPr>
              <w:rPr>
                <w:color w:val="404040"/>
                <w:sz w:val="20"/>
                <w:szCs w:val="20"/>
              </w:rPr>
            </w:pPr>
          </w:p>
        </w:tc>
      </w:tr>
    </w:tbl>
    <w:p w14:paraId="3DD56131" w14:textId="77777777" w:rsidR="005442AC" w:rsidRPr="005442AC" w:rsidRDefault="005442AC" w:rsidP="005442AC">
      <w:pPr>
        <w:pStyle w:val="ListParagraph"/>
        <w:spacing w:after="0" w:line="240" w:lineRule="auto"/>
        <w:ind w:left="-142"/>
        <w:rPr>
          <w:rFonts w:ascii="Arial" w:hAnsi="Arial" w:cs="Arial"/>
          <w:bCs/>
          <w:iCs/>
          <w:sz w:val="20"/>
        </w:rPr>
      </w:pPr>
    </w:p>
    <w:p w14:paraId="57C44019" w14:textId="5E8FDC4F" w:rsidR="008C3F1A" w:rsidRDefault="005442AC" w:rsidP="00524183">
      <w:pPr>
        <w:pStyle w:val="ListParagraph"/>
        <w:numPr>
          <w:ilvl w:val="0"/>
          <w:numId w:val="20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>PROFESSORIAL CHAIR GRANTS</w:t>
      </w:r>
    </w:p>
    <w:p w14:paraId="3769FFDE" w14:textId="77777777" w:rsidR="00AA05E0" w:rsidRPr="005442AC" w:rsidRDefault="00AA05E0" w:rsidP="00AA05E0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  <w:bCs/>
          <w:iCs/>
          <w:sz w:val="6"/>
          <w:szCs w:val="6"/>
        </w:rPr>
      </w:pPr>
    </w:p>
    <w:tbl>
      <w:tblPr>
        <w:tblStyle w:val="TableGrid1"/>
        <w:tblW w:w="5415" w:type="pct"/>
        <w:tblInd w:w="-275" w:type="dxa"/>
        <w:tblLook w:val="04A0" w:firstRow="1" w:lastRow="0" w:firstColumn="1" w:lastColumn="0" w:noHBand="0" w:noVBand="1"/>
      </w:tblPr>
      <w:tblGrid>
        <w:gridCol w:w="2821"/>
        <w:gridCol w:w="2553"/>
        <w:gridCol w:w="2268"/>
        <w:gridCol w:w="1844"/>
        <w:gridCol w:w="1557"/>
      </w:tblGrid>
      <w:tr w:rsidR="00AA05E0" w:rsidRPr="005442AC" w14:paraId="77CC78E4" w14:textId="77777777" w:rsidTr="00AA05E0">
        <w:trPr>
          <w:trHeight w:val="197"/>
        </w:trPr>
        <w:tc>
          <w:tcPr>
            <w:tcW w:w="1277" w:type="pct"/>
          </w:tcPr>
          <w:p w14:paraId="7889BD23" w14:textId="26BDAB22" w:rsidR="00AA05E0" w:rsidRPr="005442AC" w:rsidRDefault="007A253C" w:rsidP="00613553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AA05E0">
              <w:rPr>
                <w:b/>
                <w:color w:val="auto"/>
                <w:sz w:val="20"/>
                <w:szCs w:val="20"/>
              </w:rPr>
              <w:t>Name of Professor &amp; Address</w:t>
            </w:r>
          </w:p>
        </w:tc>
        <w:tc>
          <w:tcPr>
            <w:tcW w:w="1156" w:type="pct"/>
          </w:tcPr>
          <w:p w14:paraId="5729F195" w14:textId="682BC057" w:rsidR="00AA05E0" w:rsidRPr="005442AC" w:rsidRDefault="007A253C" w:rsidP="00613553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>Field of Study</w:t>
            </w:r>
          </w:p>
        </w:tc>
        <w:tc>
          <w:tcPr>
            <w:tcW w:w="1027" w:type="pct"/>
          </w:tcPr>
          <w:p w14:paraId="7F25C35B" w14:textId="04370BCD" w:rsidR="00AA05E0" w:rsidRPr="005442AC" w:rsidRDefault="007A253C" w:rsidP="00613553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>School</w:t>
            </w:r>
          </w:p>
        </w:tc>
        <w:tc>
          <w:tcPr>
            <w:tcW w:w="834" w:type="pct"/>
          </w:tcPr>
          <w:p w14:paraId="66C47F47" w14:textId="14A56D24" w:rsidR="00AA05E0" w:rsidRPr="005442AC" w:rsidRDefault="007A253C" w:rsidP="00613553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5442AC">
              <w:rPr>
                <w:b/>
                <w:color w:val="auto"/>
                <w:sz w:val="20"/>
                <w:szCs w:val="20"/>
              </w:rPr>
              <w:t>Period</w:t>
            </w:r>
          </w:p>
        </w:tc>
        <w:tc>
          <w:tcPr>
            <w:tcW w:w="705" w:type="pct"/>
          </w:tcPr>
          <w:p w14:paraId="1B53C580" w14:textId="173D65CF" w:rsidR="00AA05E0" w:rsidRPr="005442AC" w:rsidRDefault="007A253C" w:rsidP="00613553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067B43">
              <w:rPr>
                <w:b/>
                <w:i/>
                <w:color w:val="auto"/>
                <w:sz w:val="20"/>
                <w:szCs w:val="20"/>
              </w:rPr>
              <w:t>Allocation</w:t>
            </w:r>
          </w:p>
        </w:tc>
      </w:tr>
      <w:tr w:rsidR="00AA05E0" w:rsidRPr="005442AC" w14:paraId="756BD681" w14:textId="77777777" w:rsidTr="00067B43">
        <w:trPr>
          <w:trHeight w:val="1002"/>
        </w:trPr>
        <w:tc>
          <w:tcPr>
            <w:tcW w:w="1277" w:type="pct"/>
          </w:tcPr>
          <w:p w14:paraId="7A46C846" w14:textId="77777777" w:rsidR="00AA05E0" w:rsidRPr="005442AC" w:rsidRDefault="00AA05E0" w:rsidP="00613553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1156" w:type="pct"/>
          </w:tcPr>
          <w:p w14:paraId="087E129B" w14:textId="77777777" w:rsidR="00AA05E0" w:rsidRPr="005442AC" w:rsidRDefault="00AA05E0" w:rsidP="00613553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1027" w:type="pct"/>
          </w:tcPr>
          <w:p w14:paraId="679C6A72" w14:textId="77777777" w:rsidR="00AA05E0" w:rsidRPr="005442AC" w:rsidRDefault="00AA05E0" w:rsidP="00613553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834" w:type="pct"/>
          </w:tcPr>
          <w:p w14:paraId="76AC82B5" w14:textId="77777777" w:rsidR="00AA05E0" w:rsidRPr="005442AC" w:rsidRDefault="00AA05E0" w:rsidP="00613553">
            <w:pPr>
              <w:rPr>
                <w:color w:val="404040"/>
                <w:sz w:val="20"/>
                <w:szCs w:val="20"/>
              </w:rPr>
            </w:pPr>
          </w:p>
        </w:tc>
        <w:tc>
          <w:tcPr>
            <w:tcW w:w="705" w:type="pct"/>
          </w:tcPr>
          <w:p w14:paraId="531F5E27" w14:textId="77777777" w:rsidR="00AA05E0" w:rsidRPr="005442AC" w:rsidRDefault="00AA05E0" w:rsidP="00613553">
            <w:pPr>
              <w:rPr>
                <w:color w:val="404040"/>
                <w:sz w:val="20"/>
                <w:szCs w:val="20"/>
              </w:rPr>
            </w:pPr>
          </w:p>
        </w:tc>
      </w:tr>
      <w:tr w:rsidR="00067B43" w:rsidRPr="005442AC" w14:paraId="253011C5" w14:textId="77777777" w:rsidTr="00613553">
        <w:trPr>
          <w:trHeight w:val="150"/>
        </w:trPr>
        <w:tc>
          <w:tcPr>
            <w:tcW w:w="4295" w:type="pct"/>
            <w:gridSpan w:val="4"/>
          </w:tcPr>
          <w:p w14:paraId="48244E4A" w14:textId="77777777" w:rsidR="00067B43" w:rsidRPr="00067B43" w:rsidRDefault="00067B43" w:rsidP="00613553">
            <w:pPr>
              <w:jc w:val="right"/>
              <w:rPr>
                <w:b/>
                <w:i/>
                <w:color w:val="404040"/>
                <w:sz w:val="20"/>
                <w:szCs w:val="20"/>
              </w:rPr>
            </w:pPr>
            <w:r w:rsidRPr="00067B43">
              <w:rPr>
                <w:b/>
                <w:i/>
                <w:color w:val="404040"/>
                <w:sz w:val="20"/>
                <w:szCs w:val="20"/>
              </w:rPr>
              <w:t>Total</w:t>
            </w:r>
            <w:r>
              <w:rPr>
                <w:b/>
                <w:i/>
                <w:color w:val="404040"/>
                <w:sz w:val="20"/>
                <w:szCs w:val="20"/>
              </w:rPr>
              <w:t xml:space="preserve"> </w:t>
            </w:r>
            <w:r w:rsidRPr="00067B43">
              <w:rPr>
                <w:b/>
                <w:i/>
                <w:color w:val="404040"/>
                <w:sz w:val="20"/>
                <w:szCs w:val="20"/>
              </w:rPr>
              <w:t>Allocation</w:t>
            </w:r>
          </w:p>
        </w:tc>
        <w:tc>
          <w:tcPr>
            <w:tcW w:w="705" w:type="pct"/>
          </w:tcPr>
          <w:p w14:paraId="33DC4AD8" w14:textId="77777777" w:rsidR="00067B43" w:rsidRPr="005442AC" w:rsidRDefault="00067B43" w:rsidP="00613553">
            <w:pPr>
              <w:rPr>
                <w:color w:val="404040"/>
                <w:sz w:val="20"/>
                <w:szCs w:val="20"/>
              </w:rPr>
            </w:pPr>
          </w:p>
        </w:tc>
      </w:tr>
    </w:tbl>
    <w:p w14:paraId="5ED5000A" w14:textId="77777777" w:rsidR="004B38EC" w:rsidRPr="00336ADE" w:rsidRDefault="004B38EC" w:rsidP="004B38EC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10"/>
          <w:szCs w:val="6"/>
        </w:rPr>
      </w:pPr>
    </w:p>
    <w:p w14:paraId="34392533" w14:textId="77777777" w:rsidR="009725C3" w:rsidRDefault="009725C3" w:rsidP="009725C3">
      <w:pPr>
        <w:pBdr>
          <w:bottom w:val="single" w:sz="12" w:space="1" w:color="auto"/>
        </w:pBdr>
        <w:ind w:left="-426" w:right="-283"/>
        <w:jc w:val="both"/>
        <w:rPr>
          <w:sz w:val="20"/>
          <w:szCs w:val="20"/>
        </w:rPr>
      </w:pPr>
    </w:p>
    <w:bookmarkStart w:id="1" w:name="_Hlk148534808"/>
    <w:bookmarkStart w:id="2" w:name="_Hlk148090641"/>
    <w:p w14:paraId="0F54DBAA" w14:textId="77777777" w:rsidR="009725C3" w:rsidRPr="00101761" w:rsidRDefault="00A25CFC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-1762130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5C3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bookmarkEnd w:id="1"/>
      <w:r w:rsidR="009725C3" w:rsidRPr="00876E8C">
        <w:rPr>
          <w:rFonts w:ascii="Arial" w:hAnsi="Arial" w:cs="Arial"/>
          <w:bCs/>
          <w:sz w:val="28"/>
          <w:szCs w:val="20"/>
          <w:lang w:val="en-PH"/>
        </w:rPr>
        <w:t xml:space="preserve"> </w:t>
      </w:r>
      <w:r w:rsidR="009725C3" w:rsidRPr="00101761">
        <w:rPr>
          <w:rFonts w:ascii="Arial" w:hAnsi="Arial" w:cs="Arial"/>
          <w:bCs/>
          <w:i/>
          <w:sz w:val="20"/>
          <w:szCs w:val="20"/>
        </w:rPr>
        <w:t>I/We hereby certify the truth of the foregoing. I/We further authorize the DOST and other agencies to verify the authenticity of all the documents presented. I/We understand that any willful omission/false statement shall be a basis for the cancellation of the</w:t>
      </w:r>
      <w:r w:rsidR="009725C3" w:rsidRPr="00101761">
        <w:rPr>
          <w:rFonts w:ascii="Arial" w:hAnsi="Arial" w:cs="Arial"/>
          <w:bCs/>
          <w:i/>
          <w:sz w:val="20"/>
          <w:szCs w:val="20"/>
          <w:lang w:val="id-ID"/>
        </w:rPr>
        <w:t xml:space="preserve"> </w:t>
      </w:r>
      <w:r w:rsidR="009725C3" w:rsidRPr="00101761">
        <w:rPr>
          <w:rFonts w:ascii="Arial" w:hAnsi="Arial" w:cs="Arial"/>
          <w:bCs/>
          <w:i/>
          <w:sz w:val="20"/>
          <w:szCs w:val="20"/>
          <w:lang w:val="en-PH"/>
        </w:rPr>
        <w:t>application for certification.</w:t>
      </w:r>
    </w:p>
    <w:p w14:paraId="457BBCD5" w14:textId="77777777" w:rsidR="009725C3" w:rsidRPr="00876E8C" w:rsidRDefault="009725C3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sz w:val="20"/>
          <w:szCs w:val="20"/>
        </w:rPr>
      </w:pPr>
    </w:p>
    <w:p w14:paraId="37081A6F" w14:textId="77777777" w:rsidR="009725C3" w:rsidRPr="00876E8C" w:rsidRDefault="00A25CFC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-846395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5C3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r w:rsidR="009725C3" w:rsidRPr="00876E8C">
        <w:rPr>
          <w:rFonts w:ascii="Arial" w:hAnsi="Arial" w:cs="Arial"/>
          <w:bCs/>
          <w:sz w:val="28"/>
          <w:szCs w:val="20"/>
          <w:lang w:val="en-PH"/>
        </w:rPr>
        <w:t xml:space="preserve"> 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>I/We hereby agree that I/we shall abide by the duties and obligations of the certification.</w:t>
      </w:r>
    </w:p>
    <w:p w14:paraId="4CEAF31C" w14:textId="77777777" w:rsidR="009725C3" w:rsidRPr="00876E8C" w:rsidRDefault="009725C3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sz w:val="20"/>
          <w:szCs w:val="20"/>
        </w:rPr>
      </w:pPr>
    </w:p>
    <w:p w14:paraId="6C7D4A64" w14:textId="77777777" w:rsidR="009725C3" w:rsidRPr="00876E8C" w:rsidRDefault="00A25CFC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1461840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5C3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r w:rsidR="009725C3" w:rsidRPr="00876E8C">
        <w:rPr>
          <w:rFonts w:ascii="Arial" w:hAnsi="Arial" w:cs="Arial"/>
          <w:bCs/>
          <w:i/>
          <w:sz w:val="20"/>
          <w:szCs w:val="20"/>
        </w:rPr>
        <w:t xml:space="preserve"> I/We further agree that in case of failure to comply with and/or violation of the duties and obligations governing the certification, the issued certification shall be suspended and/or revoked, and that </w:t>
      </w:r>
      <w:r w:rsidR="009725C3" w:rsidRPr="00876E8C">
        <w:rPr>
          <w:rFonts w:ascii="Arial" w:hAnsi="Arial" w:cs="Arial"/>
          <w:bCs/>
          <w:i/>
          <w:iCs/>
          <w:sz w:val="20"/>
          <w:szCs w:val="20"/>
        </w:rPr>
        <w:t>those who committed such violations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 xml:space="preserve"> may be penalized </w:t>
      </w:r>
      <w:r w:rsidR="009725C3" w:rsidRPr="00876E8C">
        <w:rPr>
          <w:rFonts w:ascii="Arial" w:hAnsi="Arial" w:cs="Arial"/>
          <w:bCs/>
          <w:i/>
          <w:iCs/>
          <w:sz w:val="20"/>
          <w:szCs w:val="20"/>
        </w:rPr>
        <w:t>criminally or civilly in the discretion of the court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>.</w:t>
      </w:r>
    </w:p>
    <w:p w14:paraId="1D9BDAA3" w14:textId="77777777" w:rsidR="009725C3" w:rsidRPr="00204389" w:rsidRDefault="009725C3" w:rsidP="009725C3">
      <w:pPr>
        <w:pStyle w:val="ListParagraph"/>
        <w:pBdr>
          <w:bottom w:val="single" w:sz="12" w:space="1" w:color="auto"/>
        </w:pBdr>
        <w:spacing w:line="240" w:lineRule="auto"/>
        <w:ind w:left="-426" w:right="-447"/>
        <w:jc w:val="both"/>
        <w:rPr>
          <w:rFonts w:ascii="Arial" w:hAnsi="Arial" w:cs="Arial"/>
          <w:b/>
          <w:bCs/>
          <w:sz w:val="10"/>
          <w:szCs w:val="10"/>
        </w:rPr>
      </w:pPr>
    </w:p>
    <w:tbl>
      <w:tblPr>
        <w:tblStyle w:val="TableGrid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283"/>
        <w:gridCol w:w="3123"/>
        <w:gridCol w:w="283"/>
        <w:gridCol w:w="3260"/>
      </w:tblGrid>
      <w:tr w:rsidR="007A253C" w:rsidRPr="002C3523" w14:paraId="72FE0DA2" w14:textId="77777777" w:rsidTr="007A253C">
        <w:trPr>
          <w:trHeight w:val="166"/>
        </w:trPr>
        <w:tc>
          <w:tcPr>
            <w:tcW w:w="3257" w:type="dxa"/>
          </w:tcPr>
          <w:bookmarkEnd w:id="2"/>
          <w:p w14:paraId="7C6756AB" w14:textId="77777777" w:rsidR="007A253C" w:rsidRPr="002C3523" w:rsidRDefault="007A253C" w:rsidP="00613553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2C3523">
              <w:rPr>
                <w:b/>
                <w:bCs/>
                <w:i/>
                <w:color w:val="auto"/>
                <w:sz w:val="20"/>
                <w:szCs w:val="20"/>
              </w:rPr>
              <w:t>Chief Accountant:</w:t>
            </w:r>
          </w:p>
        </w:tc>
        <w:tc>
          <w:tcPr>
            <w:tcW w:w="283" w:type="dxa"/>
          </w:tcPr>
          <w:p w14:paraId="2374C9B8" w14:textId="77777777" w:rsidR="007A253C" w:rsidRPr="002C3523" w:rsidRDefault="007A253C" w:rsidP="00613553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3123" w:type="dxa"/>
          </w:tcPr>
          <w:p w14:paraId="526B6B63" w14:textId="77777777" w:rsidR="007A253C" w:rsidRPr="002C3523" w:rsidRDefault="007A253C" w:rsidP="00613553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2C3523">
              <w:rPr>
                <w:b/>
                <w:bCs/>
                <w:i/>
                <w:color w:val="auto"/>
                <w:sz w:val="20"/>
                <w:szCs w:val="20"/>
              </w:rPr>
              <w:t>Auditor:</w:t>
            </w:r>
          </w:p>
        </w:tc>
        <w:tc>
          <w:tcPr>
            <w:tcW w:w="283" w:type="dxa"/>
          </w:tcPr>
          <w:p w14:paraId="3549DB10" w14:textId="77777777" w:rsidR="007A253C" w:rsidRPr="002C3523" w:rsidRDefault="007A253C" w:rsidP="00613553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D65BC84" w14:textId="77777777" w:rsidR="007A253C" w:rsidRPr="002C3523" w:rsidRDefault="007A253C" w:rsidP="00613553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2C3523">
              <w:rPr>
                <w:b/>
                <w:bCs/>
                <w:i/>
                <w:color w:val="auto"/>
                <w:sz w:val="20"/>
                <w:szCs w:val="20"/>
              </w:rPr>
              <w:t>Head of Organization:</w:t>
            </w:r>
          </w:p>
        </w:tc>
      </w:tr>
      <w:tr w:rsidR="007A253C" w:rsidRPr="00224A53" w14:paraId="318E2987" w14:textId="77777777" w:rsidTr="007A253C">
        <w:trPr>
          <w:trHeight w:val="912"/>
        </w:trPr>
        <w:tc>
          <w:tcPr>
            <w:tcW w:w="3257" w:type="dxa"/>
            <w:tcBorders>
              <w:bottom w:val="single" w:sz="4" w:space="0" w:color="auto"/>
            </w:tcBorders>
            <w:vAlign w:val="bottom"/>
          </w:tcPr>
          <w:p w14:paraId="175DFF75" w14:textId="77777777" w:rsidR="007A253C" w:rsidRPr="00DD74F6" w:rsidRDefault="007A253C" w:rsidP="0061355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14:paraId="0C1DEBDF" w14:textId="77777777" w:rsidR="007A253C" w:rsidRPr="00224A53" w:rsidRDefault="007A253C" w:rsidP="0061355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bottom"/>
          </w:tcPr>
          <w:p w14:paraId="72EE7E9C" w14:textId="77777777" w:rsidR="007A253C" w:rsidRPr="00224A53" w:rsidRDefault="007A253C" w:rsidP="0061355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6261E9F4" w14:textId="77777777" w:rsidR="007A253C" w:rsidRPr="00224A53" w:rsidRDefault="007A253C" w:rsidP="0061355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6159152C" w14:textId="77777777" w:rsidR="007A253C" w:rsidRPr="00224A53" w:rsidRDefault="007A253C" w:rsidP="0061355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A253C" w:rsidRPr="002C3523" w14:paraId="66959FDD" w14:textId="77777777" w:rsidTr="007A253C">
        <w:trPr>
          <w:trHeight w:val="132"/>
        </w:trPr>
        <w:tc>
          <w:tcPr>
            <w:tcW w:w="3257" w:type="dxa"/>
            <w:tcBorders>
              <w:top w:val="single" w:sz="4" w:space="0" w:color="auto"/>
            </w:tcBorders>
          </w:tcPr>
          <w:p w14:paraId="35DBF324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Signature over Printed Name</w:t>
            </w:r>
          </w:p>
        </w:tc>
        <w:tc>
          <w:tcPr>
            <w:tcW w:w="283" w:type="dxa"/>
          </w:tcPr>
          <w:p w14:paraId="520B7069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</w:tcBorders>
          </w:tcPr>
          <w:p w14:paraId="1BE45F29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Signature over Printed Name</w:t>
            </w:r>
          </w:p>
        </w:tc>
        <w:tc>
          <w:tcPr>
            <w:tcW w:w="283" w:type="dxa"/>
          </w:tcPr>
          <w:p w14:paraId="0B2CBDA8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E74816A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Signature over Printed Name</w:t>
            </w:r>
          </w:p>
        </w:tc>
      </w:tr>
      <w:tr w:rsidR="007A253C" w:rsidRPr="004853C6" w14:paraId="12607954" w14:textId="77777777" w:rsidTr="007A253C">
        <w:trPr>
          <w:trHeight w:val="503"/>
        </w:trPr>
        <w:tc>
          <w:tcPr>
            <w:tcW w:w="3257" w:type="dxa"/>
            <w:tcBorders>
              <w:bottom w:val="single" w:sz="4" w:space="0" w:color="auto"/>
            </w:tcBorders>
            <w:vAlign w:val="bottom"/>
          </w:tcPr>
          <w:p w14:paraId="1522D1C1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14:paraId="73D5A53D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bottom"/>
          </w:tcPr>
          <w:p w14:paraId="663103FA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16980945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61A858B8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7A253C" w:rsidRPr="002C3523" w14:paraId="20F8C21E" w14:textId="77777777" w:rsidTr="007A253C">
        <w:trPr>
          <w:trHeight w:val="256"/>
        </w:trPr>
        <w:tc>
          <w:tcPr>
            <w:tcW w:w="3257" w:type="dxa"/>
            <w:tcBorders>
              <w:top w:val="single" w:sz="4" w:space="0" w:color="auto"/>
            </w:tcBorders>
          </w:tcPr>
          <w:p w14:paraId="1A1B4BA8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License / PTR Number</w:t>
            </w:r>
          </w:p>
        </w:tc>
        <w:tc>
          <w:tcPr>
            <w:tcW w:w="283" w:type="dxa"/>
          </w:tcPr>
          <w:p w14:paraId="24323217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</w:tcBorders>
          </w:tcPr>
          <w:p w14:paraId="34B86FD4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License / PTR Number</w:t>
            </w:r>
          </w:p>
        </w:tc>
        <w:tc>
          <w:tcPr>
            <w:tcW w:w="283" w:type="dxa"/>
          </w:tcPr>
          <w:p w14:paraId="24FDF958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E53693B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Designation</w:t>
            </w:r>
          </w:p>
        </w:tc>
      </w:tr>
      <w:tr w:rsidR="007A253C" w:rsidRPr="004853C6" w14:paraId="70F244FB" w14:textId="77777777" w:rsidTr="007A253C">
        <w:trPr>
          <w:trHeight w:val="429"/>
        </w:trPr>
        <w:tc>
          <w:tcPr>
            <w:tcW w:w="3257" w:type="dxa"/>
            <w:tcBorders>
              <w:bottom w:val="single" w:sz="4" w:space="0" w:color="auto"/>
            </w:tcBorders>
            <w:vAlign w:val="bottom"/>
          </w:tcPr>
          <w:p w14:paraId="023BCFE5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14:paraId="4BA3333F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bottom"/>
          </w:tcPr>
          <w:p w14:paraId="4EF1D46D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1639E7F8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4684D528" w14:textId="77777777" w:rsidR="007A253C" w:rsidRPr="004853C6" w:rsidRDefault="007A253C" w:rsidP="0061355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7A253C" w:rsidRPr="002C3523" w14:paraId="074BCB29" w14:textId="77777777" w:rsidTr="007A253C">
        <w:trPr>
          <w:trHeight w:val="345"/>
        </w:trPr>
        <w:tc>
          <w:tcPr>
            <w:tcW w:w="3257" w:type="dxa"/>
            <w:tcBorders>
              <w:top w:val="single" w:sz="4" w:space="0" w:color="auto"/>
            </w:tcBorders>
          </w:tcPr>
          <w:p w14:paraId="194D4F24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Date Signed</w:t>
            </w:r>
          </w:p>
        </w:tc>
        <w:tc>
          <w:tcPr>
            <w:tcW w:w="283" w:type="dxa"/>
          </w:tcPr>
          <w:p w14:paraId="45E1D897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</w:tcBorders>
          </w:tcPr>
          <w:p w14:paraId="043F01C2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Date Signed</w:t>
            </w:r>
          </w:p>
        </w:tc>
        <w:tc>
          <w:tcPr>
            <w:tcW w:w="283" w:type="dxa"/>
          </w:tcPr>
          <w:p w14:paraId="10A401D6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EE73792" w14:textId="77777777" w:rsidR="007A253C" w:rsidRPr="002C3523" w:rsidRDefault="007A253C" w:rsidP="00613553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2C3523">
              <w:rPr>
                <w:bCs/>
                <w:i/>
                <w:color w:val="auto"/>
                <w:sz w:val="16"/>
                <w:szCs w:val="16"/>
              </w:rPr>
              <w:t>Date Signed</w:t>
            </w:r>
          </w:p>
        </w:tc>
      </w:tr>
    </w:tbl>
    <w:p w14:paraId="54D24EC5" w14:textId="6CED2367" w:rsidR="00276AA1" w:rsidRDefault="00276AA1" w:rsidP="009725C3">
      <w:pPr>
        <w:pStyle w:val="ListParagraph"/>
        <w:spacing w:after="0" w:line="240" w:lineRule="auto"/>
        <w:ind w:left="142"/>
        <w:rPr>
          <w:b/>
          <w:sz w:val="18"/>
          <w:szCs w:val="18"/>
        </w:rPr>
      </w:pPr>
    </w:p>
    <w:sectPr w:rsidR="00276AA1" w:rsidSect="00E65FD5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601" w:right="851" w:bottom="862" w:left="851" w:header="567" w:footer="3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EC751" w14:textId="77777777" w:rsidR="00A25CFC" w:rsidRDefault="00A25CFC">
      <w:r>
        <w:separator/>
      </w:r>
    </w:p>
  </w:endnote>
  <w:endnote w:type="continuationSeparator" w:id="0">
    <w:p w14:paraId="08F03299" w14:textId="77777777" w:rsidR="00A25CFC" w:rsidRDefault="00A25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1C4FF" w14:textId="3A384408" w:rsidR="00C1470F" w:rsidRPr="004B6A4D" w:rsidRDefault="00C1470F" w:rsidP="00C9184C">
    <w:pPr>
      <w:pStyle w:val="Footer"/>
      <w:ind w:right="-610"/>
      <w:jc w:val="right"/>
      <w:rPr>
        <w:noProof/>
        <w:color w:val="auto"/>
        <w:sz w:val="20"/>
      </w:rPr>
    </w:pPr>
    <w:r w:rsidRPr="00BF665B">
      <w:rPr>
        <w:rFonts w:ascii="Arial Nova" w:hAnsi="Arial Nova"/>
        <w:noProof/>
        <w:sz w:val="18"/>
        <w:szCs w:val="18"/>
        <w:lang w:val="en-PH" w:eastAsia="en-PH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73F3C3D" wp14:editId="2F0E76B5">
              <wp:simplePos x="0" y="0"/>
              <wp:positionH relativeFrom="rightMargin">
                <wp:posOffset>-6845935</wp:posOffset>
              </wp:positionH>
              <wp:positionV relativeFrom="paragraph">
                <wp:posOffset>-9525</wp:posOffset>
              </wp:positionV>
              <wp:extent cx="5591175" cy="2667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9117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34A459" w14:textId="1FCE826E" w:rsidR="00C1470F" w:rsidRPr="00F167AB" w:rsidRDefault="00C1470F" w:rsidP="008C269E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  <w:r w:rsidRPr="004356CF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SFU 0001 </w:t>
                          </w:r>
                          <w:r w:rsidRPr="00A175F0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Detailed </w:t>
                          </w:r>
                          <w: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S&amp;T </w:t>
                          </w:r>
                          <w:r w:rsidRPr="00A175F0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PPA</w:t>
                          </w:r>
                          <w: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 / Specific R&amp;D Project</w:t>
                          </w:r>
                          <w:r w:rsidRPr="00A175F0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 Proposal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3F3C3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539.05pt;margin-top:-.75pt;width:440.2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" filled="f" stroked="f" strokeweight=".5pt">
              <v:textbox>
                <w:txbxContent>
                  <w:p w14:paraId="5E34A459" w14:textId="1FCE826E" w:rsidR="00C1470F" w:rsidRPr="00F167AB" w:rsidRDefault="00C1470F" w:rsidP="008C269E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  <w:r w:rsidRPr="004356CF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SFU 0001 </w:t>
                    </w:r>
                    <w:r w:rsidRPr="00A175F0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Detailed </w:t>
                    </w:r>
                    <w: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S&amp;T </w:t>
                    </w:r>
                    <w:r w:rsidRPr="00A175F0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PPA</w:t>
                    </w:r>
                    <w: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 / Specific R&amp;D Project</w:t>
                    </w:r>
                    <w:r w:rsidRPr="00A175F0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 Proposal Form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F167AB">
      <w:rPr>
        <w:color w:val="auto"/>
        <w:sz w:val="20"/>
      </w:rPr>
      <w:t xml:space="preserve">Page </w:t>
    </w:r>
    <w:r w:rsidRPr="00F167AB">
      <w:rPr>
        <w:color w:val="auto"/>
        <w:sz w:val="20"/>
      </w:rPr>
      <w:fldChar w:fldCharType="begin"/>
    </w:r>
    <w:r w:rsidRPr="00F167AB">
      <w:rPr>
        <w:color w:val="auto"/>
        <w:sz w:val="20"/>
      </w:rPr>
      <w:instrText xml:space="preserve"> PAGE   \* MERGEFORMAT </w:instrText>
    </w:r>
    <w:r w:rsidRPr="00F167AB">
      <w:rPr>
        <w:color w:val="auto"/>
        <w:sz w:val="20"/>
      </w:rPr>
      <w:fldChar w:fldCharType="separate"/>
    </w:r>
    <w:r>
      <w:rPr>
        <w:noProof/>
        <w:color w:val="auto"/>
        <w:sz w:val="20"/>
      </w:rPr>
      <w:t>5</w:t>
    </w:r>
    <w:r w:rsidRPr="00F167AB">
      <w:rPr>
        <w:noProof/>
        <w:color w:val="auto"/>
        <w:sz w:val="20"/>
      </w:rPr>
      <w:fldChar w:fldCharType="end"/>
    </w:r>
    <w:r w:rsidRPr="00F167AB">
      <w:rPr>
        <w:noProof/>
        <w:color w:val="auto"/>
        <w:sz w:val="20"/>
      </w:rPr>
      <w:t xml:space="preserve"> of </w:t>
    </w:r>
    <w:r w:rsidRPr="00F167AB">
      <w:rPr>
        <w:noProof/>
        <w:color w:val="auto"/>
        <w:sz w:val="20"/>
      </w:rPr>
      <w:fldChar w:fldCharType="begin"/>
    </w:r>
    <w:r w:rsidRPr="00F167AB">
      <w:rPr>
        <w:noProof/>
        <w:color w:val="auto"/>
        <w:sz w:val="20"/>
      </w:rPr>
      <w:instrText xml:space="preserve"> NUMPAGES   \* MERGEFORMAT </w:instrText>
    </w:r>
    <w:r w:rsidRPr="00F167AB">
      <w:rPr>
        <w:noProof/>
        <w:color w:val="auto"/>
        <w:sz w:val="20"/>
      </w:rPr>
      <w:fldChar w:fldCharType="separate"/>
    </w:r>
    <w:r>
      <w:rPr>
        <w:noProof/>
        <w:color w:val="auto"/>
        <w:sz w:val="20"/>
      </w:rPr>
      <w:t>5</w:t>
    </w:r>
    <w:r w:rsidRPr="00F167AB">
      <w:rPr>
        <w:noProof/>
        <w:color w:val="auto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6CC8E" w14:textId="77777777" w:rsidR="00C1470F" w:rsidRPr="00BD5DDB" w:rsidRDefault="00C1470F" w:rsidP="00E30818">
    <w:pPr>
      <w:pStyle w:val="Footer"/>
      <w:ind w:right="-601"/>
      <w:jc w:val="right"/>
      <w:rPr>
        <w:color w:val="auto"/>
      </w:rPr>
    </w:pPr>
    <w:r w:rsidRPr="00BD5DDB">
      <w:rPr>
        <w:rFonts w:ascii="Arial Nova" w:hAnsi="Arial Nova"/>
        <w:noProof/>
        <w:color w:val="auto"/>
        <w:sz w:val="18"/>
        <w:szCs w:val="18"/>
        <w:lang w:val="en-PH" w:eastAsia="en-PH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8B24F42" wp14:editId="59DBA700">
              <wp:simplePos x="0" y="0"/>
              <wp:positionH relativeFrom="page">
                <wp:posOffset>180975</wp:posOffset>
              </wp:positionH>
              <wp:positionV relativeFrom="paragraph">
                <wp:posOffset>-50165</wp:posOffset>
              </wp:positionV>
              <wp:extent cx="5400675" cy="2667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84ABC2" w14:textId="62A7E565" w:rsidR="00C1470F" w:rsidRPr="00F167AB" w:rsidRDefault="00C1470F" w:rsidP="00F167AB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  <w:r w:rsidRPr="00F167AB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SFU 000</w:t>
                          </w:r>
                          <w:r w:rsidR="002C3523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9</w:t>
                          </w:r>
                          <w:r w:rsidRPr="0000739B">
                            <w:t xml:space="preserve"> </w:t>
                          </w:r>
                          <w:r w:rsidR="002C3523" w:rsidRPr="002C3523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Scholarship, Fellowship, </w:t>
                          </w:r>
                          <w:r w:rsidR="00655149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and </w:t>
                          </w:r>
                          <w:r w:rsidR="002C3523" w:rsidRPr="002C3523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Professorial Chair Grants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4F4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14.25pt;margin-top:-3.95pt;width:425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" filled="f" stroked="f" strokeweight=".5pt">
              <v:textbox>
                <w:txbxContent>
                  <w:p w14:paraId="0D84ABC2" w14:textId="62A7E565" w:rsidR="00C1470F" w:rsidRPr="00F167AB" w:rsidRDefault="00C1470F" w:rsidP="00F167AB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  <w:r w:rsidRPr="00F167AB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SFU 000</w:t>
                    </w:r>
                    <w:r w:rsidR="002C3523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9</w:t>
                    </w:r>
                    <w:r w:rsidRPr="0000739B">
                      <w:t xml:space="preserve"> </w:t>
                    </w:r>
                    <w:r w:rsidR="002C3523" w:rsidRPr="002C3523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Scholarship, Fellowship, </w:t>
                    </w:r>
                    <w:r w:rsidR="00655149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and </w:t>
                    </w:r>
                    <w:r w:rsidR="002C3523" w:rsidRPr="002C3523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Professorial Chair Grants Form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BD5DDB">
      <w:rPr>
        <w:color w:val="auto"/>
        <w:sz w:val="20"/>
      </w:rPr>
      <w:t xml:space="preserve">Page </w:t>
    </w:r>
    <w:r w:rsidRPr="00BD5DDB">
      <w:rPr>
        <w:color w:val="auto"/>
        <w:sz w:val="20"/>
      </w:rPr>
      <w:fldChar w:fldCharType="begin"/>
    </w:r>
    <w:r w:rsidRPr="00BD5DDB">
      <w:rPr>
        <w:color w:val="auto"/>
        <w:sz w:val="20"/>
      </w:rPr>
      <w:instrText xml:space="preserve"> PAGE   \* MERGEFORMAT </w:instrText>
    </w:r>
    <w:r w:rsidRPr="00BD5DDB">
      <w:rPr>
        <w:color w:val="auto"/>
        <w:sz w:val="20"/>
      </w:rPr>
      <w:fldChar w:fldCharType="separate"/>
    </w:r>
    <w:r w:rsidRPr="00BD5DDB">
      <w:rPr>
        <w:noProof/>
        <w:color w:val="auto"/>
        <w:sz w:val="20"/>
      </w:rPr>
      <w:t>1</w:t>
    </w:r>
    <w:r w:rsidRPr="00BD5DDB">
      <w:rPr>
        <w:noProof/>
        <w:color w:val="auto"/>
        <w:sz w:val="20"/>
      </w:rPr>
      <w:fldChar w:fldCharType="end"/>
    </w:r>
    <w:r w:rsidRPr="00BD5DDB">
      <w:rPr>
        <w:noProof/>
        <w:color w:val="auto"/>
        <w:sz w:val="20"/>
      </w:rPr>
      <w:t xml:space="preserve"> of </w:t>
    </w:r>
    <w:r w:rsidRPr="00BD5DDB">
      <w:rPr>
        <w:noProof/>
        <w:color w:val="auto"/>
        <w:sz w:val="20"/>
      </w:rPr>
      <w:fldChar w:fldCharType="begin"/>
    </w:r>
    <w:r w:rsidRPr="00BD5DDB">
      <w:rPr>
        <w:noProof/>
        <w:color w:val="auto"/>
        <w:sz w:val="20"/>
      </w:rPr>
      <w:instrText xml:space="preserve"> NUMPAGES   \* MERGEFORMAT </w:instrText>
    </w:r>
    <w:r w:rsidRPr="00BD5DDB">
      <w:rPr>
        <w:noProof/>
        <w:color w:val="auto"/>
        <w:sz w:val="20"/>
      </w:rPr>
      <w:fldChar w:fldCharType="separate"/>
    </w:r>
    <w:r w:rsidRPr="00BD5DDB">
      <w:rPr>
        <w:noProof/>
        <w:color w:val="auto"/>
        <w:sz w:val="20"/>
      </w:rPr>
      <w:t>5</w:t>
    </w:r>
    <w:r w:rsidRPr="00BD5DDB">
      <w:rPr>
        <w:noProof/>
        <w:color w:val="auto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B5253" w14:textId="77777777" w:rsidR="00A25CFC" w:rsidRDefault="00A25CFC">
      <w:r>
        <w:separator/>
      </w:r>
    </w:p>
  </w:footnote>
  <w:footnote w:type="continuationSeparator" w:id="0">
    <w:p w14:paraId="5C65975C" w14:textId="77777777" w:rsidR="00A25CFC" w:rsidRDefault="00A25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182C8" w14:textId="77777777" w:rsidR="00C1470F" w:rsidRPr="00A11EA8" w:rsidRDefault="00C1470F" w:rsidP="00A729AD">
    <w:pPr>
      <w:pStyle w:val="Header"/>
      <w:tabs>
        <w:tab w:val="clear" w:pos="4320"/>
        <w:tab w:val="clear" w:pos="8640"/>
      </w:tabs>
      <w:rPr>
        <w:b/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8789" w:type="dxa"/>
      <w:tblInd w:w="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89"/>
    </w:tblGrid>
    <w:tr w:rsidR="00E902C0" w:rsidRPr="009725C3" w14:paraId="4E1D558A" w14:textId="77777777" w:rsidTr="00E902C0">
      <w:tc>
        <w:tcPr>
          <w:tcW w:w="8789" w:type="dxa"/>
        </w:tcPr>
        <w:p w14:paraId="73D50492" w14:textId="77777777" w:rsidR="00E902C0" w:rsidRPr="009725C3" w:rsidRDefault="00E902C0" w:rsidP="009725C3">
          <w:pPr>
            <w:rPr>
              <w:i/>
              <w:iCs/>
              <w:color w:val="auto"/>
              <w:sz w:val="22"/>
              <w:szCs w:val="20"/>
              <w:lang w:val="id-ID"/>
            </w:rPr>
          </w:pPr>
          <w:bookmarkStart w:id="3" w:name="_Hlk69305778"/>
          <w:bookmarkStart w:id="4" w:name="_Hlk69305779"/>
          <w:r w:rsidRPr="009725C3">
            <w:rPr>
              <w:i/>
              <w:iCs/>
              <w:color w:val="auto"/>
              <w:sz w:val="20"/>
              <w:szCs w:val="20"/>
            </w:rPr>
            <w:t>Department of Science and Technology Certification Service</w:t>
          </w:r>
        </w:p>
      </w:tc>
    </w:tr>
    <w:tr w:rsidR="00E902C0" w:rsidRPr="009725C3" w14:paraId="0F7B4A67" w14:textId="77777777" w:rsidTr="00E902C0">
      <w:tc>
        <w:tcPr>
          <w:tcW w:w="8789" w:type="dxa"/>
        </w:tcPr>
        <w:p w14:paraId="6CEA0083" w14:textId="2ACB84C0" w:rsidR="00E902C0" w:rsidRPr="009725C3" w:rsidRDefault="00E65FD5" w:rsidP="009725C3">
          <w:pPr>
            <w:rPr>
              <w:i/>
              <w:color w:val="auto"/>
              <w:sz w:val="21"/>
              <w:szCs w:val="21"/>
            </w:rPr>
          </w:pPr>
          <w:r w:rsidRPr="002C3523">
            <w:rPr>
              <w:b/>
              <w:color w:val="auto"/>
              <w:sz w:val="20"/>
              <w:szCs w:val="20"/>
            </w:rPr>
            <w:t xml:space="preserve">SCHOLARSHIP, FELLOWSHIP, </w:t>
          </w:r>
          <w:r w:rsidR="009E63C3">
            <w:rPr>
              <w:b/>
              <w:color w:val="auto"/>
              <w:sz w:val="20"/>
              <w:szCs w:val="20"/>
            </w:rPr>
            <w:t xml:space="preserve">AND </w:t>
          </w:r>
          <w:r w:rsidRPr="002C3523">
            <w:rPr>
              <w:b/>
              <w:color w:val="auto"/>
              <w:sz w:val="20"/>
              <w:szCs w:val="20"/>
            </w:rPr>
            <w:t>PROFESSORIAL CHAIR GRANTS</w:t>
          </w:r>
          <w:r w:rsidR="00E902C0" w:rsidRPr="009725C3">
            <w:rPr>
              <w:b/>
              <w:i/>
              <w:color w:val="auto"/>
              <w:sz w:val="20"/>
              <w:szCs w:val="20"/>
            </w:rPr>
            <w:t xml:space="preserve"> FORM</w:t>
          </w:r>
        </w:p>
        <w:p w14:paraId="682285FE" w14:textId="2CAD79C2" w:rsidR="00E902C0" w:rsidRPr="009725C3" w:rsidRDefault="00E902C0" w:rsidP="009725C3">
          <w:pPr>
            <w:rPr>
              <w:i/>
              <w:color w:val="auto"/>
              <w:sz w:val="14"/>
              <w:szCs w:val="14"/>
            </w:rPr>
          </w:pPr>
          <w:r w:rsidRPr="009725C3">
            <w:rPr>
              <w:i/>
              <w:color w:val="auto"/>
              <w:sz w:val="18"/>
              <w:szCs w:val="14"/>
            </w:rPr>
            <w:t>(Accomplish this form using 10-point Arial typeface.)</w:t>
          </w:r>
        </w:p>
      </w:tc>
    </w:tr>
  </w:tbl>
  <w:bookmarkEnd w:id="3"/>
  <w:bookmarkEnd w:id="4"/>
  <w:p w14:paraId="5BA6E636" w14:textId="7469DDAF" w:rsidR="00C1470F" w:rsidRPr="00A729AD" w:rsidRDefault="001F6378" w:rsidP="009725C3">
    <w:pPr>
      <w:pStyle w:val="Header"/>
    </w:pPr>
    <w:r w:rsidRPr="005C368B">
      <w:rPr>
        <w:b/>
        <w:bCs/>
        <w:noProof/>
        <w:sz w:val="20"/>
        <w:szCs w:val="20"/>
        <w:lang w:val="en-PH" w:eastAsia="en-PH"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anchorId="66F4A7A8" wp14:editId="6E9370CE">
              <wp:simplePos x="0" y="0"/>
              <wp:positionH relativeFrom="margin">
                <wp:posOffset>5546090</wp:posOffset>
              </wp:positionH>
              <wp:positionV relativeFrom="paragraph">
                <wp:posOffset>-640715</wp:posOffset>
              </wp:positionV>
              <wp:extent cx="1209675" cy="381000"/>
              <wp:effectExtent l="0" t="0" r="9525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09675" cy="381000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046B9" w14:textId="5CA29C30" w:rsidR="00E902C0" w:rsidRPr="00993D20" w:rsidRDefault="00E902C0" w:rsidP="00E902C0">
                          <w:pPr>
                            <w:rPr>
                              <w:color w:val="auto"/>
                              <w:sz w:val="20"/>
                              <w:lang w:val="id-ID"/>
                            </w:rPr>
                          </w:pPr>
                          <w:r w:rsidRPr="00993D20">
                            <w:rPr>
                              <w:color w:val="auto"/>
                              <w:sz w:val="20"/>
                            </w:rPr>
                            <w:t>SFU 00</w:t>
                          </w:r>
                          <w:r>
                            <w:rPr>
                              <w:color w:val="auto"/>
                              <w:sz w:val="20"/>
                            </w:rPr>
                            <w:t>0</w:t>
                          </w:r>
                          <w:r w:rsidR="00A60F63">
                            <w:rPr>
                              <w:color w:val="auto"/>
                              <w:sz w:val="20"/>
                            </w:rPr>
                            <w:t>9</w:t>
                          </w:r>
                        </w:p>
                        <w:p w14:paraId="7CE5EC4A" w14:textId="2EC372D3" w:rsidR="00E902C0" w:rsidRPr="00831290" w:rsidRDefault="00E902C0" w:rsidP="00E902C0">
                          <w:pPr>
                            <w:rPr>
                              <w:color w:val="auto"/>
                              <w:sz w:val="20"/>
                              <w:lang w:val="en-PH"/>
                            </w:rPr>
                          </w:pPr>
                          <w:r w:rsidRPr="00993D20">
                            <w:rPr>
                              <w:color w:val="auto"/>
                              <w:sz w:val="20"/>
                            </w:rPr>
                            <w:t>Rev.</w:t>
                          </w:r>
                          <w:r w:rsidR="00A60F63">
                            <w:rPr>
                              <w:color w:val="auto"/>
                              <w:sz w:val="20"/>
                            </w:rPr>
                            <w:t>1</w:t>
                          </w:r>
                          <w:r w:rsidRPr="00993D20">
                            <w:rPr>
                              <w:color w:val="auto"/>
                              <w:sz w:val="20"/>
                            </w:rPr>
                            <w:t>/</w:t>
                          </w:r>
                          <w:r w:rsidR="001F6378">
                            <w:rPr>
                              <w:color w:val="auto"/>
                              <w:sz w:val="20"/>
                            </w:rPr>
                            <w:t>04-11-2025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F4A7A8" id="Rectangle 1" o:spid="_x0000_s1027" style="position:absolute;margin-left:436.7pt;margin-top:-50.45pt;width:95.25pt;height:30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" fillcolor="white [3201]" stroked="f" strokecolor="black [3200]" strokeweight="1pt">
              <v:textbox>
                <w:txbxContent>
                  <w:p w14:paraId="404046B9" w14:textId="5CA29C30" w:rsidR="00E902C0" w:rsidRPr="00993D20" w:rsidRDefault="00E902C0" w:rsidP="00E902C0">
                    <w:pPr>
                      <w:rPr>
                        <w:color w:val="auto"/>
                        <w:sz w:val="20"/>
                        <w:lang w:val="id-ID"/>
                      </w:rPr>
                    </w:pPr>
                    <w:r w:rsidRPr="00993D20">
                      <w:rPr>
                        <w:color w:val="auto"/>
                        <w:sz w:val="20"/>
                      </w:rPr>
                      <w:t>SFU 00</w:t>
                    </w:r>
                    <w:r>
                      <w:rPr>
                        <w:color w:val="auto"/>
                        <w:sz w:val="20"/>
                      </w:rPr>
                      <w:t>0</w:t>
                    </w:r>
                    <w:r w:rsidR="00A60F63">
                      <w:rPr>
                        <w:color w:val="auto"/>
                        <w:sz w:val="20"/>
                      </w:rPr>
                      <w:t>9</w:t>
                    </w:r>
                  </w:p>
                  <w:p w14:paraId="7CE5EC4A" w14:textId="2EC372D3" w:rsidR="00E902C0" w:rsidRPr="00831290" w:rsidRDefault="00E902C0" w:rsidP="00E902C0">
                    <w:pPr>
                      <w:rPr>
                        <w:color w:val="auto"/>
                        <w:sz w:val="20"/>
                        <w:lang w:val="en-PH"/>
                      </w:rPr>
                    </w:pPr>
                    <w:r w:rsidRPr="00993D20">
                      <w:rPr>
                        <w:color w:val="auto"/>
                        <w:sz w:val="20"/>
                      </w:rPr>
                      <w:t>Rev.</w:t>
                    </w:r>
                    <w:r w:rsidR="00A60F63">
                      <w:rPr>
                        <w:color w:val="auto"/>
                        <w:sz w:val="20"/>
                      </w:rPr>
                      <w:t>1</w:t>
                    </w:r>
                    <w:r w:rsidRPr="00993D20">
                      <w:rPr>
                        <w:color w:val="auto"/>
                        <w:sz w:val="20"/>
                      </w:rPr>
                      <w:t>/</w:t>
                    </w:r>
                    <w:r w:rsidR="001F6378">
                      <w:rPr>
                        <w:color w:val="auto"/>
                        <w:sz w:val="20"/>
                      </w:rPr>
                      <w:t>04-11-2025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902C0">
      <w:rPr>
        <w:noProof/>
        <w:lang w:val="en-PH" w:eastAsia="en-PH"/>
      </w:rPr>
      <w:drawing>
        <wp:anchor distT="0" distB="0" distL="114300" distR="114300" simplePos="0" relativeHeight="251677696" behindDoc="0" locked="0" layoutInCell="1" allowOverlap="1" wp14:anchorId="5D5659A2" wp14:editId="5D9968C7">
          <wp:simplePos x="0" y="0"/>
          <wp:positionH relativeFrom="column">
            <wp:posOffset>-297612</wp:posOffset>
          </wp:positionH>
          <wp:positionV relativeFrom="paragraph">
            <wp:posOffset>-608965</wp:posOffset>
          </wp:positionV>
          <wp:extent cx="685800" cy="685800"/>
          <wp:effectExtent l="0" t="0" r="0" b="0"/>
          <wp:wrapNone/>
          <wp:docPr id="12" name="Picture 12" descr="DOST corporate logo_shado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DOST corporate logo_shadow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1180"/>
    <w:multiLevelType w:val="hybridMultilevel"/>
    <w:tmpl w:val="2B76B326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9C6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B157A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A4028"/>
    <w:multiLevelType w:val="hybridMultilevel"/>
    <w:tmpl w:val="F1DC3EA2"/>
    <w:lvl w:ilvl="0" w:tplc="E12AA192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260" w:hanging="360"/>
      </w:pPr>
    </w:lvl>
    <w:lvl w:ilvl="2" w:tplc="3409001B" w:tentative="1">
      <w:start w:val="1"/>
      <w:numFmt w:val="lowerRoman"/>
      <w:lvlText w:val="%3."/>
      <w:lvlJc w:val="right"/>
      <w:pPr>
        <w:ind w:left="1980" w:hanging="180"/>
      </w:pPr>
    </w:lvl>
    <w:lvl w:ilvl="3" w:tplc="3409000F" w:tentative="1">
      <w:start w:val="1"/>
      <w:numFmt w:val="decimal"/>
      <w:lvlText w:val="%4."/>
      <w:lvlJc w:val="left"/>
      <w:pPr>
        <w:ind w:left="2700" w:hanging="360"/>
      </w:pPr>
    </w:lvl>
    <w:lvl w:ilvl="4" w:tplc="34090019" w:tentative="1">
      <w:start w:val="1"/>
      <w:numFmt w:val="lowerLetter"/>
      <w:lvlText w:val="%5."/>
      <w:lvlJc w:val="left"/>
      <w:pPr>
        <w:ind w:left="3420" w:hanging="360"/>
      </w:pPr>
    </w:lvl>
    <w:lvl w:ilvl="5" w:tplc="3409001B" w:tentative="1">
      <w:start w:val="1"/>
      <w:numFmt w:val="lowerRoman"/>
      <w:lvlText w:val="%6."/>
      <w:lvlJc w:val="right"/>
      <w:pPr>
        <w:ind w:left="4140" w:hanging="180"/>
      </w:pPr>
    </w:lvl>
    <w:lvl w:ilvl="6" w:tplc="3409000F" w:tentative="1">
      <w:start w:val="1"/>
      <w:numFmt w:val="decimal"/>
      <w:lvlText w:val="%7."/>
      <w:lvlJc w:val="left"/>
      <w:pPr>
        <w:ind w:left="4860" w:hanging="360"/>
      </w:pPr>
    </w:lvl>
    <w:lvl w:ilvl="7" w:tplc="34090019" w:tentative="1">
      <w:start w:val="1"/>
      <w:numFmt w:val="lowerLetter"/>
      <w:lvlText w:val="%8."/>
      <w:lvlJc w:val="left"/>
      <w:pPr>
        <w:ind w:left="5580" w:hanging="360"/>
      </w:pPr>
    </w:lvl>
    <w:lvl w:ilvl="8" w:tplc="3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11A87A6A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63F6F"/>
    <w:multiLevelType w:val="hybridMultilevel"/>
    <w:tmpl w:val="168656FC"/>
    <w:lvl w:ilvl="0" w:tplc="88849A8A">
      <w:start w:val="1"/>
      <w:numFmt w:val="lowerRoman"/>
      <w:lvlText w:val="%1."/>
      <w:lvlJc w:val="left"/>
      <w:pPr>
        <w:ind w:left="1004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724" w:hanging="360"/>
      </w:pPr>
    </w:lvl>
    <w:lvl w:ilvl="2" w:tplc="3409001B" w:tentative="1">
      <w:start w:val="1"/>
      <w:numFmt w:val="lowerRoman"/>
      <w:lvlText w:val="%3."/>
      <w:lvlJc w:val="right"/>
      <w:pPr>
        <w:ind w:left="2444" w:hanging="180"/>
      </w:pPr>
    </w:lvl>
    <w:lvl w:ilvl="3" w:tplc="3409000F" w:tentative="1">
      <w:start w:val="1"/>
      <w:numFmt w:val="decimal"/>
      <w:lvlText w:val="%4."/>
      <w:lvlJc w:val="left"/>
      <w:pPr>
        <w:ind w:left="3164" w:hanging="360"/>
      </w:pPr>
    </w:lvl>
    <w:lvl w:ilvl="4" w:tplc="34090019" w:tentative="1">
      <w:start w:val="1"/>
      <w:numFmt w:val="lowerLetter"/>
      <w:lvlText w:val="%5."/>
      <w:lvlJc w:val="left"/>
      <w:pPr>
        <w:ind w:left="3884" w:hanging="360"/>
      </w:pPr>
    </w:lvl>
    <w:lvl w:ilvl="5" w:tplc="3409001B" w:tentative="1">
      <w:start w:val="1"/>
      <w:numFmt w:val="lowerRoman"/>
      <w:lvlText w:val="%6."/>
      <w:lvlJc w:val="right"/>
      <w:pPr>
        <w:ind w:left="4604" w:hanging="180"/>
      </w:pPr>
    </w:lvl>
    <w:lvl w:ilvl="6" w:tplc="3409000F" w:tentative="1">
      <w:start w:val="1"/>
      <w:numFmt w:val="decimal"/>
      <w:lvlText w:val="%7."/>
      <w:lvlJc w:val="left"/>
      <w:pPr>
        <w:ind w:left="5324" w:hanging="360"/>
      </w:pPr>
    </w:lvl>
    <w:lvl w:ilvl="7" w:tplc="34090019" w:tentative="1">
      <w:start w:val="1"/>
      <w:numFmt w:val="lowerLetter"/>
      <w:lvlText w:val="%8."/>
      <w:lvlJc w:val="left"/>
      <w:pPr>
        <w:ind w:left="6044" w:hanging="360"/>
      </w:pPr>
    </w:lvl>
    <w:lvl w:ilvl="8" w:tplc="3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CF184C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20911"/>
    <w:multiLevelType w:val="hybridMultilevel"/>
    <w:tmpl w:val="4CDC1F6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07260"/>
    <w:multiLevelType w:val="hybridMultilevel"/>
    <w:tmpl w:val="80F81CC0"/>
    <w:lvl w:ilvl="0" w:tplc="34090019">
      <w:start w:val="1"/>
      <w:numFmt w:val="lowerLetter"/>
      <w:lvlText w:val="%1."/>
      <w:lvlJc w:val="left"/>
      <w:pPr>
        <w:ind w:left="256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976" w:hanging="360"/>
      </w:pPr>
    </w:lvl>
    <w:lvl w:ilvl="2" w:tplc="3409001B" w:tentative="1">
      <w:start w:val="1"/>
      <w:numFmt w:val="lowerRoman"/>
      <w:lvlText w:val="%3."/>
      <w:lvlJc w:val="right"/>
      <w:pPr>
        <w:ind w:left="1696" w:hanging="180"/>
      </w:pPr>
    </w:lvl>
    <w:lvl w:ilvl="3" w:tplc="3409000F" w:tentative="1">
      <w:start w:val="1"/>
      <w:numFmt w:val="decimal"/>
      <w:lvlText w:val="%4."/>
      <w:lvlJc w:val="left"/>
      <w:pPr>
        <w:ind w:left="2416" w:hanging="360"/>
      </w:pPr>
    </w:lvl>
    <w:lvl w:ilvl="4" w:tplc="34090019" w:tentative="1">
      <w:start w:val="1"/>
      <w:numFmt w:val="lowerLetter"/>
      <w:lvlText w:val="%5."/>
      <w:lvlJc w:val="left"/>
      <w:pPr>
        <w:ind w:left="3136" w:hanging="360"/>
      </w:pPr>
    </w:lvl>
    <w:lvl w:ilvl="5" w:tplc="3409001B" w:tentative="1">
      <w:start w:val="1"/>
      <w:numFmt w:val="lowerRoman"/>
      <w:lvlText w:val="%6."/>
      <w:lvlJc w:val="right"/>
      <w:pPr>
        <w:ind w:left="3856" w:hanging="180"/>
      </w:pPr>
    </w:lvl>
    <w:lvl w:ilvl="6" w:tplc="3409000F" w:tentative="1">
      <w:start w:val="1"/>
      <w:numFmt w:val="decimal"/>
      <w:lvlText w:val="%7."/>
      <w:lvlJc w:val="left"/>
      <w:pPr>
        <w:ind w:left="4576" w:hanging="360"/>
      </w:pPr>
    </w:lvl>
    <w:lvl w:ilvl="7" w:tplc="34090019" w:tentative="1">
      <w:start w:val="1"/>
      <w:numFmt w:val="lowerLetter"/>
      <w:lvlText w:val="%8."/>
      <w:lvlJc w:val="left"/>
      <w:pPr>
        <w:ind w:left="5296" w:hanging="360"/>
      </w:pPr>
    </w:lvl>
    <w:lvl w:ilvl="8" w:tplc="3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9" w15:restartNumberingAfterBreak="0">
    <w:nsid w:val="25A4419A"/>
    <w:multiLevelType w:val="hybridMultilevel"/>
    <w:tmpl w:val="8AAC9168"/>
    <w:lvl w:ilvl="0" w:tplc="E7B49A5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654" w:hanging="360"/>
      </w:pPr>
    </w:lvl>
    <w:lvl w:ilvl="2" w:tplc="3409001B" w:tentative="1">
      <w:start w:val="1"/>
      <w:numFmt w:val="lowerRoman"/>
      <w:lvlText w:val="%3."/>
      <w:lvlJc w:val="right"/>
      <w:pPr>
        <w:ind w:left="1374" w:hanging="180"/>
      </w:pPr>
    </w:lvl>
    <w:lvl w:ilvl="3" w:tplc="3409000F" w:tentative="1">
      <w:start w:val="1"/>
      <w:numFmt w:val="decimal"/>
      <w:lvlText w:val="%4."/>
      <w:lvlJc w:val="left"/>
      <w:pPr>
        <w:ind w:left="2094" w:hanging="360"/>
      </w:pPr>
    </w:lvl>
    <w:lvl w:ilvl="4" w:tplc="34090019" w:tentative="1">
      <w:start w:val="1"/>
      <w:numFmt w:val="lowerLetter"/>
      <w:lvlText w:val="%5."/>
      <w:lvlJc w:val="left"/>
      <w:pPr>
        <w:ind w:left="2814" w:hanging="360"/>
      </w:pPr>
    </w:lvl>
    <w:lvl w:ilvl="5" w:tplc="3409001B" w:tentative="1">
      <w:start w:val="1"/>
      <w:numFmt w:val="lowerRoman"/>
      <w:lvlText w:val="%6."/>
      <w:lvlJc w:val="right"/>
      <w:pPr>
        <w:ind w:left="3534" w:hanging="180"/>
      </w:pPr>
    </w:lvl>
    <w:lvl w:ilvl="6" w:tplc="3409000F" w:tentative="1">
      <w:start w:val="1"/>
      <w:numFmt w:val="decimal"/>
      <w:lvlText w:val="%7."/>
      <w:lvlJc w:val="left"/>
      <w:pPr>
        <w:ind w:left="4254" w:hanging="360"/>
      </w:pPr>
    </w:lvl>
    <w:lvl w:ilvl="7" w:tplc="34090019" w:tentative="1">
      <w:start w:val="1"/>
      <w:numFmt w:val="lowerLetter"/>
      <w:lvlText w:val="%8."/>
      <w:lvlJc w:val="left"/>
      <w:pPr>
        <w:ind w:left="4974" w:hanging="360"/>
      </w:pPr>
    </w:lvl>
    <w:lvl w:ilvl="8" w:tplc="3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B772F9E"/>
    <w:multiLevelType w:val="hybridMultilevel"/>
    <w:tmpl w:val="776C0662"/>
    <w:lvl w:ilvl="0" w:tplc="31B8B23E">
      <w:start w:val="1"/>
      <w:numFmt w:val="lowerRoman"/>
      <w:lvlText w:val="%1."/>
      <w:lvlJc w:val="left"/>
      <w:pPr>
        <w:ind w:left="1004" w:hanging="72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364" w:hanging="360"/>
      </w:pPr>
    </w:lvl>
    <w:lvl w:ilvl="2" w:tplc="3409001B" w:tentative="1">
      <w:start w:val="1"/>
      <w:numFmt w:val="lowerRoman"/>
      <w:lvlText w:val="%3."/>
      <w:lvlJc w:val="right"/>
      <w:pPr>
        <w:ind w:left="2084" w:hanging="180"/>
      </w:pPr>
    </w:lvl>
    <w:lvl w:ilvl="3" w:tplc="3409000F" w:tentative="1">
      <w:start w:val="1"/>
      <w:numFmt w:val="decimal"/>
      <w:lvlText w:val="%4."/>
      <w:lvlJc w:val="left"/>
      <w:pPr>
        <w:ind w:left="2804" w:hanging="360"/>
      </w:pPr>
    </w:lvl>
    <w:lvl w:ilvl="4" w:tplc="34090019" w:tentative="1">
      <w:start w:val="1"/>
      <w:numFmt w:val="lowerLetter"/>
      <w:lvlText w:val="%5."/>
      <w:lvlJc w:val="left"/>
      <w:pPr>
        <w:ind w:left="3524" w:hanging="360"/>
      </w:pPr>
    </w:lvl>
    <w:lvl w:ilvl="5" w:tplc="3409001B" w:tentative="1">
      <w:start w:val="1"/>
      <w:numFmt w:val="lowerRoman"/>
      <w:lvlText w:val="%6."/>
      <w:lvlJc w:val="right"/>
      <w:pPr>
        <w:ind w:left="4244" w:hanging="180"/>
      </w:pPr>
    </w:lvl>
    <w:lvl w:ilvl="6" w:tplc="3409000F" w:tentative="1">
      <w:start w:val="1"/>
      <w:numFmt w:val="decimal"/>
      <w:lvlText w:val="%7."/>
      <w:lvlJc w:val="left"/>
      <w:pPr>
        <w:ind w:left="4964" w:hanging="360"/>
      </w:pPr>
    </w:lvl>
    <w:lvl w:ilvl="7" w:tplc="34090019" w:tentative="1">
      <w:start w:val="1"/>
      <w:numFmt w:val="lowerLetter"/>
      <w:lvlText w:val="%8."/>
      <w:lvlJc w:val="left"/>
      <w:pPr>
        <w:ind w:left="5684" w:hanging="360"/>
      </w:pPr>
    </w:lvl>
    <w:lvl w:ilvl="8" w:tplc="3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BC67B81"/>
    <w:multiLevelType w:val="hybridMultilevel"/>
    <w:tmpl w:val="D668EBF2"/>
    <w:lvl w:ilvl="0" w:tplc="75A254FC">
      <w:start w:val="1"/>
      <w:numFmt w:val="lowerRoman"/>
      <w:lvlText w:val="%1."/>
      <w:lvlJc w:val="left"/>
      <w:pPr>
        <w:ind w:left="1004" w:hanging="72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364" w:hanging="360"/>
      </w:pPr>
    </w:lvl>
    <w:lvl w:ilvl="2" w:tplc="3409001B" w:tentative="1">
      <w:start w:val="1"/>
      <w:numFmt w:val="lowerRoman"/>
      <w:lvlText w:val="%3."/>
      <w:lvlJc w:val="right"/>
      <w:pPr>
        <w:ind w:left="2084" w:hanging="180"/>
      </w:pPr>
    </w:lvl>
    <w:lvl w:ilvl="3" w:tplc="3409000F" w:tentative="1">
      <w:start w:val="1"/>
      <w:numFmt w:val="decimal"/>
      <w:lvlText w:val="%4."/>
      <w:lvlJc w:val="left"/>
      <w:pPr>
        <w:ind w:left="2804" w:hanging="360"/>
      </w:pPr>
    </w:lvl>
    <w:lvl w:ilvl="4" w:tplc="34090019" w:tentative="1">
      <w:start w:val="1"/>
      <w:numFmt w:val="lowerLetter"/>
      <w:lvlText w:val="%5."/>
      <w:lvlJc w:val="left"/>
      <w:pPr>
        <w:ind w:left="3524" w:hanging="360"/>
      </w:pPr>
    </w:lvl>
    <w:lvl w:ilvl="5" w:tplc="3409001B" w:tentative="1">
      <w:start w:val="1"/>
      <w:numFmt w:val="lowerRoman"/>
      <w:lvlText w:val="%6."/>
      <w:lvlJc w:val="right"/>
      <w:pPr>
        <w:ind w:left="4244" w:hanging="180"/>
      </w:pPr>
    </w:lvl>
    <w:lvl w:ilvl="6" w:tplc="3409000F" w:tentative="1">
      <w:start w:val="1"/>
      <w:numFmt w:val="decimal"/>
      <w:lvlText w:val="%7."/>
      <w:lvlJc w:val="left"/>
      <w:pPr>
        <w:ind w:left="4964" w:hanging="360"/>
      </w:pPr>
    </w:lvl>
    <w:lvl w:ilvl="7" w:tplc="34090019" w:tentative="1">
      <w:start w:val="1"/>
      <w:numFmt w:val="lowerLetter"/>
      <w:lvlText w:val="%8."/>
      <w:lvlJc w:val="left"/>
      <w:pPr>
        <w:ind w:left="5684" w:hanging="360"/>
      </w:pPr>
    </w:lvl>
    <w:lvl w:ilvl="8" w:tplc="3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0E468B"/>
    <w:multiLevelType w:val="hybridMultilevel"/>
    <w:tmpl w:val="0A1A060A"/>
    <w:lvl w:ilvl="0" w:tplc="90F2111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70935"/>
    <w:multiLevelType w:val="hybridMultilevel"/>
    <w:tmpl w:val="70E0CCF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9087E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B1877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14C78"/>
    <w:multiLevelType w:val="hybridMultilevel"/>
    <w:tmpl w:val="AF6E8586"/>
    <w:lvl w:ilvl="0" w:tplc="34090019">
      <w:start w:val="1"/>
      <w:numFmt w:val="lowerLetter"/>
      <w:lvlText w:val="%1."/>
      <w:lvlJc w:val="left"/>
      <w:pPr>
        <w:ind w:left="299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19" w:hanging="360"/>
      </w:pPr>
    </w:lvl>
    <w:lvl w:ilvl="2" w:tplc="3409001B" w:tentative="1">
      <w:start w:val="1"/>
      <w:numFmt w:val="lowerRoman"/>
      <w:lvlText w:val="%3."/>
      <w:lvlJc w:val="right"/>
      <w:pPr>
        <w:ind w:left="1739" w:hanging="180"/>
      </w:pPr>
    </w:lvl>
    <w:lvl w:ilvl="3" w:tplc="3409000F" w:tentative="1">
      <w:start w:val="1"/>
      <w:numFmt w:val="decimal"/>
      <w:lvlText w:val="%4."/>
      <w:lvlJc w:val="left"/>
      <w:pPr>
        <w:ind w:left="2459" w:hanging="360"/>
      </w:pPr>
    </w:lvl>
    <w:lvl w:ilvl="4" w:tplc="34090019" w:tentative="1">
      <w:start w:val="1"/>
      <w:numFmt w:val="lowerLetter"/>
      <w:lvlText w:val="%5."/>
      <w:lvlJc w:val="left"/>
      <w:pPr>
        <w:ind w:left="3179" w:hanging="360"/>
      </w:pPr>
    </w:lvl>
    <w:lvl w:ilvl="5" w:tplc="3409001B" w:tentative="1">
      <w:start w:val="1"/>
      <w:numFmt w:val="lowerRoman"/>
      <w:lvlText w:val="%6."/>
      <w:lvlJc w:val="right"/>
      <w:pPr>
        <w:ind w:left="3899" w:hanging="180"/>
      </w:pPr>
    </w:lvl>
    <w:lvl w:ilvl="6" w:tplc="3409000F" w:tentative="1">
      <w:start w:val="1"/>
      <w:numFmt w:val="decimal"/>
      <w:lvlText w:val="%7."/>
      <w:lvlJc w:val="left"/>
      <w:pPr>
        <w:ind w:left="4619" w:hanging="360"/>
      </w:pPr>
    </w:lvl>
    <w:lvl w:ilvl="7" w:tplc="34090019" w:tentative="1">
      <w:start w:val="1"/>
      <w:numFmt w:val="lowerLetter"/>
      <w:lvlText w:val="%8."/>
      <w:lvlJc w:val="left"/>
      <w:pPr>
        <w:ind w:left="5339" w:hanging="360"/>
      </w:pPr>
    </w:lvl>
    <w:lvl w:ilvl="8" w:tplc="340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17" w15:restartNumberingAfterBreak="0">
    <w:nsid w:val="31F82AEC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F3C7B"/>
    <w:multiLevelType w:val="hybridMultilevel"/>
    <w:tmpl w:val="EE7A6664"/>
    <w:lvl w:ilvl="0" w:tplc="67A6D44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EB3880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334EC"/>
    <w:multiLevelType w:val="hybridMultilevel"/>
    <w:tmpl w:val="5366FB8A"/>
    <w:lvl w:ilvl="0" w:tplc="3C365154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61A1737"/>
    <w:multiLevelType w:val="hybridMultilevel"/>
    <w:tmpl w:val="70E0CCFA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97C73"/>
    <w:multiLevelType w:val="hybridMultilevel"/>
    <w:tmpl w:val="2B76B326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C7B3C"/>
    <w:multiLevelType w:val="hybridMultilevel"/>
    <w:tmpl w:val="FE20BE94"/>
    <w:lvl w:ilvl="0" w:tplc="5F141EC6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43949E8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0397D"/>
    <w:multiLevelType w:val="hybridMultilevel"/>
    <w:tmpl w:val="3850C078"/>
    <w:lvl w:ilvl="0" w:tplc="50285EDA">
      <w:start w:val="1"/>
      <w:numFmt w:val="lowerRoman"/>
      <w:lvlText w:val="%1."/>
      <w:lvlJc w:val="left"/>
      <w:pPr>
        <w:ind w:left="1004" w:hanging="72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364" w:hanging="360"/>
      </w:pPr>
    </w:lvl>
    <w:lvl w:ilvl="2" w:tplc="3409001B" w:tentative="1">
      <w:start w:val="1"/>
      <w:numFmt w:val="lowerRoman"/>
      <w:lvlText w:val="%3."/>
      <w:lvlJc w:val="right"/>
      <w:pPr>
        <w:ind w:left="2084" w:hanging="180"/>
      </w:pPr>
    </w:lvl>
    <w:lvl w:ilvl="3" w:tplc="3409000F" w:tentative="1">
      <w:start w:val="1"/>
      <w:numFmt w:val="decimal"/>
      <w:lvlText w:val="%4."/>
      <w:lvlJc w:val="left"/>
      <w:pPr>
        <w:ind w:left="2804" w:hanging="360"/>
      </w:pPr>
    </w:lvl>
    <w:lvl w:ilvl="4" w:tplc="34090019" w:tentative="1">
      <w:start w:val="1"/>
      <w:numFmt w:val="lowerLetter"/>
      <w:lvlText w:val="%5."/>
      <w:lvlJc w:val="left"/>
      <w:pPr>
        <w:ind w:left="3524" w:hanging="360"/>
      </w:pPr>
    </w:lvl>
    <w:lvl w:ilvl="5" w:tplc="3409001B" w:tentative="1">
      <w:start w:val="1"/>
      <w:numFmt w:val="lowerRoman"/>
      <w:lvlText w:val="%6."/>
      <w:lvlJc w:val="right"/>
      <w:pPr>
        <w:ind w:left="4244" w:hanging="180"/>
      </w:pPr>
    </w:lvl>
    <w:lvl w:ilvl="6" w:tplc="3409000F" w:tentative="1">
      <w:start w:val="1"/>
      <w:numFmt w:val="decimal"/>
      <w:lvlText w:val="%7."/>
      <w:lvlJc w:val="left"/>
      <w:pPr>
        <w:ind w:left="4964" w:hanging="360"/>
      </w:pPr>
    </w:lvl>
    <w:lvl w:ilvl="7" w:tplc="34090019" w:tentative="1">
      <w:start w:val="1"/>
      <w:numFmt w:val="lowerLetter"/>
      <w:lvlText w:val="%8."/>
      <w:lvlJc w:val="left"/>
      <w:pPr>
        <w:ind w:left="5684" w:hanging="360"/>
      </w:pPr>
    </w:lvl>
    <w:lvl w:ilvl="8" w:tplc="3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54202C5"/>
    <w:multiLevelType w:val="hybridMultilevel"/>
    <w:tmpl w:val="A90E068A"/>
    <w:lvl w:ilvl="0" w:tplc="A8600A7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A27B62"/>
    <w:multiLevelType w:val="hybridMultilevel"/>
    <w:tmpl w:val="904C278A"/>
    <w:lvl w:ilvl="0" w:tplc="D5E8D33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150E35"/>
    <w:multiLevelType w:val="hybridMultilevel"/>
    <w:tmpl w:val="4D2AC3CA"/>
    <w:lvl w:ilvl="0" w:tplc="E9A4FE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A6849"/>
    <w:multiLevelType w:val="hybridMultilevel"/>
    <w:tmpl w:val="6918447C"/>
    <w:lvl w:ilvl="0" w:tplc="B06A4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83C92"/>
    <w:multiLevelType w:val="hybridMultilevel"/>
    <w:tmpl w:val="BF7A368E"/>
    <w:lvl w:ilvl="0" w:tplc="2C4A9900">
      <w:start w:val="1"/>
      <w:numFmt w:val="lowerRoman"/>
      <w:lvlText w:val="%1."/>
      <w:lvlJc w:val="left"/>
      <w:pPr>
        <w:ind w:left="1429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49" w:hanging="360"/>
      </w:pPr>
    </w:lvl>
    <w:lvl w:ilvl="2" w:tplc="3409001B" w:tentative="1">
      <w:start w:val="1"/>
      <w:numFmt w:val="lowerRoman"/>
      <w:lvlText w:val="%3."/>
      <w:lvlJc w:val="right"/>
      <w:pPr>
        <w:ind w:left="2869" w:hanging="180"/>
      </w:pPr>
    </w:lvl>
    <w:lvl w:ilvl="3" w:tplc="3409000F" w:tentative="1">
      <w:start w:val="1"/>
      <w:numFmt w:val="decimal"/>
      <w:lvlText w:val="%4."/>
      <w:lvlJc w:val="left"/>
      <w:pPr>
        <w:ind w:left="3589" w:hanging="360"/>
      </w:pPr>
    </w:lvl>
    <w:lvl w:ilvl="4" w:tplc="34090019" w:tentative="1">
      <w:start w:val="1"/>
      <w:numFmt w:val="lowerLetter"/>
      <w:lvlText w:val="%5."/>
      <w:lvlJc w:val="left"/>
      <w:pPr>
        <w:ind w:left="4309" w:hanging="360"/>
      </w:pPr>
    </w:lvl>
    <w:lvl w:ilvl="5" w:tplc="3409001B" w:tentative="1">
      <w:start w:val="1"/>
      <w:numFmt w:val="lowerRoman"/>
      <w:lvlText w:val="%6."/>
      <w:lvlJc w:val="right"/>
      <w:pPr>
        <w:ind w:left="5029" w:hanging="180"/>
      </w:pPr>
    </w:lvl>
    <w:lvl w:ilvl="6" w:tplc="3409000F" w:tentative="1">
      <w:start w:val="1"/>
      <w:numFmt w:val="decimal"/>
      <w:lvlText w:val="%7."/>
      <w:lvlJc w:val="left"/>
      <w:pPr>
        <w:ind w:left="5749" w:hanging="360"/>
      </w:pPr>
    </w:lvl>
    <w:lvl w:ilvl="7" w:tplc="34090019" w:tentative="1">
      <w:start w:val="1"/>
      <w:numFmt w:val="lowerLetter"/>
      <w:lvlText w:val="%8."/>
      <w:lvlJc w:val="left"/>
      <w:pPr>
        <w:ind w:left="6469" w:hanging="360"/>
      </w:pPr>
    </w:lvl>
    <w:lvl w:ilvl="8" w:tplc="3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C05717D"/>
    <w:multiLevelType w:val="hybridMultilevel"/>
    <w:tmpl w:val="EA5EAA6E"/>
    <w:lvl w:ilvl="0" w:tplc="A85A242A">
      <w:start w:val="1"/>
      <w:numFmt w:val="lowerRoman"/>
      <w:lvlText w:val="%1."/>
      <w:lvlJc w:val="left"/>
      <w:pPr>
        <w:ind w:left="1004" w:hanging="72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364" w:hanging="360"/>
      </w:pPr>
    </w:lvl>
    <w:lvl w:ilvl="2" w:tplc="3409001B" w:tentative="1">
      <w:start w:val="1"/>
      <w:numFmt w:val="lowerRoman"/>
      <w:lvlText w:val="%3."/>
      <w:lvlJc w:val="right"/>
      <w:pPr>
        <w:ind w:left="2084" w:hanging="180"/>
      </w:pPr>
    </w:lvl>
    <w:lvl w:ilvl="3" w:tplc="3409000F" w:tentative="1">
      <w:start w:val="1"/>
      <w:numFmt w:val="decimal"/>
      <w:lvlText w:val="%4."/>
      <w:lvlJc w:val="left"/>
      <w:pPr>
        <w:ind w:left="2804" w:hanging="360"/>
      </w:pPr>
    </w:lvl>
    <w:lvl w:ilvl="4" w:tplc="34090019" w:tentative="1">
      <w:start w:val="1"/>
      <w:numFmt w:val="lowerLetter"/>
      <w:lvlText w:val="%5."/>
      <w:lvlJc w:val="left"/>
      <w:pPr>
        <w:ind w:left="3524" w:hanging="360"/>
      </w:pPr>
    </w:lvl>
    <w:lvl w:ilvl="5" w:tplc="3409001B" w:tentative="1">
      <w:start w:val="1"/>
      <w:numFmt w:val="lowerRoman"/>
      <w:lvlText w:val="%6."/>
      <w:lvlJc w:val="right"/>
      <w:pPr>
        <w:ind w:left="4244" w:hanging="180"/>
      </w:pPr>
    </w:lvl>
    <w:lvl w:ilvl="6" w:tplc="3409000F" w:tentative="1">
      <w:start w:val="1"/>
      <w:numFmt w:val="decimal"/>
      <w:lvlText w:val="%7."/>
      <w:lvlJc w:val="left"/>
      <w:pPr>
        <w:ind w:left="4964" w:hanging="360"/>
      </w:pPr>
    </w:lvl>
    <w:lvl w:ilvl="7" w:tplc="34090019" w:tentative="1">
      <w:start w:val="1"/>
      <w:numFmt w:val="lowerLetter"/>
      <w:lvlText w:val="%8."/>
      <w:lvlJc w:val="left"/>
      <w:pPr>
        <w:ind w:left="5684" w:hanging="360"/>
      </w:pPr>
    </w:lvl>
    <w:lvl w:ilvl="8" w:tplc="3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DCB7BE3"/>
    <w:multiLevelType w:val="hybridMultilevel"/>
    <w:tmpl w:val="5AC475D8"/>
    <w:lvl w:ilvl="0" w:tplc="2774F4E4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260" w:hanging="360"/>
      </w:pPr>
    </w:lvl>
    <w:lvl w:ilvl="2" w:tplc="3409001B" w:tentative="1">
      <w:start w:val="1"/>
      <w:numFmt w:val="lowerRoman"/>
      <w:lvlText w:val="%3."/>
      <w:lvlJc w:val="right"/>
      <w:pPr>
        <w:ind w:left="1980" w:hanging="180"/>
      </w:pPr>
    </w:lvl>
    <w:lvl w:ilvl="3" w:tplc="3409000F" w:tentative="1">
      <w:start w:val="1"/>
      <w:numFmt w:val="decimal"/>
      <w:lvlText w:val="%4."/>
      <w:lvlJc w:val="left"/>
      <w:pPr>
        <w:ind w:left="2700" w:hanging="360"/>
      </w:pPr>
    </w:lvl>
    <w:lvl w:ilvl="4" w:tplc="34090019" w:tentative="1">
      <w:start w:val="1"/>
      <w:numFmt w:val="lowerLetter"/>
      <w:lvlText w:val="%5."/>
      <w:lvlJc w:val="left"/>
      <w:pPr>
        <w:ind w:left="3420" w:hanging="360"/>
      </w:pPr>
    </w:lvl>
    <w:lvl w:ilvl="5" w:tplc="3409001B" w:tentative="1">
      <w:start w:val="1"/>
      <w:numFmt w:val="lowerRoman"/>
      <w:lvlText w:val="%6."/>
      <w:lvlJc w:val="right"/>
      <w:pPr>
        <w:ind w:left="4140" w:hanging="180"/>
      </w:pPr>
    </w:lvl>
    <w:lvl w:ilvl="6" w:tplc="3409000F" w:tentative="1">
      <w:start w:val="1"/>
      <w:numFmt w:val="decimal"/>
      <w:lvlText w:val="%7."/>
      <w:lvlJc w:val="left"/>
      <w:pPr>
        <w:ind w:left="4860" w:hanging="360"/>
      </w:pPr>
    </w:lvl>
    <w:lvl w:ilvl="7" w:tplc="34090019" w:tentative="1">
      <w:start w:val="1"/>
      <w:numFmt w:val="lowerLetter"/>
      <w:lvlText w:val="%8."/>
      <w:lvlJc w:val="left"/>
      <w:pPr>
        <w:ind w:left="5580" w:hanging="360"/>
      </w:pPr>
    </w:lvl>
    <w:lvl w:ilvl="8" w:tplc="3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5FAC10E7"/>
    <w:multiLevelType w:val="hybridMultilevel"/>
    <w:tmpl w:val="EB64E4EC"/>
    <w:lvl w:ilvl="0" w:tplc="C366C6AC">
      <w:start w:val="1"/>
      <w:numFmt w:val="upperRoman"/>
      <w:lvlText w:val="%1."/>
      <w:lvlJc w:val="right"/>
      <w:pPr>
        <w:ind w:left="11" w:hanging="360"/>
      </w:pPr>
      <w:rPr>
        <w:b/>
      </w:rPr>
    </w:lvl>
    <w:lvl w:ilvl="1" w:tplc="34090019" w:tentative="1">
      <w:start w:val="1"/>
      <w:numFmt w:val="lowerLetter"/>
      <w:lvlText w:val="%2."/>
      <w:lvlJc w:val="left"/>
      <w:pPr>
        <w:ind w:left="731" w:hanging="360"/>
      </w:pPr>
    </w:lvl>
    <w:lvl w:ilvl="2" w:tplc="3409001B" w:tentative="1">
      <w:start w:val="1"/>
      <w:numFmt w:val="lowerRoman"/>
      <w:lvlText w:val="%3."/>
      <w:lvlJc w:val="right"/>
      <w:pPr>
        <w:ind w:left="1451" w:hanging="180"/>
      </w:pPr>
    </w:lvl>
    <w:lvl w:ilvl="3" w:tplc="3409000F" w:tentative="1">
      <w:start w:val="1"/>
      <w:numFmt w:val="decimal"/>
      <w:lvlText w:val="%4."/>
      <w:lvlJc w:val="left"/>
      <w:pPr>
        <w:ind w:left="2171" w:hanging="360"/>
      </w:pPr>
    </w:lvl>
    <w:lvl w:ilvl="4" w:tplc="34090019" w:tentative="1">
      <w:start w:val="1"/>
      <w:numFmt w:val="lowerLetter"/>
      <w:lvlText w:val="%5."/>
      <w:lvlJc w:val="left"/>
      <w:pPr>
        <w:ind w:left="2891" w:hanging="360"/>
      </w:pPr>
    </w:lvl>
    <w:lvl w:ilvl="5" w:tplc="3409001B" w:tentative="1">
      <w:start w:val="1"/>
      <w:numFmt w:val="lowerRoman"/>
      <w:lvlText w:val="%6."/>
      <w:lvlJc w:val="right"/>
      <w:pPr>
        <w:ind w:left="3611" w:hanging="180"/>
      </w:pPr>
    </w:lvl>
    <w:lvl w:ilvl="6" w:tplc="3409000F" w:tentative="1">
      <w:start w:val="1"/>
      <w:numFmt w:val="decimal"/>
      <w:lvlText w:val="%7."/>
      <w:lvlJc w:val="left"/>
      <w:pPr>
        <w:ind w:left="4331" w:hanging="360"/>
      </w:pPr>
    </w:lvl>
    <w:lvl w:ilvl="7" w:tplc="34090019" w:tentative="1">
      <w:start w:val="1"/>
      <w:numFmt w:val="lowerLetter"/>
      <w:lvlText w:val="%8."/>
      <w:lvlJc w:val="left"/>
      <w:pPr>
        <w:ind w:left="5051" w:hanging="360"/>
      </w:pPr>
    </w:lvl>
    <w:lvl w:ilvl="8" w:tplc="3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4" w15:restartNumberingAfterBreak="0">
    <w:nsid w:val="5FCE2639"/>
    <w:multiLevelType w:val="hybridMultilevel"/>
    <w:tmpl w:val="70E0CCFA"/>
    <w:lvl w:ilvl="0" w:tplc="34090019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053763"/>
    <w:multiLevelType w:val="hybridMultilevel"/>
    <w:tmpl w:val="79BEE556"/>
    <w:lvl w:ilvl="0" w:tplc="A01032F2">
      <w:start w:val="1"/>
      <w:numFmt w:val="decimal"/>
      <w:lvlText w:val="%1."/>
      <w:lvlJc w:val="left"/>
      <w:pPr>
        <w:ind w:left="294" w:hanging="360"/>
      </w:pPr>
      <w:rPr>
        <w:b/>
      </w:rPr>
    </w:lvl>
    <w:lvl w:ilvl="1" w:tplc="34090019" w:tentative="1">
      <w:start w:val="1"/>
      <w:numFmt w:val="lowerLetter"/>
      <w:lvlText w:val="%2."/>
      <w:lvlJc w:val="left"/>
      <w:pPr>
        <w:ind w:left="1014" w:hanging="360"/>
      </w:pPr>
    </w:lvl>
    <w:lvl w:ilvl="2" w:tplc="3409001B" w:tentative="1">
      <w:start w:val="1"/>
      <w:numFmt w:val="lowerRoman"/>
      <w:lvlText w:val="%3."/>
      <w:lvlJc w:val="right"/>
      <w:pPr>
        <w:ind w:left="1734" w:hanging="180"/>
      </w:pPr>
    </w:lvl>
    <w:lvl w:ilvl="3" w:tplc="3409000F" w:tentative="1">
      <w:start w:val="1"/>
      <w:numFmt w:val="decimal"/>
      <w:lvlText w:val="%4."/>
      <w:lvlJc w:val="left"/>
      <w:pPr>
        <w:ind w:left="2454" w:hanging="360"/>
      </w:pPr>
    </w:lvl>
    <w:lvl w:ilvl="4" w:tplc="34090019" w:tentative="1">
      <w:start w:val="1"/>
      <w:numFmt w:val="lowerLetter"/>
      <w:lvlText w:val="%5."/>
      <w:lvlJc w:val="left"/>
      <w:pPr>
        <w:ind w:left="3174" w:hanging="360"/>
      </w:pPr>
    </w:lvl>
    <w:lvl w:ilvl="5" w:tplc="3409001B" w:tentative="1">
      <w:start w:val="1"/>
      <w:numFmt w:val="lowerRoman"/>
      <w:lvlText w:val="%6."/>
      <w:lvlJc w:val="right"/>
      <w:pPr>
        <w:ind w:left="3894" w:hanging="180"/>
      </w:pPr>
    </w:lvl>
    <w:lvl w:ilvl="6" w:tplc="3409000F" w:tentative="1">
      <w:start w:val="1"/>
      <w:numFmt w:val="decimal"/>
      <w:lvlText w:val="%7."/>
      <w:lvlJc w:val="left"/>
      <w:pPr>
        <w:ind w:left="4614" w:hanging="360"/>
      </w:pPr>
    </w:lvl>
    <w:lvl w:ilvl="7" w:tplc="34090019" w:tentative="1">
      <w:start w:val="1"/>
      <w:numFmt w:val="lowerLetter"/>
      <w:lvlText w:val="%8."/>
      <w:lvlJc w:val="left"/>
      <w:pPr>
        <w:ind w:left="5334" w:hanging="360"/>
      </w:pPr>
    </w:lvl>
    <w:lvl w:ilvl="8" w:tplc="3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6" w15:restartNumberingAfterBreak="0">
    <w:nsid w:val="61D315A6"/>
    <w:multiLevelType w:val="hybridMultilevel"/>
    <w:tmpl w:val="31D8AE78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406AB"/>
    <w:multiLevelType w:val="hybridMultilevel"/>
    <w:tmpl w:val="BDA612AE"/>
    <w:lvl w:ilvl="0" w:tplc="E02E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3A1501"/>
    <w:multiLevelType w:val="multilevel"/>
    <w:tmpl w:val="A9EC3B50"/>
    <w:styleLink w:val="Style1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651F2660"/>
    <w:multiLevelType w:val="hybridMultilevel"/>
    <w:tmpl w:val="36B090D8"/>
    <w:lvl w:ilvl="0" w:tplc="272297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BC1812"/>
    <w:multiLevelType w:val="hybridMultilevel"/>
    <w:tmpl w:val="AF6E8586"/>
    <w:lvl w:ilvl="0" w:tplc="34090019">
      <w:start w:val="1"/>
      <w:numFmt w:val="lowerLetter"/>
      <w:lvlText w:val="%1."/>
      <w:lvlJc w:val="left"/>
      <w:pPr>
        <w:ind w:left="299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19" w:hanging="360"/>
      </w:pPr>
    </w:lvl>
    <w:lvl w:ilvl="2" w:tplc="3409001B" w:tentative="1">
      <w:start w:val="1"/>
      <w:numFmt w:val="lowerRoman"/>
      <w:lvlText w:val="%3."/>
      <w:lvlJc w:val="right"/>
      <w:pPr>
        <w:ind w:left="1739" w:hanging="180"/>
      </w:pPr>
    </w:lvl>
    <w:lvl w:ilvl="3" w:tplc="3409000F" w:tentative="1">
      <w:start w:val="1"/>
      <w:numFmt w:val="decimal"/>
      <w:lvlText w:val="%4."/>
      <w:lvlJc w:val="left"/>
      <w:pPr>
        <w:ind w:left="2459" w:hanging="360"/>
      </w:pPr>
    </w:lvl>
    <w:lvl w:ilvl="4" w:tplc="34090019" w:tentative="1">
      <w:start w:val="1"/>
      <w:numFmt w:val="lowerLetter"/>
      <w:lvlText w:val="%5."/>
      <w:lvlJc w:val="left"/>
      <w:pPr>
        <w:ind w:left="3179" w:hanging="360"/>
      </w:pPr>
    </w:lvl>
    <w:lvl w:ilvl="5" w:tplc="3409001B" w:tentative="1">
      <w:start w:val="1"/>
      <w:numFmt w:val="lowerRoman"/>
      <w:lvlText w:val="%6."/>
      <w:lvlJc w:val="right"/>
      <w:pPr>
        <w:ind w:left="3899" w:hanging="180"/>
      </w:pPr>
    </w:lvl>
    <w:lvl w:ilvl="6" w:tplc="3409000F" w:tentative="1">
      <w:start w:val="1"/>
      <w:numFmt w:val="decimal"/>
      <w:lvlText w:val="%7."/>
      <w:lvlJc w:val="left"/>
      <w:pPr>
        <w:ind w:left="4619" w:hanging="360"/>
      </w:pPr>
    </w:lvl>
    <w:lvl w:ilvl="7" w:tplc="34090019" w:tentative="1">
      <w:start w:val="1"/>
      <w:numFmt w:val="lowerLetter"/>
      <w:lvlText w:val="%8."/>
      <w:lvlJc w:val="left"/>
      <w:pPr>
        <w:ind w:left="5339" w:hanging="360"/>
      </w:pPr>
    </w:lvl>
    <w:lvl w:ilvl="8" w:tplc="340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41" w15:restartNumberingAfterBreak="0">
    <w:nsid w:val="69C45063"/>
    <w:multiLevelType w:val="hybridMultilevel"/>
    <w:tmpl w:val="AF6E8586"/>
    <w:lvl w:ilvl="0" w:tplc="34090019">
      <w:start w:val="1"/>
      <w:numFmt w:val="lowerLetter"/>
      <w:lvlText w:val="%1."/>
      <w:lvlJc w:val="left"/>
      <w:pPr>
        <w:ind w:left="299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19" w:hanging="360"/>
      </w:pPr>
    </w:lvl>
    <w:lvl w:ilvl="2" w:tplc="3409001B" w:tentative="1">
      <w:start w:val="1"/>
      <w:numFmt w:val="lowerRoman"/>
      <w:lvlText w:val="%3."/>
      <w:lvlJc w:val="right"/>
      <w:pPr>
        <w:ind w:left="1739" w:hanging="180"/>
      </w:pPr>
    </w:lvl>
    <w:lvl w:ilvl="3" w:tplc="3409000F" w:tentative="1">
      <w:start w:val="1"/>
      <w:numFmt w:val="decimal"/>
      <w:lvlText w:val="%4."/>
      <w:lvlJc w:val="left"/>
      <w:pPr>
        <w:ind w:left="2459" w:hanging="360"/>
      </w:pPr>
    </w:lvl>
    <w:lvl w:ilvl="4" w:tplc="34090019" w:tentative="1">
      <w:start w:val="1"/>
      <w:numFmt w:val="lowerLetter"/>
      <w:lvlText w:val="%5."/>
      <w:lvlJc w:val="left"/>
      <w:pPr>
        <w:ind w:left="3179" w:hanging="360"/>
      </w:pPr>
    </w:lvl>
    <w:lvl w:ilvl="5" w:tplc="3409001B" w:tentative="1">
      <w:start w:val="1"/>
      <w:numFmt w:val="lowerRoman"/>
      <w:lvlText w:val="%6."/>
      <w:lvlJc w:val="right"/>
      <w:pPr>
        <w:ind w:left="3899" w:hanging="180"/>
      </w:pPr>
    </w:lvl>
    <w:lvl w:ilvl="6" w:tplc="3409000F" w:tentative="1">
      <w:start w:val="1"/>
      <w:numFmt w:val="decimal"/>
      <w:lvlText w:val="%7."/>
      <w:lvlJc w:val="left"/>
      <w:pPr>
        <w:ind w:left="4619" w:hanging="360"/>
      </w:pPr>
    </w:lvl>
    <w:lvl w:ilvl="7" w:tplc="34090019" w:tentative="1">
      <w:start w:val="1"/>
      <w:numFmt w:val="lowerLetter"/>
      <w:lvlText w:val="%8."/>
      <w:lvlJc w:val="left"/>
      <w:pPr>
        <w:ind w:left="5339" w:hanging="360"/>
      </w:pPr>
    </w:lvl>
    <w:lvl w:ilvl="8" w:tplc="340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42" w15:restartNumberingAfterBreak="0">
    <w:nsid w:val="6B171561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764A1C"/>
    <w:multiLevelType w:val="hybridMultilevel"/>
    <w:tmpl w:val="2B76B326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670C7C"/>
    <w:multiLevelType w:val="hybridMultilevel"/>
    <w:tmpl w:val="DDE2B168"/>
    <w:lvl w:ilvl="0" w:tplc="745C8C3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506" w:hanging="360"/>
      </w:pPr>
    </w:lvl>
    <w:lvl w:ilvl="2" w:tplc="3409001B" w:tentative="1">
      <w:start w:val="1"/>
      <w:numFmt w:val="lowerRoman"/>
      <w:lvlText w:val="%3."/>
      <w:lvlJc w:val="right"/>
      <w:pPr>
        <w:ind w:left="2226" w:hanging="180"/>
      </w:pPr>
    </w:lvl>
    <w:lvl w:ilvl="3" w:tplc="3409000F" w:tentative="1">
      <w:start w:val="1"/>
      <w:numFmt w:val="decimal"/>
      <w:lvlText w:val="%4."/>
      <w:lvlJc w:val="left"/>
      <w:pPr>
        <w:ind w:left="2946" w:hanging="360"/>
      </w:pPr>
    </w:lvl>
    <w:lvl w:ilvl="4" w:tplc="34090019" w:tentative="1">
      <w:start w:val="1"/>
      <w:numFmt w:val="lowerLetter"/>
      <w:lvlText w:val="%5."/>
      <w:lvlJc w:val="left"/>
      <w:pPr>
        <w:ind w:left="3666" w:hanging="360"/>
      </w:pPr>
    </w:lvl>
    <w:lvl w:ilvl="5" w:tplc="3409001B" w:tentative="1">
      <w:start w:val="1"/>
      <w:numFmt w:val="lowerRoman"/>
      <w:lvlText w:val="%6."/>
      <w:lvlJc w:val="right"/>
      <w:pPr>
        <w:ind w:left="4386" w:hanging="180"/>
      </w:pPr>
    </w:lvl>
    <w:lvl w:ilvl="6" w:tplc="3409000F" w:tentative="1">
      <w:start w:val="1"/>
      <w:numFmt w:val="decimal"/>
      <w:lvlText w:val="%7."/>
      <w:lvlJc w:val="left"/>
      <w:pPr>
        <w:ind w:left="5106" w:hanging="360"/>
      </w:pPr>
    </w:lvl>
    <w:lvl w:ilvl="7" w:tplc="34090019" w:tentative="1">
      <w:start w:val="1"/>
      <w:numFmt w:val="lowerLetter"/>
      <w:lvlText w:val="%8."/>
      <w:lvlJc w:val="left"/>
      <w:pPr>
        <w:ind w:left="5826" w:hanging="360"/>
      </w:pPr>
    </w:lvl>
    <w:lvl w:ilvl="8" w:tplc="3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DC15197"/>
    <w:multiLevelType w:val="hybridMultilevel"/>
    <w:tmpl w:val="51081496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502427"/>
    <w:multiLevelType w:val="hybridMultilevel"/>
    <w:tmpl w:val="7938D6CE"/>
    <w:lvl w:ilvl="0" w:tplc="1E5889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053BC"/>
    <w:multiLevelType w:val="hybridMultilevel"/>
    <w:tmpl w:val="E43A4B92"/>
    <w:lvl w:ilvl="0" w:tplc="AC4A0A7A">
      <w:start w:val="1"/>
      <w:numFmt w:val="upperRoman"/>
      <w:lvlText w:val="%1."/>
      <w:lvlJc w:val="left"/>
      <w:pPr>
        <w:ind w:left="-180" w:hanging="720"/>
      </w:pPr>
      <w:rPr>
        <w:rFonts w:ascii="Arial" w:hAnsi="Arial" w:cs="Arial"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48" w15:restartNumberingAfterBreak="0">
    <w:nsid w:val="7F694234"/>
    <w:multiLevelType w:val="hybridMultilevel"/>
    <w:tmpl w:val="90521C14"/>
    <w:lvl w:ilvl="0" w:tplc="1278FBD4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392" w:hanging="360"/>
      </w:pPr>
    </w:lvl>
    <w:lvl w:ilvl="2" w:tplc="3409001B" w:tentative="1">
      <w:start w:val="1"/>
      <w:numFmt w:val="lowerRoman"/>
      <w:lvlText w:val="%3."/>
      <w:lvlJc w:val="right"/>
      <w:pPr>
        <w:ind w:left="2112" w:hanging="180"/>
      </w:pPr>
    </w:lvl>
    <w:lvl w:ilvl="3" w:tplc="3409000F" w:tentative="1">
      <w:start w:val="1"/>
      <w:numFmt w:val="decimal"/>
      <w:lvlText w:val="%4."/>
      <w:lvlJc w:val="left"/>
      <w:pPr>
        <w:ind w:left="2832" w:hanging="360"/>
      </w:pPr>
    </w:lvl>
    <w:lvl w:ilvl="4" w:tplc="34090019" w:tentative="1">
      <w:start w:val="1"/>
      <w:numFmt w:val="lowerLetter"/>
      <w:lvlText w:val="%5."/>
      <w:lvlJc w:val="left"/>
      <w:pPr>
        <w:ind w:left="3552" w:hanging="360"/>
      </w:pPr>
    </w:lvl>
    <w:lvl w:ilvl="5" w:tplc="3409001B" w:tentative="1">
      <w:start w:val="1"/>
      <w:numFmt w:val="lowerRoman"/>
      <w:lvlText w:val="%6."/>
      <w:lvlJc w:val="right"/>
      <w:pPr>
        <w:ind w:left="4272" w:hanging="180"/>
      </w:pPr>
    </w:lvl>
    <w:lvl w:ilvl="6" w:tplc="3409000F" w:tentative="1">
      <w:start w:val="1"/>
      <w:numFmt w:val="decimal"/>
      <w:lvlText w:val="%7."/>
      <w:lvlJc w:val="left"/>
      <w:pPr>
        <w:ind w:left="4992" w:hanging="360"/>
      </w:pPr>
    </w:lvl>
    <w:lvl w:ilvl="7" w:tplc="34090019" w:tentative="1">
      <w:start w:val="1"/>
      <w:numFmt w:val="lowerLetter"/>
      <w:lvlText w:val="%8."/>
      <w:lvlJc w:val="left"/>
      <w:pPr>
        <w:ind w:left="5712" w:hanging="360"/>
      </w:pPr>
    </w:lvl>
    <w:lvl w:ilvl="8" w:tplc="3409001B" w:tentative="1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38"/>
  </w:num>
  <w:num w:numId="2">
    <w:abstractNumId w:val="46"/>
  </w:num>
  <w:num w:numId="3">
    <w:abstractNumId w:val="33"/>
  </w:num>
  <w:num w:numId="4">
    <w:abstractNumId w:val="35"/>
  </w:num>
  <w:num w:numId="5">
    <w:abstractNumId w:val="27"/>
  </w:num>
  <w:num w:numId="6">
    <w:abstractNumId w:val="11"/>
  </w:num>
  <w:num w:numId="7">
    <w:abstractNumId w:val="10"/>
  </w:num>
  <w:num w:numId="8">
    <w:abstractNumId w:val="31"/>
  </w:num>
  <w:num w:numId="9">
    <w:abstractNumId w:val="25"/>
  </w:num>
  <w:num w:numId="10">
    <w:abstractNumId w:val="12"/>
  </w:num>
  <w:num w:numId="11">
    <w:abstractNumId w:val="9"/>
  </w:num>
  <w:num w:numId="12">
    <w:abstractNumId w:val="34"/>
  </w:num>
  <w:num w:numId="13">
    <w:abstractNumId w:val="21"/>
  </w:num>
  <w:num w:numId="14">
    <w:abstractNumId w:val="5"/>
  </w:num>
  <w:num w:numId="15">
    <w:abstractNumId w:val="20"/>
  </w:num>
  <w:num w:numId="16">
    <w:abstractNumId w:val="37"/>
  </w:num>
  <w:num w:numId="17">
    <w:abstractNumId w:val="26"/>
  </w:num>
  <w:num w:numId="18">
    <w:abstractNumId w:val="13"/>
  </w:num>
  <w:num w:numId="19">
    <w:abstractNumId w:val="23"/>
  </w:num>
  <w:num w:numId="20">
    <w:abstractNumId w:val="47"/>
  </w:num>
  <w:num w:numId="21">
    <w:abstractNumId w:val="28"/>
  </w:num>
  <w:num w:numId="22">
    <w:abstractNumId w:val="44"/>
  </w:num>
  <w:num w:numId="23">
    <w:abstractNumId w:val="30"/>
  </w:num>
  <w:num w:numId="24">
    <w:abstractNumId w:val="45"/>
  </w:num>
  <w:num w:numId="25">
    <w:abstractNumId w:val="29"/>
  </w:num>
  <w:num w:numId="26">
    <w:abstractNumId w:val="39"/>
  </w:num>
  <w:num w:numId="27">
    <w:abstractNumId w:val="18"/>
  </w:num>
  <w:num w:numId="28">
    <w:abstractNumId w:val="24"/>
  </w:num>
  <w:num w:numId="29">
    <w:abstractNumId w:val="15"/>
  </w:num>
  <w:num w:numId="30">
    <w:abstractNumId w:val="42"/>
  </w:num>
  <w:num w:numId="31">
    <w:abstractNumId w:val="1"/>
  </w:num>
  <w:num w:numId="32">
    <w:abstractNumId w:val="2"/>
  </w:num>
  <w:num w:numId="33">
    <w:abstractNumId w:val="14"/>
  </w:num>
  <w:num w:numId="34">
    <w:abstractNumId w:val="6"/>
  </w:num>
  <w:num w:numId="35">
    <w:abstractNumId w:val="19"/>
  </w:num>
  <w:num w:numId="36">
    <w:abstractNumId w:val="17"/>
  </w:num>
  <w:num w:numId="37">
    <w:abstractNumId w:val="4"/>
  </w:num>
  <w:num w:numId="38">
    <w:abstractNumId w:val="48"/>
  </w:num>
  <w:num w:numId="39">
    <w:abstractNumId w:val="7"/>
  </w:num>
  <w:num w:numId="40">
    <w:abstractNumId w:val="43"/>
  </w:num>
  <w:num w:numId="41">
    <w:abstractNumId w:val="16"/>
  </w:num>
  <w:num w:numId="42">
    <w:abstractNumId w:val="8"/>
  </w:num>
  <w:num w:numId="43">
    <w:abstractNumId w:val="36"/>
  </w:num>
  <w:num w:numId="44">
    <w:abstractNumId w:val="22"/>
  </w:num>
  <w:num w:numId="45">
    <w:abstractNumId w:val="41"/>
  </w:num>
  <w:num w:numId="46">
    <w:abstractNumId w:val="40"/>
  </w:num>
  <w:num w:numId="47">
    <w:abstractNumId w:val="0"/>
  </w:num>
  <w:num w:numId="48">
    <w:abstractNumId w:val="3"/>
  </w:num>
  <w:num w:numId="49">
    <w:abstractNumId w:val="3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3MjAzMjIEUiamZko6SsGpxcWZ+XkgBYbGtQCJcQhjLQAAAA=="/>
  </w:docVars>
  <w:rsids>
    <w:rsidRoot w:val="0005719D"/>
    <w:rsid w:val="00000070"/>
    <w:rsid w:val="0000141E"/>
    <w:rsid w:val="00001572"/>
    <w:rsid w:val="00001751"/>
    <w:rsid w:val="00003A06"/>
    <w:rsid w:val="000066A7"/>
    <w:rsid w:val="0000739B"/>
    <w:rsid w:val="00016DEF"/>
    <w:rsid w:val="000209A5"/>
    <w:rsid w:val="00020DD1"/>
    <w:rsid w:val="00020E54"/>
    <w:rsid w:val="00022B9C"/>
    <w:rsid w:val="00025C0C"/>
    <w:rsid w:val="0003046F"/>
    <w:rsid w:val="00031AFB"/>
    <w:rsid w:val="000332AF"/>
    <w:rsid w:val="00034565"/>
    <w:rsid w:val="000345D6"/>
    <w:rsid w:val="00036209"/>
    <w:rsid w:val="00040258"/>
    <w:rsid w:val="0004034C"/>
    <w:rsid w:val="00041052"/>
    <w:rsid w:val="00041AEB"/>
    <w:rsid w:val="000445C4"/>
    <w:rsid w:val="00044E76"/>
    <w:rsid w:val="0005162E"/>
    <w:rsid w:val="000524D0"/>
    <w:rsid w:val="00053C94"/>
    <w:rsid w:val="00054D63"/>
    <w:rsid w:val="00056F22"/>
    <w:rsid w:val="0005719D"/>
    <w:rsid w:val="000606A3"/>
    <w:rsid w:val="000636D2"/>
    <w:rsid w:val="00064931"/>
    <w:rsid w:val="00065BA2"/>
    <w:rsid w:val="00065E82"/>
    <w:rsid w:val="00066380"/>
    <w:rsid w:val="00066759"/>
    <w:rsid w:val="00066ABB"/>
    <w:rsid w:val="000672CD"/>
    <w:rsid w:val="00067361"/>
    <w:rsid w:val="00067B43"/>
    <w:rsid w:val="00070CFE"/>
    <w:rsid w:val="00071211"/>
    <w:rsid w:val="00071437"/>
    <w:rsid w:val="00077B7B"/>
    <w:rsid w:val="00080281"/>
    <w:rsid w:val="00081D3F"/>
    <w:rsid w:val="00085D0A"/>
    <w:rsid w:val="000903C2"/>
    <w:rsid w:val="00093DA9"/>
    <w:rsid w:val="00094F23"/>
    <w:rsid w:val="00095B06"/>
    <w:rsid w:val="00095D4C"/>
    <w:rsid w:val="000A00A5"/>
    <w:rsid w:val="000A1449"/>
    <w:rsid w:val="000A440D"/>
    <w:rsid w:val="000A4E19"/>
    <w:rsid w:val="000A6E25"/>
    <w:rsid w:val="000A6E6D"/>
    <w:rsid w:val="000B2481"/>
    <w:rsid w:val="000B397D"/>
    <w:rsid w:val="000B6CB3"/>
    <w:rsid w:val="000C0FD4"/>
    <w:rsid w:val="000C15BC"/>
    <w:rsid w:val="000C26F8"/>
    <w:rsid w:val="000C34A2"/>
    <w:rsid w:val="000C43CC"/>
    <w:rsid w:val="000C5317"/>
    <w:rsid w:val="000C5764"/>
    <w:rsid w:val="000D3F36"/>
    <w:rsid w:val="000D7473"/>
    <w:rsid w:val="000D7837"/>
    <w:rsid w:val="000E2351"/>
    <w:rsid w:val="000E2677"/>
    <w:rsid w:val="000E2DF9"/>
    <w:rsid w:val="000E4CE1"/>
    <w:rsid w:val="000E54C6"/>
    <w:rsid w:val="000E5CD9"/>
    <w:rsid w:val="000F05FC"/>
    <w:rsid w:val="000F270A"/>
    <w:rsid w:val="000F7DA0"/>
    <w:rsid w:val="00101761"/>
    <w:rsid w:val="00104955"/>
    <w:rsid w:val="0010717C"/>
    <w:rsid w:val="001102C3"/>
    <w:rsid w:val="001107BE"/>
    <w:rsid w:val="00110F69"/>
    <w:rsid w:val="00111CC1"/>
    <w:rsid w:val="00113632"/>
    <w:rsid w:val="00114887"/>
    <w:rsid w:val="00115B25"/>
    <w:rsid w:val="00121CCD"/>
    <w:rsid w:val="0012431F"/>
    <w:rsid w:val="001243D1"/>
    <w:rsid w:val="001244E4"/>
    <w:rsid w:val="00124E01"/>
    <w:rsid w:val="00126447"/>
    <w:rsid w:val="001265C3"/>
    <w:rsid w:val="0012775A"/>
    <w:rsid w:val="00131A95"/>
    <w:rsid w:val="0013252C"/>
    <w:rsid w:val="00132F3B"/>
    <w:rsid w:val="00135885"/>
    <w:rsid w:val="001378E7"/>
    <w:rsid w:val="00142E51"/>
    <w:rsid w:val="00145FE9"/>
    <w:rsid w:val="00153FE9"/>
    <w:rsid w:val="00154837"/>
    <w:rsid w:val="00161D1A"/>
    <w:rsid w:val="00162E4D"/>
    <w:rsid w:val="00162F67"/>
    <w:rsid w:val="00163864"/>
    <w:rsid w:val="001641E1"/>
    <w:rsid w:val="00164AAE"/>
    <w:rsid w:val="001665F7"/>
    <w:rsid w:val="00171CA7"/>
    <w:rsid w:val="0017223A"/>
    <w:rsid w:val="00173833"/>
    <w:rsid w:val="00173BC0"/>
    <w:rsid w:val="00173CD5"/>
    <w:rsid w:val="001756E4"/>
    <w:rsid w:val="00176289"/>
    <w:rsid w:val="00177F30"/>
    <w:rsid w:val="001805B8"/>
    <w:rsid w:val="001848BA"/>
    <w:rsid w:val="00191973"/>
    <w:rsid w:val="00196469"/>
    <w:rsid w:val="0019657C"/>
    <w:rsid w:val="00196D61"/>
    <w:rsid w:val="00196E46"/>
    <w:rsid w:val="001A01D0"/>
    <w:rsid w:val="001A1000"/>
    <w:rsid w:val="001A186E"/>
    <w:rsid w:val="001B671B"/>
    <w:rsid w:val="001C20C5"/>
    <w:rsid w:val="001C45E1"/>
    <w:rsid w:val="001C472F"/>
    <w:rsid w:val="001C6691"/>
    <w:rsid w:val="001D0921"/>
    <w:rsid w:val="001D0BAF"/>
    <w:rsid w:val="001E158E"/>
    <w:rsid w:val="001E2581"/>
    <w:rsid w:val="001E2A14"/>
    <w:rsid w:val="001E6314"/>
    <w:rsid w:val="001E6A68"/>
    <w:rsid w:val="001E6F06"/>
    <w:rsid w:val="001E7945"/>
    <w:rsid w:val="001F035F"/>
    <w:rsid w:val="001F1C0C"/>
    <w:rsid w:val="001F2C08"/>
    <w:rsid w:val="001F4247"/>
    <w:rsid w:val="001F6378"/>
    <w:rsid w:val="00201D2F"/>
    <w:rsid w:val="00204389"/>
    <w:rsid w:val="0020785E"/>
    <w:rsid w:val="00207956"/>
    <w:rsid w:val="00210931"/>
    <w:rsid w:val="0021493A"/>
    <w:rsid w:val="002207D6"/>
    <w:rsid w:val="00224C42"/>
    <w:rsid w:val="00227E28"/>
    <w:rsid w:val="002322C5"/>
    <w:rsid w:val="00234CB1"/>
    <w:rsid w:val="00235D11"/>
    <w:rsid w:val="002376EC"/>
    <w:rsid w:val="002422EA"/>
    <w:rsid w:val="00244610"/>
    <w:rsid w:val="00244DD7"/>
    <w:rsid w:val="00245D67"/>
    <w:rsid w:val="002536BF"/>
    <w:rsid w:val="002556C6"/>
    <w:rsid w:val="00256845"/>
    <w:rsid w:val="00257ABC"/>
    <w:rsid w:val="00260573"/>
    <w:rsid w:val="00261AFC"/>
    <w:rsid w:val="00263528"/>
    <w:rsid w:val="00263BAB"/>
    <w:rsid w:val="0026765D"/>
    <w:rsid w:val="00267C33"/>
    <w:rsid w:val="00267EE8"/>
    <w:rsid w:val="00270008"/>
    <w:rsid w:val="002727EA"/>
    <w:rsid w:val="00272F94"/>
    <w:rsid w:val="002736F7"/>
    <w:rsid w:val="00273E12"/>
    <w:rsid w:val="00274833"/>
    <w:rsid w:val="00275B91"/>
    <w:rsid w:val="00275CDB"/>
    <w:rsid w:val="00276AA1"/>
    <w:rsid w:val="00280C3C"/>
    <w:rsid w:val="002816F5"/>
    <w:rsid w:val="002821C2"/>
    <w:rsid w:val="002828C8"/>
    <w:rsid w:val="00283384"/>
    <w:rsid w:val="002857A9"/>
    <w:rsid w:val="00294073"/>
    <w:rsid w:val="00294656"/>
    <w:rsid w:val="0029519A"/>
    <w:rsid w:val="002A4E0E"/>
    <w:rsid w:val="002A5A19"/>
    <w:rsid w:val="002A66DE"/>
    <w:rsid w:val="002A7442"/>
    <w:rsid w:val="002B2568"/>
    <w:rsid w:val="002B2DF4"/>
    <w:rsid w:val="002B3A4A"/>
    <w:rsid w:val="002B3E34"/>
    <w:rsid w:val="002B72B2"/>
    <w:rsid w:val="002C00C7"/>
    <w:rsid w:val="002C145B"/>
    <w:rsid w:val="002C277E"/>
    <w:rsid w:val="002C3218"/>
    <w:rsid w:val="002C3523"/>
    <w:rsid w:val="002C7ED1"/>
    <w:rsid w:val="002D4AD6"/>
    <w:rsid w:val="002D5C70"/>
    <w:rsid w:val="002E097A"/>
    <w:rsid w:val="002E0CDB"/>
    <w:rsid w:val="002E1957"/>
    <w:rsid w:val="002E1A90"/>
    <w:rsid w:val="002E2326"/>
    <w:rsid w:val="002E2823"/>
    <w:rsid w:val="002E3262"/>
    <w:rsid w:val="002E37F2"/>
    <w:rsid w:val="002E4F35"/>
    <w:rsid w:val="002E581B"/>
    <w:rsid w:val="002E6213"/>
    <w:rsid w:val="002E717D"/>
    <w:rsid w:val="002E7552"/>
    <w:rsid w:val="002F019E"/>
    <w:rsid w:val="002F1C5A"/>
    <w:rsid w:val="002F2828"/>
    <w:rsid w:val="002F2F90"/>
    <w:rsid w:val="002F4345"/>
    <w:rsid w:val="002F5A4F"/>
    <w:rsid w:val="002F6A7B"/>
    <w:rsid w:val="002F75A6"/>
    <w:rsid w:val="002F7C4B"/>
    <w:rsid w:val="0030063E"/>
    <w:rsid w:val="00302146"/>
    <w:rsid w:val="003021C2"/>
    <w:rsid w:val="003025AA"/>
    <w:rsid w:val="0031130C"/>
    <w:rsid w:val="00312EFC"/>
    <w:rsid w:val="0031338E"/>
    <w:rsid w:val="003165D8"/>
    <w:rsid w:val="00317250"/>
    <w:rsid w:val="00317731"/>
    <w:rsid w:val="00317C36"/>
    <w:rsid w:val="00317D41"/>
    <w:rsid w:val="00317F04"/>
    <w:rsid w:val="00320FDB"/>
    <w:rsid w:val="00321B17"/>
    <w:rsid w:val="003239C7"/>
    <w:rsid w:val="00323BBB"/>
    <w:rsid w:val="00333370"/>
    <w:rsid w:val="00333A7B"/>
    <w:rsid w:val="00334BFE"/>
    <w:rsid w:val="00334F08"/>
    <w:rsid w:val="00336ADE"/>
    <w:rsid w:val="003435DA"/>
    <w:rsid w:val="0034772E"/>
    <w:rsid w:val="00350068"/>
    <w:rsid w:val="003504F0"/>
    <w:rsid w:val="003513DF"/>
    <w:rsid w:val="00351A7E"/>
    <w:rsid w:val="00353E03"/>
    <w:rsid w:val="003602B1"/>
    <w:rsid w:val="003604A7"/>
    <w:rsid w:val="0036618A"/>
    <w:rsid w:val="00366E17"/>
    <w:rsid w:val="00367A06"/>
    <w:rsid w:val="00376CA3"/>
    <w:rsid w:val="0037799D"/>
    <w:rsid w:val="00380BCF"/>
    <w:rsid w:val="00381379"/>
    <w:rsid w:val="00382BC8"/>
    <w:rsid w:val="00383281"/>
    <w:rsid w:val="00383F34"/>
    <w:rsid w:val="00385C1B"/>
    <w:rsid w:val="0039027D"/>
    <w:rsid w:val="0039058A"/>
    <w:rsid w:val="00390BD3"/>
    <w:rsid w:val="003940A7"/>
    <w:rsid w:val="0039535C"/>
    <w:rsid w:val="003A0262"/>
    <w:rsid w:val="003A0FDE"/>
    <w:rsid w:val="003A4557"/>
    <w:rsid w:val="003A583A"/>
    <w:rsid w:val="003A5A74"/>
    <w:rsid w:val="003A5D38"/>
    <w:rsid w:val="003A688E"/>
    <w:rsid w:val="003B0457"/>
    <w:rsid w:val="003B0D11"/>
    <w:rsid w:val="003B1DE3"/>
    <w:rsid w:val="003B2336"/>
    <w:rsid w:val="003B3132"/>
    <w:rsid w:val="003B32D2"/>
    <w:rsid w:val="003B55D1"/>
    <w:rsid w:val="003B5931"/>
    <w:rsid w:val="003B5BE9"/>
    <w:rsid w:val="003B6B4B"/>
    <w:rsid w:val="003B6C08"/>
    <w:rsid w:val="003C0BD4"/>
    <w:rsid w:val="003C2495"/>
    <w:rsid w:val="003C3FEA"/>
    <w:rsid w:val="003C707A"/>
    <w:rsid w:val="003C7AFA"/>
    <w:rsid w:val="003D6612"/>
    <w:rsid w:val="003D68DE"/>
    <w:rsid w:val="003E0BCF"/>
    <w:rsid w:val="003E48CD"/>
    <w:rsid w:val="003E5339"/>
    <w:rsid w:val="003F1947"/>
    <w:rsid w:val="003F5109"/>
    <w:rsid w:val="003F763B"/>
    <w:rsid w:val="003F7D5B"/>
    <w:rsid w:val="004013AA"/>
    <w:rsid w:val="004019E3"/>
    <w:rsid w:val="004060A7"/>
    <w:rsid w:val="004060F5"/>
    <w:rsid w:val="0041145E"/>
    <w:rsid w:val="00415C18"/>
    <w:rsid w:val="004164A6"/>
    <w:rsid w:val="00422C7D"/>
    <w:rsid w:val="00424518"/>
    <w:rsid w:val="00424560"/>
    <w:rsid w:val="00424820"/>
    <w:rsid w:val="004266A9"/>
    <w:rsid w:val="00430713"/>
    <w:rsid w:val="00430759"/>
    <w:rsid w:val="004320F3"/>
    <w:rsid w:val="004328DF"/>
    <w:rsid w:val="004338B9"/>
    <w:rsid w:val="00434B5B"/>
    <w:rsid w:val="00435517"/>
    <w:rsid w:val="004356CF"/>
    <w:rsid w:val="0044163E"/>
    <w:rsid w:val="00441AAF"/>
    <w:rsid w:val="00442C99"/>
    <w:rsid w:val="0044584E"/>
    <w:rsid w:val="00445DE5"/>
    <w:rsid w:val="00447B9A"/>
    <w:rsid w:val="00447C21"/>
    <w:rsid w:val="004519C7"/>
    <w:rsid w:val="00452961"/>
    <w:rsid w:val="004538C1"/>
    <w:rsid w:val="004544C1"/>
    <w:rsid w:val="004551EF"/>
    <w:rsid w:val="004563E9"/>
    <w:rsid w:val="00457000"/>
    <w:rsid w:val="00457CA0"/>
    <w:rsid w:val="00460FE7"/>
    <w:rsid w:val="004622F9"/>
    <w:rsid w:val="00464510"/>
    <w:rsid w:val="00465356"/>
    <w:rsid w:val="0047097F"/>
    <w:rsid w:val="00475EC9"/>
    <w:rsid w:val="004767C9"/>
    <w:rsid w:val="00477B25"/>
    <w:rsid w:val="00480D0E"/>
    <w:rsid w:val="004811DA"/>
    <w:rsid w:val="004849DB"/>
    <w:rsid w:val="00486AAE"/>
    <w:rsid w:val="004908DA"/>
    <w:rsid w:val="004925B2"/>
    <w:rsid w:val="00494EC9"/>
    <w:rsid w:val="0049534E"/>
    <w:rsid w:val="00495761"/>
    <w:rsid w:val="00495DC4"/>
    <w:rsid w:val="004965D0"/>
    <w:rsid w:val="0049694A"/>
    <w:rsid w:val="004971E0"/>
    <w:rsid w:val="00497962"/>
    <w:rsid w:val="004A2393"/>
    <w:rsid w:val="004A6169"/>
    <w:rsid w:val="004B0059"/>
    <w:rsid w:val="004B197B"/>
    <w:rsid w:val="004B38EC"/>
    <w:rsid w:val="004B577C"/>
    <w:rsid w:val="004B5FDA"/>
    <w:rsid w:val="004B6A4D"/>
    <w:rsid w:val="004C0168"/>
    <w:rsid w:val="004C06B0"/>
    <w:rsid w:val="004C1859"/>
    <w:rsid w:val="004C19C5"/>
    <w:rsid w:val="004C4DF6"/>
    <w:rsid w:val="004C5939"/>
    <w:rsid w:val="004C6B81"/>
    <w:rsid w:val="004D01A2"/>
    <w:rsid w:val="004D0725"/>
    <w:rsid w:val="004D1ED4"/>
    <w:rsid w:val="004D4C30"/>
    <w:rsid w:val="004D4D21"/>
    <w:rsid w:val="004D4F71"/>
    <w:rsid w:val="004D5C00"/>
    <w:rsid w:val="004D652A"/>
    <w:rsid w:val="004E28AA"/>
    <w:rsid w:val="004E5D5E"/>
    <w:rsid w:val="004F30A4"/>
    <w:rsid w:val="004F6EFE"/>
    <w:rsid w:val="005025AE"/>
    <w:rsid w:val="00504883"/>
    <w:rsid w:val="00514EFC"/>
    <w:rsid w:val="00515BA6"/>
    <w:rsid w:val="00515EDE"/>
    <w:rsid w:val="0051676C"/>
    <w:rsid w:val="005167D0"/>
    <w:rsid w:val="00522222"/>
    <w:rsid w:val="00522DD1"/>
    <w:rsid w:val="00524183"/>
    <w:rsid w:val="00526946"/>
    <w:rsid w:val="00527F31"/>
    <w:rsid w:val="00530743"/>
    <w:rsid w:val="00531E3E"/>
    <w:rsid w:val="0053219B"/>
    <w:rsid w:val="005328BD"/>
    <w:rsid w:val="00532A3A"/>
    <w:rsid w:val="00535022"/>
    <w:rsid w:val="00537225"/>
    <w:rsid w:val="00537F63"/>
    <w:rsid w:val="00540061"/>
    <w:rsid w:val="005402ED"/>
    <w:rsid w:val="0054302C"/>
    <w:rsid w:val="005442AC"/>
    <w:rsid w:val="0054479F"/>
    <w:rsid w:val="00544FEA"/>
    <w:rsid w:val="005457FB"/>
    <w:rsid w:val="005468FE"/>
    <w:rsid w:val="00550B3E"/>
    <w:rsid w:val="00551297"/>
    <w:rsid w:val="00551FD2"/>
    <w:rsid w:val="0055438F"/>
    <w:rsid w:val="00555A23"/>
    <w:rsid w:val="00556FA6"/>
    <w:rsid w:val="00560721"/>
    <w:rsid w:val="00562812"/>
    <w:rsid w:val="00562C55"/>
    <w:rsid w:val="00562CE1"/>
    <w:rsid w:val="00563806"/>
    <w:rsid w:val="00564118"/>
    <w:rsid w:val="00564C33"/>
    <w:rsid w:val="005654BD"/>
    <w:rsid w:val="005655BD"/>
    <w:rsid w:val="00566F10"/>
    <w:rsid w:val="00566F5B"/>
    <w:rsid w:val="005671BA"/>
    <w:rsid w:val="00570309"/>
    <w:rsid w:val="0057484D"/>
    <w:rsid w:val="005763D6"/>
    <w:rsid w:val="00584380"/>
    <w:rsid w:val="0058460D"/>
    <w:rsid w:val="005900B5"/>
    <w:rsid w:val="005921E0"/>
    <w:rsid w:val="00595FD5"/>
    <w:rsid w:val="005A0A6B"/>
    <w:rsid w:val="005A1D95"/>
    <w:rsid w:val="005A4048"/>
    <w:rsid w:val="005A41D6"/>
    <w:rsid w:val="005A5931"/>
    <w:rsid w:val="005A5B6D"/>
    <w:rsid w:val="005A67F8"/>
    <w:rsid w:val="005B6B3D"/>
    <w:rsid w:val="005B7D2E"/>
    <w:rsid w:val="005C071E"/>
    <w:rsid w:val="005C368B"/>
    <w:rsid w:val="005C3D9A"/>
    <w:rsid w:val="005C7D04"/>
    <w:rsid w:val="005D0242"/>
    <w:rsid w:val="005D2D6E"/>
    <w:rsid w:val="005D4342"/>
    <w:rsid w:val="005D4BD8"/>
    <w:rsid w:val="005D5118"/>
    <w:rsid w:val="005D643D"/>
    <w:rsid w:val="005E1640"/>
    <w:rsid w:val="005F07F8"/>
    <w:rsid w:val="005F15CA"/>
    <w:rsid w:val="005F1C3B"/>
    <w:rsid w:val="005F5C4F"/>
    <w:rsid w:val="00600C2F"/>
    <w:rsid w:val="00603DFF"/>
    <w:rsid w:val="00604996"/>
    <w:rsid w:val="006062D7"/>
    <w:rsid w:val="0060727E"/>
    <w:rsid w:val="00607282"/>
    <w:rsid w:val="00607560"/>
    <w:rsid w:val="0060765E"/>
    <w:rsid w:val="00612430"/>
    <w:rsid w:val="00612FEB"/>
    <w:rsid w:val="00613D09"/>
    <w:rsid w:val="006146F3"/>
    <w:rsid w:val="00620993"/>
    <w:rsid w:val="00622ADD"/>
    <w:rsid w:val="00622D5A"/>
    <w:rsid w:val="00624C7E"/>
    <w:rsid w:val="00625A2D"/>
    <w:rsid w:val="00625E1A"/>
    <w:rsid w:val="006275E3"/>
    <w:rsid w:val="0062799C"/>
    <w:rsid w:val="006308DE"/>
    <w:rsid w:val="0063147E"/>
    <w:rsid w:val="006336A8"/>
    <w:rsid w:val="0064013F"/>
    <w:rsid w:val="00640B21"/>
    <w:rsid w:val="0064250A"/>
    <w:rsid w:val="006441D4"/>
    <w:rsid w:val="0064430A"/>
    <w:rsid w:val="00644388"/>
    <w:rsid w:val="0064626F"/>
    <w:rsid w:val="00646AD5"/>
    <w:rsid w:val="006471C6"/>
    <w:rsid w:val="0064772D"/>
    <w:rsid w:val="0065223B"/>
    <w:rsid w:val="00655149"/>
    <w:rsid w:val="00656502"/>
    <w:rsid w:val="006578B7"/>
    <w:rsid w:val="00662A0A"/>
    <w:rsid w:val="00663472"/>
    <w:rsid w:val="00664EA4"/>
    <w:rsid w:val="0066562B"/>
    <w:rsid w:val="00667B66"/>
    <w:rsid w:val="00667D90"/>
    <w:rsid w:val="00670FD5"/>
    <w:rsid w:val="00672BB8"/>
    <w:rsid w:val="00674B9B"/>
    <w:rsid w:val="006766B1"/>
    <w:rsid w:val="00677D50"/>
    <w:rsid w:val="00686A19"/>
    <w:rsid w:val="00692211"/>
    <w:rsid w:val="0069248C"/>
    <w:rsid w:val="00693B47"/>
    <w:rsid w:val="00693E47"/>
    <w:rsid w:val="00694105"/>
    <w:rsid w:val="00694BAB"/>
    <w:rsid w:val="00696B90"/>
    <w:rsid w:val="00696FD8"/>
    <w:rsid w:val="006A01EF"/>
    <w:rsid w:val="006A08D0"/>
    <w:rsid w:val="006A09FF"/>
    <w:rsid w:val="006A1A12"/>
    <w:rsid w:val="006A35BF"/>
    <w:rsid w:val="006A41FD"/>
    <w:rsid w:val="006B0C91"/>
    <w:rsid w:val="006B42A5"/>
    <w:rsid w:val="006B456A"/>
    <w:rsid w:val="006B67EC"/>
    <w:rsid w:val="006B68E6"/>
    <w:rsid w:val="006B705D"/>
    <w:rsid w:val="006B7C66"/>
    <w:rsid w:val="006C06BA"/>
    <w:rsid w:val="006C1ED0"/>
    <w:rsid w:val="006D0115"/>
    <w:rsid w:val="006D27AA"/>
    <w:rsid w:val="006D30D7"/>
    <w:rsid w:val="006D48DF"/>
    <w:rsid w:val="006D58E3"/>
    <w:rsid w:val="006E3B7F"/>
    <w:rsid w:val="006E3D55"/>
    <w:rsid w:val="006E4D9A"/>
    <w:rsid w:val="006E51A9"/>
    <w:rsid w:val="006E5946"/>
    <w:rsid w:val="006E5BB5"/>
    <w:rsid w:val="006F0F4F"/>
    <w:rsid w:val="006F23A9"/>
    <w:rsid w:val="006F67B7"/>
    <w:rsid w:val="006F780F"/>
    <w:rsid w:val="006F7F89"/>
    <w:rsid w:val="007010A1"/>
    <w:rsid w:val="00702056"/>
    <w:rsid w:val="0070390B"/>
    <w:rsid w:val="00703C56"/>
    <w:rsid w:val="00705237"/>
    <w:rsid w:val="00705E1D"/>
    <w:rsid w:val="00711BDE"/>
    <w:rsid w:val="00712101"/>
    <w:rsid w:val="007219F2"/>
    <w:rsid w:val="007256F3"/>
    <w:rsid w:val="00730871"/>
    <w:rsid w:val="00732C80"/>
    <w:rsid w:val="007350BB"/>
    <w:rsid w:val="007351A2"/>
    <w:rsid w:val="0073769C"/>
    <w:rsid w:val="00740F0B"/>
    <w:rsid w:val="00741666"/>
    <w:rsid w:val="00751DD5"/>
    <w:rsid w:val="00752353"/>
    <w:rsid w:val="0075525D"/>
    <w:rsid w:val="00756046"/>
    <w:rsid w:val="00757120"/>
    <w:rsid w:val="0075733E"/>
    <w:rsid w:val="00757434"/>
    <w:rsid w:val="00757950"/>
    <w:rsid w:val="00760638"/>
    <w:rsid w:val="0076174F"/>
    <w:rsid w:val="00763ED2"/>
    <w:rsid w:val="0076492F"/>
    <w:rsid w:val="00767F02"/>
    <w:rsid w:val="00767F4E"/>
    <w:rsid w:val="00771516"/>
    <w:rsid w:val="0077187E"/>
    <w:rsid w:val="00780477"/>
    <w:rsid w:val="00780E9E"/>
    <w:rsid w:val="007819A7"/>
    <w:rsid w:val="00783755"/>
    <w:rsid w:val="0078485B"/>
    <w:rsid w:val="00787225"/>
    <w:rsid w:val="007910EF"/>
    <w:rsid w:val="00791D0A"/>
    <w:rsid w:val="00792174"/>
    <w:rsid w:val="00792F40"/>
    <w:rsid w:val="00792FDC"/>
    <w:rsid w:val="007949BA"/>
    <w:rsid w:val="00794D51"/>
    <w:rsid w:val="00796803"/>
    <w:rsid w:val="00796B31"/>
    <w:rsid w:val="0079700B"/>
    <w:rsid w:val="007A0894"/>
    <w:rsid w:val="007A0BF4"/>
    <w:rsid w:val="007A1603"/>
    <w:rsid w:val="007A253C"/>
    <w:rsid w:val="007A335F"/>
    <w:rsid w:val="007A6E14"/>
    <w:rsid w:val="007A704D"/>
    <w:rsid w:val="007A7A57"/>
    <w:rsid w:val="007A7CE9"/>
    <w:rsid w:val="007B1D7A"/>
    <w:rsid w:val="007B3DF4"/>
    <w:rsid w:val="007B4CA9"/>
    <w:rsid w:val="007B4E9E"/>
    <w:rsid w:val="007C068A"/>
    <w:rsid w:val="007C4B4A"/>
    <w:rsid w:val="007C4D92"/>
    <w:rsid w:val="007C52B1"/>
    <w:rsid w:val="007C6331"/>
    <w:rsid w:val="007D130D"/>
    <w:rsid w:val="007D32C0"/>
    <w:rsid w:val="007D406C"/>
    <w:rsid w:val="007D44E0"/>
    <w:rsid w:val="007D4FFB"/>
    <w:rsid w:val="007E187F"/>
    <w:rsid w:val="007E227D"/>
    <w:rsid w:val="007E347D"/>
    <w:rsid w:val="007E3C48"/>
    <w:rsid w:val="007F335C"/>
    <w:rsid w:val="007F4743"/>
    <w:rsid w:val="007F5087"/>
    <w:rsid w:val="007F5188"/>
    <w:rsid w:val="007F56D7"/>
    <w:rsid w:val="007F7A94"/>
    <w:rsid w:val="007F7BA2"/>
    <w:rsid w:val="00801C80"/>
    <w:rsid w:val="00801D0E"/>
    <w:rsid w:val="008025FD"/>
    <w:rsid w:val="00804C78"/>
    <w:rsid w:val="0080576C"/>
    <w:rsid w:val="00805A69"/>
    <w:rsid w:val="008063D8"/>
    <w:rsid w:val="00806E54"/>
    <w:rsid w:val="0081322D"/>
    <w:rsid w:val="008132EE"/>
    <w:rsid w:val="00813BF0"/>
    <w:rsid w:val="0081755E"/>
    <w:rsid w:val="00817BAC"/>
    <w:rsid w:val="00824839"/>
    <w:rsid w:val="00825892"/>
    <w:rsid w:val="0082698D"/>
    <w:rsid w:val="00827D02"/>
    <w:rsid w:val="00831290"/>
    <w:rsid w:val="00831F49"/>
    <w:rsid w:val="00832917"/>
    <w:rsid w:val="00833466"/>
    <w:rsid w:val="00833BDE"/>
    <w:rsid w:val="00834250"/>
    <w:rsid w:val="00835EFF"/>
    <w:rsid w:val="00836C0C"/>
    <w:rsid w:val="008459B0"/>
    <w:rsid w:val="00846060"/>
    <w:rsid w:val="008469D6"/>
    <w:rsid w:val="00846E6E"/>
    <w:rsid w:val="00847C9A"/>
    <w:rsid w:val="0085009A"/>
    <w:rsid w:val="0085023B"/>
    <w:rsid w:val="00854785"/>
    <w:rsid w:val="0085621D"/>
    <w:rsid w:val="008606C4"/>
    <w:rsid w:val="00860B01"/>
    <w:rsid w:val="008613F0"/>
    <w:rsid w:val="008629BB"/>
    <w:rsid w:val="00863F72"/>
    <w:rsid w:val="00865503"/>
    <w:rsid w:val="00865811"/>
    <w:rsid w:val="00866A88"/>
    <w:rsid w:val="00870D76"/>
    <w:rsid w:val="00872D5F"/>
    <w:rsid w:val="00873FC1"/>
    <w:rsid w:val="008766C2"/>
    <w:rsid w:val="00876E8C"/>
    <w:rsid w:val="00877CC4"/>
    <w:rsid w:val="00880810"/>
    <w:rsid w:val="00881325"/>
    <w:rsid w:val="00883582"/>
    <w:rsid w:val="00885536"/>
    <w:rsid w:val="00887DD1"/>
    <w:rsid w:val="00890560"/>
    <w:rsid w:val="008908BA"/>
    <w:rsid w:val="008909E8"/>
    <w:rsid w:val="00890BEB"/>
    <w:rsid w:val="008917C9"/>
    <w:rsid w:val="008930CA"/>
    <w:rsid w:val="0089322C"/>
    <w:rsid w:val="00894170"/>
    <w:rsid w:val="00895071"/>
    <w:rsid w:val="008953E9"/>
    <w:rsid w:val="00897DDC"/>
    <w:rsid w:val="008A0602"/>
    <w:rsid w:val="008A0B3E"/>
    <w:rsid w:val="008A1EA0"/>
    <w:rsid w:val="008A1FFF"/>
    <w:rsid w:val="008A60CA"/>
    <w:rsid w:val="008B0E3F"/>
    <w:rsid w:val="008B141D"/>
    <w:rsid w:val="008B2095"/>
    <w:rsid w:val="008B4F9B"/>
    <w:rsid w:val="008B5236"/>
    <w:rsid w:val="008B7A97"/>
    <w:rsid w:val="008C269E"/>
    <w:rsid w:val="008C2EDE"/>
    <w:rsid w:val="008C3F1A"/>
    <w:rsid w:val="008C5B09"/>
    <w:rsid w:val="008C5E43"/>
    <w:rsid w:val="008C6CC8"/>
    <w:rsid w:val="008D0D7C"/>
    <w:rsid w:val="008E16D5"/>
    <w:rsid w:val="008E2E0C"/>
    <w:rsid w:val="008E3B5C"/>
    <w:rsid w:val="008E4D0A"/>
    <w:rsid w:val="008E5FC8"/>
    <w:rsid w:val="008E7456"/>
    <w:rsid w:val="008F0137"/>
    <w:rsid w:val="008F2AD0"/>
    <w:rsid w:val="008F2AD7"/>
    <w:rsid w:val="008F6108"/>
    <w:rsid w:val="008F61A6"/>
    <w:rsid w:val="008F7C9B"/>
    <w:rsid w:val="00900424"/>
    <w:rsid w:val="00900504"/>
    <w:rsid w:val="00901628"/>
    <w:rsid w:val="00904A17"/>
    <w:rsid w:val="0091035B"/>
    <w:rsid w:val="009104F4"/>
    <w:rsid w:val="009109A4"/>
    <w:rsid w:val="009118A5"/>
    <w:rsid w:val="00911F0F"/>
    <w:rsid w:val="00912BDD"/>
    <w:rsid w:val="00914A1D"/>
    <w:rsid w:val="00917414"/>
    <w:rsid w:val="00917A02"/>
    <w:rsid w:val="009202AB"/>
    <w:rsid w:val="00923A3C"/>
    <w:rsid w:val="009249D7"/>
    <w:rsid w:val="009309A8"/>
    <w:rsid w:val="009327B3"/>
    <w:rsid w:val="009357DB"/>
    <w:rsid w:val="00941D45"/>
    <w:rsid w:val="00942FAC"/>
    <w:rsid w:val="009459F7"/>
    <w:rsid w:val="00945A57"/>
    <w:rsid w:val="00945C0D"/>
    <w:rsid w:val="00946C62"/>
    <w:rsid w:val="00947298"/>
    <w:rsid w:val="00947823"/>
    <w:rsid w:val="00950533"/>
    <w:rsid w:val="009512EC"/>
    <w:rsid w:val="00951ACF"/>
    <w:rsid w:val="00951ECF"/>
    <w:rsid w:val="00952255"/>
    <w:rsid w:val="009524D8"/>
    <w:rsid w:val="00953645"/>
    <w:rsid w:val="00954321"/>
    <w:rsid w:val="00955521"/>
    <w:rsid w:val="009564D6"/>
    <w:rsid w:val="00956C2A"/>
    <w:rsid w:val="00961FAD"/>
    <w:rsid w:val="0096388C"/>
    <w:rsid w:val="00965445"/>
    <w:rsid w:val="009656F4"/>
    <w:rsid w:val="00967B47"/>
    <w:rsid w:val="009725C3"/>
    <w:rsid w:val="009733A1"/>
    <w:rsid w:val="00975BF5"/>
    <w:rsid w:val="00975D40"/>
    <w:rsid w:val="00981EC3"/>
    <w:rsid w:val="00984611"/>
    <w:rsid w:val="00986DAF"/>
    <w:rsid w:val="009870BA"/>
    <w:rsid w:val="0099078F"/>
    <w:rsid w:val="00993738"/>
    <w:rsid w:val="00993BFF"/>
    <w:rsid w:val="00993D20"/>
    <w:rsid w:val="009A0217"/>
    <w:rsid w:val="009A50FF"/>
    <w:rsid w:val="009A5C76"/>
    <w:rsid w:val="009A6EB0"/>
    <w:rsid w:val="009B0055"/>
    <w:rsid w:val="009B5C6A"/>
    <w:rsid w:val="009B631A"/>
    <w:rsid w:val="009C0351"/>
    <w:rsid w:val="009C1001"/>
    <w:rsid w:val="009C2286"/>
    <w:rsid w:val="009C4105"/>
    <w:rsid w:val="009C4CD9"/>
    <w:rsid w:val="009C6D57"/>
    <w:rsid w:val="009C6DB0"/>
    <w:rsid w:val="009D054C"/>
    <w:rsid w:val="009D39CB"/>
    <w:rsid w:val="009D5BEA"/>
    <w:rsid w:val="009D679C"/>
    <w:rsid w:val="009D696C"/>
    <w:rsid w:val="009D7436"/>
    <w:rsid w:val="009E04EC"/>
    <w:rsid w:val="009E05C3"/>
    <w:rsid w:val="009E192B"/>
    <w:rsid w:val="009E27FD"/>
    <w:rsid w:val="009E29C3"/>
    <w:rsid w:val="009E4476"/>
    <w:rsid w:val="009E4DBD"/>
    <w:rsid w:val="009E532C"/>
    <w:rsid w:val="009E5C02"/>
    <w:rsid w:val="009E63C3"/>
    <w:rsid w:val="009F1BB9"/>
    <w:rsid w:val="009F201D"/>
    <w:rsid w:val="009F2CB5"/>
    <w:rsid w:val="009F2CDB"/>
    <w:rsid w:val="009F3331"/>
    <w:rsid w:val="009F44C8"/>
    <w:rsid w:val="009F6927"/>
    <w:rsid w:val="00A00291"/>
    <w:rsid w:val="00A02917"/>
    <w:rsid w:val="00A03303"/>
    <w:rsid w:val="00A05978"/>
    <w:rsid w:val="00A05C49"/>
    <w:rsid w:val="00A108E7"/>
    <w:rsid w:val="00A11EA8"/>
    <w:rsid w:val="00A15A41"/>
    <w:rsid w:val="00A175F0"/>
    <w:rsid w:val="00A20D34"/>
    <w:rsid w:val="00A21399"/>
    <w:rsid w:val="00A24E38"/>
    <w:rsid w:val="00A258E8"/>
    <w:rsid w:val="00A25CFC"/>
    <w:rsid w:val="00A26D4F"/>
    <w:rsid w:val="00A27061"/>
    <w:rsid w:val="00A315F8"/>
    <w:rsid w:val="00A34AC4"/>
    <w:rsid w:val="00A36CE1"/>
    <w:rsid w:val="00A41010"/>
    <w:rsid w:val="00A4255D"/>
    <w:rsid w:val="00A442D2"/>
    <w:rsid w:val="00A4475C"/>
    <w:rsid w:val="00A45614"/>
    <w:rsid w:val="00A4719C"/>
    <w:rsid w:val="00A477FF"/>
    <w:rsid w:val="00A47EB5"/>
    <w:rsid w:val="00A50178"/>
    <w:rsid w:val="00A53212"/>
    <w:rsid w:val="00A536FF"/>
    <w:rsid w:val="00A54614"/>
    <w:rsid w:val="00A54758"/>
    <w:rsid w:val="00A570FA"/>
    <w:rsid w:val="00A57AAD"/>
    <w:rsid w:val="00A57FBD"/>
    <w:rsid w:val="00A60F63"/>
    <w:rsid w:val="00A6432C"/>
    <w:rsid w:val="00A66965"/>
    <w:rsid w:val="00A675DD"/>
    <w:rsid w:val="00A729AD"/>
    <w:rsid w:val="00A745A3"/>
    <w:rsid w:val="00A76E37"/>
    <w:rsid w:val="00A800B3"/>
    <w:rsid w:val="00A80494"/>
    <w:rsid w:val="00A80993"/>
    <w:rsid w:val="00A83E98"/>
    <w:rsid w:val="00A849DB"/>
    <w:rsid w:val="00A866E7"/>
    <w:rsid w:val="00A86E80"/>
    <w:rsid w:val="00A8722A"/>
    <w:rsid w:val="00A877EA"/>
    <w:rsid w:val="00A87813"/>
    <w:rsid w:val="00A90568"/>
    <w:rsid w:val="00A91441"/>
    <w:rsid w:val="00A92557"/>
    <w:rsid w:val="00A96A0E"/>
    <w:rsid w:val="00A9732C"/>
    <w:rsid w:val="00AA05E0"/>
    <w:rsid w:val="00AA3788"/>
    <w:rsid w:val="00AA5B50"/>
    <w:rsid w:val="00AA74B5"/>
    <w:rsid w:val="00AB1228"/>
    <w:rsid w:val="00AB3791"/>
    <w:rsid w:val="00AB3833"/>
    <w:rsid w:val="00AB3A7B"/>
    <w:rsid w:val="00AB3B94"/>
    <w:rsid w:val="00AB4FEA"/>
    <w:rsid w:val="00AB61F1"/>
    <w:rsid w:val="00AB69F6"/>
    <w:rsid w:val="00AB731B"/>
    <w:rsid w:val="00AC3DC5"/>
    <w:rsid w:val="00AC41AD"/>
    <w:rsid w:val="00AD2699"/>
    <w:rsid w:val="00AD34C5"/>
    <w:rsid w:val="00AD4068"/>
    <w:rsid w:val="00AD4B56"/>
    <w:rsid w:val="00AE0140"/>
    <w:rsid w:val="00AE0B18"/>
    <w:rsid w:val="00AE0E85"/>
    <w:rsid w:val="00AE19E4"/>
    <w:rsid w:val="00AF0591"/>
    <w:rsid w:val="00AF0FC6"/>
    <w:rsid w:val="00AF27B6"/>
    <w:rsid w:val="00AF3C5B"/>
    <w:rsid w:val="00AF4F1F"/>
    <w:rsid w:val="00AF59EC"/>
    <w:rsid w:val="00B00519"/>
    <w:rsid w:val="00B00CB8"/>
    <w:rsid w:val="00B02432"/>
    <w:rsid w:val="00B07D3E"/>
    <w:rsid w:val="00B111DC"/>
    <w:rsid w:val="00B146CA"/>
    <w:rsid w:val="00B1650E"/>
    <w:rsid w:val="00B16830"/>
    <w:rsid w:val="00B17604"/>
    <w:rsid w:val="00B204A6"/>
    <w:rsid w:val="00B20D52"/>
    <w:rsid w:val="00B22A52"/>
    <w:rsid w:val="00B22BA3"/>
    <w:rsid w:val="00B22EC1"/>
    <w:rsid w:val="00B23B96"/>
    <w:rsid w:val="00B24131"/>
    <w:rsid w:val="00B246AF"/>
    <w:rsid w:val="00B24C44"/>
    <w:rsid w:val="00B26D92"/>
    <w:rsid w:val="00B305ED"/>
    <w:rsid w:val="00B30CA6"/>
    <w:rsid w:val="00B30F4A"/>
    <w:rsid w:val="00B32AC0"/>
    <w:rsid w:val="00B33798"/>
    <w:rsid w:val="00B35A80"/>
    <w:rsid w:val="00B40C86"/>
    <w:rsid w:val="00B43A86"/>
    <w:rsid w:val="00B45E58"/>
    <w:rsid w:val="00B465D0"/>
    <w:rsid w:val="00B5056C"/>
    <w:rsid w:val="00B50B99"/>
    <w:rsid w:val="00B529A7"/>
    <w:rsid w:val="00B52C96"/>
    <w:rsid w:val="00B546F2"/>
    <w:rsid w:val="00B55D86"/>
    <w:rsid w:val="00B5735D"/>
    <w:rsid w:val="00B60AA5"/>
    <w:rsid w:val="00B61A2B"/>
    <w:rsid w:val="00B66220"/>
    <w:rsid w:val="00B7041D"/>
    <w:rsid w:val="00B71A01"/>
    <w:rsid w:val="00B737E3"/>
    <w:rsid w:val="00B75825"/>
    <w:rsid w:val="00B75D55"/>
    <w:rsid w:val="00B768B1"/>
    <w:rsid w:val="00B8087F"/>
    <w:rsid w:val="00B81768"/>
    <w:rsid w:val="00B81A8F"/>
    <w:rsid w:val="00B8269A"/>
    <w:rsid w:val="00B83751"/>
    <w:rsid w:val="00B84596"/>
    <w:rsid w:val="00B86F37"/>
    <w:rsid w:val="00B92CCF"/>
    <w:rsid w:val="00B92D3F"/>
    <w:rsid w:val="00B9370C"/>
    <w:rsid w:val="00B9632E"/>
    <w:rsid w:val="00B96C6D"/>
    <w:rsid w:val="00BA1E26"/>
    <w:rsid w:val="00BA2A1C"/>
    <w:rsid w:val="00BA3FB9"/>
    <w:rsid w:val="00BB36F0"/>
    <w:rsid w:val="00BB4F86"/>
    <w:rsid w:val="00BB591B"/>
    <w:rsid w:val="00BB5FA1"/>
    <w:rsid w:val="00BB61B2"/>
    <w:rsid w:val="00BB70D7"/>
    <w:rsid w:val="00BC04D3"/>
    <w:rsid w:val="00BC0C22"/>
    <w:rsid w:val="00BC1996"/>
    <w:rsid w:val="00BC28B1"/>
    <w:rsid w:val="00BC3241"/>
    <w:rsid w:val="00BC6A03"/>
    <w:rsid w:val="00BC7B5D"/>
    <w:rsid w:val="00BD0363"/>
    <w:rsid w:val="00BD2E73"/>
    <w:rsid w:val="00BD561E"/>
    <w:rsid w:val="00BD5DAC"/>
    <w:rsid w:val="00BD5DDB"/>
    <w:rsid w:val="00BE2B71"/>
    <w:rsid w:val="00BE31D9"/>
    <w:rsid w:val="00BE6097"/>
    <w:rsid w:val="00BF154B"/>
    <w:rsid w:val="00BF47AD"/>
    <w:rsid w:val="00BF7D59"/>
    <w:rsid w:val="00C00189"/>
    <w:rsid w:val="00C012A4"/>
    <w:rsid w:val="00C0214D"/>
    <w:rsid w:val="00C0326B"/>
    <w:rsid w:val="00C109D3"/>
    <w:rsid w:val="00C1178C"/>
    <w:rsid w:val="00C1470F"/>
    <w:rsid w:val="00C15D81"/>
    <w:rsid w:val="00C1626F"/>
    <w:rsid w:val="00C17D71"/>
    <w:rsid w:val="00C2029C"/>
    <w:rsid w:val="00C206AD"/>
    <w:rsid w:val="00C207EE"/>
    <w:rsid w:val="00C20E9D"/>
    <w:rsid w:val="00C21F67"/>
    <w:rsid w:val="00C21FCD"/>
    <w:rsid w:val="00C22920"/>
    <w:rsid w:val="00C23C27"/>
    <w:rsid w:val="00C26B5E"/>
    <w:rsid w:val="00C324C2"/>
    <w:rsid w:val="00C34C2D"/>
    <w:rsid w:val="00C34FC9"/>
    <w:rsid w:val="00C35C7D"/>
    <w:rsid w:val="00C43491"/>
    <w:rsid w:val="00C466C6"/>
    <w:rsid w:val="00C47035"/>
    <w:rsid w:val="00C51CB5"/>
    <w:rsid w:val="00C52A39"/>
    <w:rsid w:val="00C53336"/>
    <w:rsid w:val="00C53D70"/>
    <w:rsid w:val="00C56661"/>
    <w:rsid w:val="00C61CA0"/>
    <w:rsid w:val="00C62FBC"/>
    <w:rsid w:val="00C655FE"/>
    <w:rsid w:val="00C72E66"/>
    <w:rsid w:val="00C7395B"/>
    <w:rsid w:val="00C73D3A"/>
    <w:rsid w:val="00C76EC5"/>
    <w:rsid w:val="00C76F42"/>
    <w:rsid w:val="00C816F0"/>
    <w:rsid w:val="00C82BC2"/>
    <w:rsid w:val="00C908F7"/>
    <w:rsid w:val="00C9184C"/>
    <w:rsid w:val="00C92636"/>
    <w:rsid w:val="00C92BB1"/>
    <w:rsid w:val="00C95AD9"/>
    <w:rsid w:val="00CA2092"/>
    <w:rsid w:val="00CA32F0"/>
    <w:rsid w:val="00CA3719"/>
    <w:rsid w:val="00CA4925"/>
    <w:rsid w:val="00CB2DED"/>
    <w:rsid w:val="00CB2E7C"/>
    <w:rsid w:val="00CB3523"/>
    <w:rsid w:val="00CB4344"/>
    <w:rsid w:val="00CB5C84"/>
    <w:rsid w:val="00CB73B7"/>
    <w:rsid w:val="00CC10EA"/>
    <w:rsid w:val="00CC38FF"/>
    <w:rsid w:val="00CC5336"/>
    <w:rsid w:val="00CC59E0"/>
    <w:rsid w:val="00CC5B52"/>
    <w:rsid w:val="00CC65C6"/>
    <w:rsid w:val="00CD04EE"/>
    <w:rsid w:val="00CD05C4"/>
    <w:rsid w:val="00CD0703"/>
    <w:rsid w:val="00CD1591"/>
    <w:rsid w:val="00CD3243"/>
    <w:rsid w:val="00CD39F4"/>
    <w:rsid w:val="00CD3F1A"/>
    <w:rsid w:val="00CE148F"/>
    <w:rsid w:val="00CE2D7F"/>
    <w:rsid w:val="00CE3071"/>
    <w:rsid w:val="00CE483A"/>
    <w:rsid w:val="00CE4BB0"/>
    <w:rsid w:val="00CE4C5B"/>
    <w:rsid w:val="00CE57F5"/>
    <w:rsid w:val="00CE5B62"/>
    <w:rsid w:val="00CE76DF"/>
    <w:rsid w:val="00CF408B"/>
    <w:rsid w:val="00CF5235"/>
    <w:rsid w:val="00CF52F6"/>
    <w:rsid w:val="00D02518"/>
    <w:rsid w:val="00D026D4"/>
    <w:rsid w:val="00D03D6C"/>
    <w:rsid w:val="00D13CD3"/>
    <w:rsid w:val="00D15D05"/>
    <w:rsid w:val="00D17909"/>
    <w:rsid w:val="00D24038"/>
    <w:rsid w:val="00D24E7A"/>
    <w:rsid w:val="00D30093"/>
    <w:rsid w:val="00D3180C"/>
    <w:rsid w:val="00D330FD"/>
    <w:rsid w:val="00D34104"/>
    <w:rsid w:val="00D34518"/>
    <w:rsid w:val="00D34DE0"/>
    <w:rsid w:val="00D34FB4"/>
    <w:rsid w:val="00D36392"/>
    <w:rsid w:val="00D41420"/>
    <w:rsid w:val="00D41907"/>
    <w:rsid w:val="00D42B5E"/>
    <w:rsid w:val="00D457A8"/>
    <w:rsid w:val="00D464D4"/>
    <w:rsid w:val="00D46823"/>
    <w:rsid w:val="00D46B3E"/>
    <w:rsid w:val="00D47E1A"/>
    <w:rsid w:val="00D51484"/>
    <w:rsid w:val="00D52311"/>
    <w:rsid w:val="00D57BC5"/>
    <w:rsid w:val="00D63538"/>
    <w:rsid w:val="00D63CF7"/>
    <w:rsid w:val="00D654D1"/>
    <w:rsid w:val="00D65EF9"/>
    <w:rsid w:val="00D67967"/>
    <w:rsid w:val="00D7125D"/>
    <w:rsid w:val="00D718D0"/>
    <w:rsid w:val="00D733D5"/>
    <w:rsid w:val="00D73837"/>
    <w:rsid w:val="00D73E62"/>
    <w:rsid w:val="00D7458C"/>
    <w:rsid w:val="00D76017"/>
    <w:rsid w:val="00D7679D"/>
    <w:rsid w:val="00D778A6"/>
    <w:rsid w:val="00D778C9"/>
    <w:rsid w:val="00D77E2C"/>
    <w:rsid w:val="00D81E62"/>
    <w:rsid w:val="00D82498"/>
    <w:rsid w:val="00D831D5"/>
    <w:rsid w:val="00D849CD"/>
    <w:rsid w:val="00D859BD"/>
    <w:rsid w:val="00D87917"/>
    <w:rsid w:val="00D90D82"/>
    <w:rsid w:val="00D90F39"/>
    <w:rsid w:val="00D92F6C"/>
    <w:rsid w:val="00D95E22"/>
    <w:rsid w:val="00D978A5"/>
    <w:rsid w:val="00DA019D"/>
    <w:rsid w:val="00DA1673"/>
    <w:rsid w:val="00DA47DE"/>
    <w:rsid w:val="00DA603D"/>
    <w:rsid w:val="00DB18B2"/>
    <w:rsid w:val="00DB4521"/>
    <w:rsid w:val="00DC2F50"/>
    <w:rsid w:val="00DC3248"/>
    <w:rsid w:val="00DC5E24"/>
    <w:rsid w:val="00DC61B2"/>
    <w:rsid w:val="00DC71B3"/>
    <w:rsid w:val="00DC788D"/>
    <w:rsid w:val="00DD1B31"/>
    <w:rsid w:val="00DD3D91"/>
    <w:rsid w:val="00DD6CB5"/>
    <w:rsid w:val="00DD74F6"/>
    <w:rsid w:val="00DE03DD"/>
    <w:rsid w:val="00DE1786"/>
    <w:rsid w:val="00DE3168"/>
    <w:rsid w:val="00DE3834"/>
    <w:rsid w:val="00DE5A8B"/>
    <w:rsid w:val="00DF06D4"/>
    <w:rsid w:val="00DF2E7A"/>
    <w:rsid w:val="00DF3B64"/>
    <w:rsid w:val="00DF42FF"/>
    <w:rsid w:val="00E04993"/>
    <w:rsid w:val="00E04B0C"/>
    <w:rsid w:val="00E056FD"/>
    <w:rsid w:val="00E074E4"/>
    <w:rsid w:val="00E13080"/>
    <w:rsid w:val="00E1312D"/>
    <w:rsid w:val="00E15964"/>
    <w:rsid w:val="00E15C15"/>
    <w:rsid w:val="00E16643"/>
    <w:rsid w:val="00E2113C"/>
    <w:rsid w:val="00E22B67"/>
    <w:rsid w:val="00E23657"/>
    <w:rsid w:val="00E257FA"/>
    <w:rsid w:val="00E30818"/>
    <w:rsid w:val="00E31978"/>
    <w:rsid w:val="00E323D0"/>
    <w:rsid w:val="00E33BF6"/>
    <w:rsid w:val="00E343AA"/>
    <w:rsid w:val="00E3696F"/>
    <w:rsid w:val="00E41704"/>
    <w:rsid w:val="00E43B61"/>
    <w:rsid w:val="00E50753"/>
    <w:rsid w:val="00E53FCA"/>
    <w:rsid w:val="00E55B15"/>
    <w:rsid w:val="00E6359D"/>
    <w:rsid w:val="00E64991"/>
    <w:rsid w:val="00E65FD5"/>
    <w:rsid w:val="00E72841"/>
    <w:rsid w:val="00E74B87"/>
    <w:rsid w:val="00E77B09"/>
    <w:rsid w:val="00E77C33"/>
    <w:rsid w:val="00E77CEB"/>
    <w:rsid w:val="00E82B83"/>
    <w:rsid w:val="00E83AA3"/>
    <w:rsid w:val="00E83AC5"/>
    <w:rsid w:val="00E84222"/>
    <w:rsid w:val="00E868F5"/>
    <w:rsid w:val="00E87B2E"/>
    <w:rsid w:val="00E902C0"/>
    <w:rsid w:val="00E91A14"/>
    <w:rsid w:val="00E9382C"/>
    <w:rsid w:val="00E940B4"/>
    <w:rsid w:val="00E96726"/>
    <w:rsid w:val="00E97571"/>
    <w:rsid w:val="00EA05ED"/>
    <w:rsid w:val="00EA3116"/>
    <w:rsid w:val="00EA4366"/>
    <w:rsid w:val="00EA556D"/>
    <w:rsid w:val="00EA6B73"/>
    <w:rsid w:val="00EA75CE"/>
    <w:rsid w:val="00EB00D4"/>
    <w:rsid w:val="00EB0B49"/>
    <w:rsid w:val="00EB106F"/>
    <w:rsid w:val="00EB295F"/>
    <w:rsid w:val="00EB4F21"/>
    <w:rsid w:val="00EB52F0"/>
    <w:rsid w:val="00EB56E3"/>
    <w:rsid w:val="00EB60C9"/>
    <w:rsid w:val="00EC060A"/>
    <w:rsid w:val="00EC1A94"/>
    <w:rsid w:val="00EC1E1C"/>
    <w:rsid w:val="00EC2F77"/>
    <w:rsid w:val="00EC3BAF"/>
    <w:rsid w:val="00EC4814"/>
    <w:rsid w:val="00EC4EE8"/>
    <w:rsid w:val="00EC527F"/>
    <w:rsid w:val="00EC612D"/>
    <w:rsid w:val="00ED2413"/>
    <w:rsid w:val="00ED303F"/>
    <w:rsid w:val="00ED3FF4"/>
    <w:rsid w:val="00ED523E"/>
    <w:rsid w:val="00ED534A"/>
    <w:rsid w:val="00ED5385"/>
    <w:rsid w:val="00EE3582"/>
    <w:rsid w:val="00EE53C6"/>
    <w:rsid w:val="00EE752F"/>
    <w:rsid w:val="00EE7AC0"/>
    <w:rsid w:val="00EF0AEB"/>
    <w:rsid w:val="00EF15D0"/>
    <w:rsid w:val="00EF23BA"/>
    <w:rsid w:val="00EF527E"/>
    <w:rsid w:val="00F028D8"/>
    <w:rsid w:val="00F054D0"/>
    <w:rsid w:val="00F07F7B"/>
    <w:rsid w:val="00F10DFE"/>
    <w:rsid w:val="00F11471"/>
    <w:rsid w:val="00F13940"/>
    <w:rsid w:val="00F15EF6"/>
    <w:rsid w:val="00F167AB"/>
    <w:rsid w:val="00F20167"/>
    <w:rsid w:val="00F21AAA"/>
    <w:rsid w:val="00F226A3"/>
    <w:rsid w:val="00F22AD1"/>
    <w:rsid w:val="00F250FA"/>
    <w:rsid w:val="00F30A77"/>
    <w:rsid w:val="00F33F55"/>
    <w:rsid w:val="00F3411F"/>
    <w:rsid w:val="00F34D93"/>
    <w:rsid w:val="00F363B5"/>
    <w:rsid w:val="00F40C2D"/>
    <w:rsid w:val="00F42DEA"/>
    <w:rsid w:val="00F45048"/>
    <w:rsid w:val="00F46F34"/>
    <w:rsid w:val="00F47D4F"/>
    <w:rsid w:val="00F54B23"/>
    <w:rsid w:val="00F5567A"/>
    <w:rsid w:val="00F565E2"/>
    <w:rsid w:val="00F61C05"/>
    <w:rsid w:val="00F627C0"/>
    <w:rsid w:val="00F63F28"/>
    <w:rsid w:val="00F67D70"/>
    <w:rsid w:val="00F7045B"/>
    <w:rsid w:val="00F70A4D"/>
    <w:rsid w:val="00F717A3"/>
    <w:rsid w:val="00F7332A"/>
    <w:rsid w:val="00F760BB"/>
    <w:rsid w:val="00F76248"/>
    <w:rsid w:val="00F76C68"/>
    <w:rsid w:val="00F77B0B"/>
    <w:rsid w:val="00F77C9F"/>
    <w:rsid w:val="00F80A76"/>
    <w:rsid w:val="00F820A3"/>
    <w:rsid w:val="00F82BA6"/>
    <w:rsid w:val="00F837FE"/>
    <w:rsid w:val="00F85462"/>
    <w:rsid w:val="00F87C81"/>
    <w:rsid w:val="00F90274"/>
    <w:rsid w:val="00F95020"/>
    <w:rsid w:val="00F95381"/>
    <w:rsid w:val="00FA08B6"/>
    <w:rsid w:val="00FA6A25"/>
    <w:rsid w:val="00FA6CB3"/>
    <w:rsid w:val="00FB01E8"/>
    <w:rsid w:val="00FB26EA"/>
    <w:rsid w:val="00FB2C0C"/>
    <w:rsid w:val="00FB2D9A"/>
    <w:rsid w:val="00FB4E4D"/>
    <w:rsid w:val="00FB69B0"/>
    <w:rsid w:val="00FC0385"/>
    <w:rsid w:val="00FC1BDD"/>
    <w:rsid w:val="00FC2D2E"/>
    <w:rsid w:val="00FC2FE3"/>
    <w:rsid w:val="00FC3B5A"/>
    <w:rsid w:val="00FC7D5B"/>
    <w:rsid w:val="00FD1B3F"/>
    <w:rsid w:val="00FD3F18"/>
    <w:rsid w:val="00FD5E5E"/>
    <w:rsid w:val="00FD6010"/>
    <w:rsid w:val="00FE0D9D"/>
    <w:rsid w:val="00FE2AA1"/>
    <w:rsid w:val="00FE2F0A"/>
    <w:rsid w:val="00FE461C"/>
    <w:rsid w:val="00FE5E8A"/>
    <w:rsid w:val="00FE6419"/>
    <w:rsid w:val="00FE6CE9"/>
    <w:rsid w:val="00FF0053"/>
    <w:rsid w:val="00FF62A8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="f">
      <v:stroke on="f"/>
    </o:shapedefaults>
    <o:shapelayout v:ext="edit">
      <o:idmap v:ext="edit" data="1"/>
    </o:shapelayout>
  </w:shapeDefaults>
  <w:decimalSymbol w:val="."/>
  <w:listSeparator w:val=","/>
  <w14:docId w14:val="1A47C4EA"/>
  <w15:chartTrackingRefBased/>
  <w15:docId w15:val="{3CA5EF0B-7838-496B-90C8-3412F287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A0894"/>
    <w:rPr>
      <w:rFonts w:ascii="Arial" w:hAnsi="Arial" w:cs="Arial"/>
      <w:color w:val="00008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7A0894"/>
    <w:pPr>
      <w:keepNext/>
      <w:jc w:val="both"/>
      <w:outlineLvl w:val="0"/>
    </w:pPr>
    <w:rPr>
      <w:rFonts w:cs="Times New Roman"/>
      <w:b/>
      <w:bCs/>
    </w:rPr>
  </w:style>
  <w:style w:type="paragraph" w:styleId="Heading2">
    <w:name w:val="heading 2"/>
    <w:basedOn w:val="Normal"/>
    <w:next w:val="Normal"/>
    <w:link w:val="Heading2Char"/>
    <w:qFormat/>
    <w:rsid w:val="00CB5C84"/>
    <w:pPr>
      <w:keepNext/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0894"/>
    <w:pPr>
      <w:keepNext/>
      <w:jc w:val="center"/>
      <w:outlineLvl w:val="2"/>
    </w:pPr>
    <w:rPr>
      <w:i/>
      <w:iCs/>
      <w:color w:val="FFFFFF"/>
      <w:sz w:val="20"/>
    </w:rPr>
  </w:style>
  <w:style w:type="paragraph" w:styleId="Heading6">
    <w:name w:val="heading 6"/>
    <w:basedOn w:val="Normal"/>
    <w:next w:val="Normal"/>
    <w:qFormat/>
    <w:rsid w:val="008629BB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A0894"/>
    <w:pPr>
      <w:jc w:val="center"/>
    </w:pPr>
    <w:rPr>
      <w:b/>
      <w:bCs/>
      <w:color w:val="FFFFFF"/>
      <w:sz w:val="20"/>
    </w:rPr>
  </w:style>
  <w:style w:type="paragraph" w:styleId="Header">
    <w:name w:val="header"/>
    <w:basedOn w:val="Normal"/>
    <w:link w:val="HeaderChar"/>
    <w:uiPriority w:val="99"/>
    <w:rsid w:val="00C34F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34FC9"/>
    <w:pPr>
      <w:tabs>
        <w:tab w:val="center" w:pos="4320"/>
        <w:tab w:val="right" w:pos="8640"/>
      </w:tabs>
    </w:pPr>
  </w:style>
  <w:style w:type="character" w:styleId="Hyperlink">
    <w:name w:val="Hyperlink"/>
    <w:rsid w:val="008909E8"/>
    <w:rPr>
      <w:color w:val="0000FF"/>
      <w:u w:val="single"/>
    </w:rPr>
  </w:style>
  <w:style w:type="table" w:styleId="TableGrid">
    <w:name w:val="Table Grid"/>
    <w:basedOn w:val="TableNormal"/>
    <w:uiPriority w:val="39"/>
    <w:rsid w:val="00F22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73FC1"/>
    <w:rPr>
      <w:rFonts w:ascii="Tahoma" w:hAnsi="Tahoma" w:cs="Tahoma"/>
      <w:sz w:val="16"/>
      <w:szCs w:val="16"/>
    </w:rPr>
  </w:style>
  <w:style w:type="paragraph" w:customStyle="1" w:styleId="NormalArial">
    <w:name w:val="Normal + Arial"/>
    <w:aliases w:val="Bold"/>
    <w:basedOn w:val="Normal"/>
    <w:link w:val="NormalArialChar"/>
    <w:rsid w:val="000066A7"/>
    <w:rPr>
      <w:b/>
      <w:color w:val="auto"/>
    </w:rPr>
  </w:style>
  <w:style w:type="character" w:customStyle="1" w:styleId="NormalArialChar">
    <w:name w:val="Normal + Arial Char"/>
    <w:aliases w:val="Bold Char"/>
    <w:link w:val="NormalArial"/>
    <w:rsid w:val="000066A7"/>
    <w:rPr>
      <w:rFonts w:ascii="Arial" w:hAnsi="Arial" w:cs="Arial"/>
      <w:b/>
      <w:sz w:val="24"/>
      <w:szCs w:val="24"/>
      <w:lang w:val="en-US" w:eastAsia="en-US" w:bidi="ar-SA"/>
    </w:rPr>
  </w:style>
  <w:style w:type="paragraph" w:styleId="Date">
    <w:name w:val="Date"/>
    <w:basedOn w:val="Normal"/>
    <w:next w:val="Normal"/>
    <w:rsid w:val="00CC38FF"/>
  </w:style>
  <w:style w:type="character" w:customStyle="1" w:styleId="Heading1Char">
    <w:name w:val="Heading 1 Char"/>
    <w:link w:val="Heading1"/>
    <w:rsid w:val="005A0A6B"/>
    <w:rPr>
      <w:rFonts w:ascii="Arial" w:hAnsi="Arial" w:cs="Arial"/>
      <w:b/>
      <w:bCs/>
      <w:color w:val="000080"/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5A0A6B"/>
    <w:rPr>
      <w:rFonts w:ascii="Arial" w:hAnsi="Arial" w:cs="Arial"/>
      <w:b/>
      <w:bCs/>
      <w:i/>
      <w:iCs/>
      <w:color w:val="000080"/>
      <w:sz w:val="28"/>
      <w:szCs w:val="28"/>
      <w:lang w:val="en-US" w:eastAsia="en-US"/>
    </w:rPr>
  </w:style>
  <w:style w:type="paragraph" w:styleId="NoSpacing">
    <w:name w:val="No Spacing"/>
    <w:link w:val="NoSpacingChar"/>
    <w:uiPriority w:val="1"/>
    <w:qFormat/>
    <w:rsid w:val="00FB01E8"/>
    <w:rPr>
      <w:rFonts w:ascii="Calibri" w:eastAsia="Calibri" w:hAnsi="Calibri"/>
      <w:sz w:val="22"/>
      <w:szCs w:val="22"/>
      <w:lang w:eastAsia="en-PH"/>
    </w:rPr>
  </w:style>
  <w:style w:type="character" w:customStyle="1" w:styleId="NoSpacingChar">
    <w:name w:val="No Spacing Char"/>
    <w:link w:val="NoSpacing"/>
    <w:uiPriority w:val="1"/>
    <w:rsid w:val="009C1001"/>
    <w:rPr>
      <w:rFonts w:ascii="Calibri" w:eastAsia="Calibri" w:hAnsi="Calibri"/>
      <w:sz w:val="22"/>
      <w:szCs w:val="22"/>
      <w:lang w:val="en-PH" w:bidi="ar-SA"/>
    </w:rPr>
  </w:style>
  <w:style w:type="paragraph" w:styleId="BodyText2">
    <w:name w:val="Body Text 2"/>
    <w:basedOn w:val="Normal"/>
    <w:link w:val="BodyText2Char"/>
    <w:rsid w:val="00422C7D"/>
    <w:pPr>
      <w:spacing w:after="120" w:line="480" w:lineRule="auto"/>
    </w:pPr>
    <w:rPr>
      <w:rFonts w:cs="Times New Roman"/>
    </w:rPr>
  </w:style>
  <w:style w:type="character" w:customStyle="1" w:styleId="BodyText2Char">
    <w:name w:val="Body Text 2 Char"/>
    <w:link w:val="BodyText2"/>
    <w:rsid w:val="00422C7D"/>
    <w:rPr>
      <w:rFonts w:ascii="Arial" w:hAnsi="Arial" w:cs="Arial"/>
      <w:color w:val="00008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422C7D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HeaderChar">
    <w:name w:val="Header Char"/>
    <w:link w:val="Header"/>
    <w:uiPriority w:val="99"/>
    <w:rsid w:val="00044E76"/>
    <w:rPr>
      <w:rFonts w:ascii="Arial" w:hAnsi="Arial" w:cs="Arial"/>
      <w:color w:val="000080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044E76"/>
    <w:rPr>
      <w:rFonts w:ascii="Arial" w:hAnsi="Arial" w:cs="Arial"/>
      <w:color w:val="000080"/>
      <w:sz w:val="24"/>
      <w:szCs w:val="24"/>
      <w:lang w:val="en-US"/>
    </w:rPr>
  </w:style>
  <w:style w:type="numbering" w:customStyle="1" w:styleId="Style1">
    <w:name w:val="Style1"/>
    <w:uiPriority w:val="99"/>
    <w:rsid w:val="00C1626F"/>
    <w:pPr>
      <w:numPr>
        <w:numId w:val="1"/>
      </w:numPr>
    </w:pPr>
  </w:style>
  <w:style w:type="character" w:customStyle="1" w:styleId="UnresolvedMention1">
    <w:name w:val="Unresolved Mention1"/>
    <w:uiPriority w:val="99"/>
    <w:semiHidden/>
    <w:unhideWhenUsed/>
    <w:rsid w:val="007F335C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E30818"/>
  </w:style>
  <w:style w:type="character" w:styleId="UnresolvedMention">
    <w:name w:val="Unresolved Mention"/>
    <w:basedOn w:val="DefaultParagraphFont"/>
    <w:uiPriority w:val="99"/>
    <w:semiHidden/>
    <w:unhideWhenUsed/>
    <w:rsid w:val="00B66220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5442AC"/>
    <w:rPr>
      <w:rFonts w:ascii="Calibri" w:eastAsia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3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le%20Sebastian\Desktop\Finance%202007%20Communications\DOST-ROS%20Docu%20Template\SET-UP%20Letterhead%20sam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F9DAA-C869-466B-825D-3C849835A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SET-UP Letterhead sample</Template>
  <TotalTime>30</TotalTime>
  <Pages>1</Pages>
  <Words>212</Words>
  <Characters>1180</Characters>
  <Application>Microsoft Office Word</Application>
  <DocSecurity>0</DocSecurity>
  <Lines>113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DOST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Sebastian</dc:creator>
  <cp:keywords/>
  <dc:description>SETUP-0908-018</dc:description>
  <cp:lastModifiedBy>Dex Joefel Abino</cp:lastModifiedBy>
  <cp:revision>16</cp:revision>
  <cp:lastPrinted>2025-01-27T04:36:00Z</cp:lastPrinted>
  <dcterms:created xsi:type="dcterms:W3CDTF">2025-02-25T03:30:00Z</dcterms:created>
  <dcterms:modified xsi:type="dcterms:W3CDTF">2025-04-08T08:08:00Z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4d41b6c96c50113c9bf65bdd0e9e78a711f08bd48c6022dbdbebce43258513bd</vt:lpwstr>
  </property>
</Properties>
</file>